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7C53" w:rsidRDefault="00006152" w:rsidP="00A71EE0">
      <w:pPr>
        <w:framePr w:w="4640" w:h="4493" w:hSpace="141" w:wrap="around" w:vAnchor="text" w:hAnchor="page" w:x="774" w:y="-170"/>
        <w:jc w:val="right"/>
        <w:rPr>
          <w:sz w:val="26"/>
        </w:rPr>
      </w:pPr>
      <w:r>
        <w:rPr>
          <w:sz w:val="26"/>
        </w:rPr>
        <w:t xml:space="preserve"> </w:t>
      </w:r>
      <w:r w:rsidR="00A03D32">
        <w:rPr>
          <w:sz w:val="26"/>
        </w:rPr>
        <w:t xml:space="preserve">     </w:t>
      </w:r>
      <w:r w:rsidR="0070713B">
        <w:rPr>
          <w:sz w:val="26"/>
        </w:rPr>
        <w:t xml:space="preserve"> </w:t>
      </w:r>
    </w:p>
    <w:p w:rsidR="00BA2AEC" w:rsidRDefault="00BA2AEC" w:rsidP="00A71EE0">
      <w:pPr>
        <w:framePr w:w="4640" w:h="4493" w:hSpace="141" w:wrap="around" w:vAnchor="text" w:hAnchor="page" w:x="774" w:y="-170"/>
        <w:jc w:val="right"/>
        <w:rPr>
          <w:sz w:val="26"/>
        </w:rPr>
      </w:pPr>
    </w:p>
    <w:p w:rsidR="00BA2AEC" w:rsidRDefault="00BA2AEC" w:rsidP="00A71EE0">
      <w:pPr>
        <w:framePr w:w="4640" w:h="4493" w:hSpace="141" w:wrap="around" w:vAnchor="text" w:hAnchor="page" w:x="774" w:y="-170"/>
        <w:jc w:val="right"/>
        <w:rPr>
          <w:sz w:val="26"/>
        </w:rPr>
      </w:pPr>
    </w:p>
    <w:p w:rsidR="002A3E7C" w:rsidRDefault="002A3E7C" w:rsidP="002A3E7C">
      <w:pPr>
        <w:framePr w:w="4640" w:h="4493" w:hSpace="141" w:wrap="around" w:vAnchor="text" w:hAnchor="page" w:x="414" w:y="-350"/>
        <w:jc w:val="right"/>
        <w:rPr>
          <w:sz w:val="26"/>
        </w:rPr>
      </w:pPr>
    </w:p>
    <w:p w:rsidR="002A3E7C" w:rsidRDefault="008700F1" w:rsidP="00CD0858">
      <w:pPr>
        <w:framePr w:w="4640" w:h="4493" w:hSpace="141" w:wrap="around" w:vAnchor="text" w:hAnchor="page" w:x="414" w:y="-350"/>
        <w:jc w:val="center"/>
        <w:rPr>
          <w:sz w:val="26"/>
        </w:rPr>
      </w:pPr>
      <w:r>
        <w:rPr>
          <w:noProof/>
          <w:sz w:val="26"/>
        </w:rPr>
        <w:drawing>
          <wp:inline distT="0" distB="0" distL="0" distR="0">
            <wp:extent cx="714375" cy="9048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4375" cy="904875"/>
                    </a:xfrm>
                    <a:prstGeom prst="rect">
                      <a:avLst/>
                    </a:prstGeom>
                    <a:noFill/>
                  </pic:spPr>
                </pic:pic>
              </a:graphicData>
            </a:graphic>
          </wp:inline>
        </w:drawing>
      </w:r>
    </w:p>
    <w:p w:rsidR="00FD1FEE" w:rsidRDefault="00FD1FEE" w:rsidP="00FD1FEE">
      <w:pPr>
        <w:framePr w:w="4285" w:h="4493" w:hSpace="141" w:wrap="around" w:vAnchor="text" w:hAnchor="page" w:x="565" w:y="229"/>
        <w:jc w:val="center"/>
        <w:rPr>
          <w:sz w:val="16"/>
        </w:rPr>
      </w:pPr>
    </w:p>
    <w:p w:rsidR="00FD1FEE" w:rsidRDefault="00FD1FEE" w:rsidP="00FD1FEE">
      <w:pPr>
        <w:framePr w:w="4285" w:h="4493" w:hSpace="141" w:wrap="around" w:vAnchor="text" w:hAnchor="page" w:x="565" w:y="229"/>
        <w:jc w:val="center"/>
        <w:rPr>
          <w:sz w:val="16"/>
        </w:rPr>
      </w:pPr>
    </w:p>
    <w:p w:rsidR="00A032D0" w:rsidRDefault="00A032D0" w:rsidP="00FD1FEE">
      <w:pPr>
        <w:framePr w:w="4285" w:h="4493" w:hSpace="141" w:wrap="around" w:vAnchor="text" w:hAnchor="page" w:x="565" w:y="229"/>
        <w:jc w:val="center"/>
        <w:rPr>
          <w:sz w:val="16"/>
        </w:rPr>
      </w:pPr>
    </w:p>
    <w:p w:rsidR="00A032D0" w:rsidRDefault="00A032D0" w:rsidP="00FD1FEE">
      <w:pPr>
        <w:framePr w:w="4285" w:h="4493" w:hSpace="141" w:wrap="around" w:vAnchor="text" w:hAnchor="page" w:x="565" w:y="229"/>
        <w:jc w:val="center"/>
        <w:rPr>
          <w:sz w:val="16"/>
        </w:rPr>
      </w:pPr>
    </w:p>
    <w:p w:rsidR="00A032D0" w:rsidRDefault="00A032D0" w:rsidP="00FD1FEE">
      <w:pPr>
        <w:framePr w:w="4285" w:h="4493" w:hSpace="141" w:wrap="around" w:vAnchor="text" w:hAnchor="page" w:x="565" w:y="229"/>
        <w:jc w:val="center"/>
        <w:rPr>
          <w:sz w:val="16"/>
        </w:rPr>
      </w:pPr>
    </w:p>
    <w:p w:rsidR="00FD1FEE" w:rsidRDefault="00FD1FEE" w:rsidP="00FD1FEE">
      <w:pPr>
        <w:framePr w:w="4285" w:h="4493" w:hSpace="141" w:wrap="around" w:vAnchor="text" w:hAnchor="page" w:x="565" w:y="229"/>
        <w:jc w:val="center"/>
        <w:rPr>
          <w:sz w:val="16"/>
        </w:rPr>
      </w:pPr>
    </w:p>
    <w:p w:rsidR="00FD1FEE" w:rsidRDefault="00FD1FEE" w:rsidP="00FD1FEE">
      <w:pPr>
        <w:framePr w:w="4285" w:h="4493" w:hSpace="141" w:wrap="around" w:vAnchor="text" w:hAnchor="page" w:x="565" w:y="229"/>
        <w:jc w:val="center"/>
        <w:rPr>
          <w:sz w:val="16"/>
        </w:rPr>
      </w:pPr>
      <w:r>
        <w:rPr>
          <w:sz w:val="16"/>
        </w:rPr>
        <w:t>РОССИЙСКАЯ  ФЕДЕРАЦИЯ</w:t>
      </w:r>
    </w:p>
    <w:p w:rsidR="00FD1FEE" w:rsidRDefault="00FD1FEE" w:rsidP="00FD1FEE">
      <w:pPr>
        <w:pStyle w:val="22"/>
        <w:framePr w:w="4285" w:wrap="around" w:x="565" w:y="229"/>
        <w:rPr>
          <w:sz w:val="16"/>
        </w:rPr>
      </w:pPr>
    </w:p>
    <w:p w:rsidR="00FD1FEE" w:rsidRDefault="00FD1FEE" w:rsidP="00FD1FEE">
      <w:pPr>
        <w:pStyle w:val="22"/>
        <w:framePr w:w="4285" w:wrap="around" w:x="565" w:y="229"/>
      </w:pPr>
      <w:r>
        <w:t>АДМИНИСТРАЦИЯ   МИЛЮТИНСКОГО РАЙОНА</w:t>
      </w:r>
    </w:p>
    <w:p w:rsidR="00FD1FEE" w:rsidRDefault="00FD1FEE" w:rsidP="00FD1FEE">
      <w:pPr>
        <w:framePr w:w="4285" w:h="4493" w:hSpace="141" w:wrap="around" w:vAnchor="text" w:hAnchor="page" w:x="565" w:y="229"/>
        <w:jc w:val="center"/>
        <w:rPr>
          <w:sz w:val="16"/>
        </w:rPr>
      </w:pPr>
      <w:r>
        <w:rPr>
          <w:sz w:val="16"/>
        </w:rPr>
        <w:t>РОСТОВСКОЙ ОБЛАСТИ</w:t>
      </w:r>
    </w:p>
    <w:p w:rsidR="00FD1FEE" w:rsidRDefault="00FD1FEE" w:rsidP="00FD1FEE">
      <w:pPr>
        <w:pStyle w:val="a6"/>
        <w:framePr w:w="4285" w:wrap="around" w:x="565" w:y="229"/>
        <w:ind w:firstLine="0"/>
        <w:jc w:val="center"/>
        <w:rPr>
          <w:sz w:val="22"/>
        </w:rPr>
      </w:pPr>
    </w:p>
    <w:p w:rsidR="00FD1FEE" w:rsidRDefault="00FD1FEE" w:rsidP="00FD1FEE">
      <w:pPr>
        <w:pStyle w:val="a6"/>
        <w:framePr w:w="4285" w:wrap="around" w:x="565" w:y="229"/>
        <w:ind w:firstLine="0"/>
        <w:jc w:val="center"/>
      </w:pPr>
      <w:r>
        <w:t>ОТДЕЛ</w:t>
      </w:r>
    </w:p>
    <w:p w:rsidR="00FD1FEE" w:rsidRDefault="00FD1FEE" w:rsidP="00FD1FEE">
      <w:pPr>
        <w:pStyle w:val="a6"/>
        <w:framePr w:w="4285" w:wrap="around" w:x="565" w:y="229"/>
        <w:ind w:firstLine="0"/>
        <w:jc w:val="center"/>
        <w:rPr>
          <w:b w:val="0"/>
        </w:rPr>
      </w:pPr>
      <w:r>
        <w:t>ОБРАЗОВАНИЯ</w:t>
      </w:r>
    </w:p>
    <w:p w:rsidR="00FD1FEE" w:rsidRDefault="00FD1FEE" w:rsidP="00FD1FEE">
      <w:pPr>
        <w:framePr w:w="4285" w:h="4493" w:hSpace="141" w:wrap="around" w:vAnchor="text" w:hAnchor="page" w:x="565" w:y="229"/>
        <w:jc w:val="center"/>
        <w:rPr>
          <w:sz w:val="16"/>
        </w:rPr>
      </w:pPr>
    </w:p>
    <w:p w:rsidR="00FD1FEE" w:rsidRDefault="00FD1FEE" w:rsidP="00FD1FEE">
      <w:pPr>
        <w:framePr w:w="4285" w:h="4493" w:hSpace="141" w:wrap="around" w:vAnchor="text" w:hAnchor="page" w:x="565" w:y="229"/>
        <w:jc w:val="center"/>
        <w:rPr>
          <w:sz w:val="16"/>
        </w:rPr>
      </w:pPr>
      <w:r>
        <w:rPr>
          <w:sz w:val="16"/>
        </w:rPr>
        <w:t>347120 ст. Милютинская,  ул. Павших Героев ,50</w:t>
      </w:r>
    </w:p>
    <w:p w:rsidR="00FD1FEE" w:rsidRPr="00A3061F" w:rsidRDefault="00FD1FEE" w:rsidP="00FD1FEE">
      <w:pPr>
        <w:framePr w:w="4285" w:h="4493" w:hSpace="141" w:wrap="around" w:vAnchor="text" w:hAnchor="page" w:x="565" w:y="229"/>
        <w:jc w:val="center"/>
        <w:rPr>
          <w:sz w:val="16"/>
        </w:rPr>
      </w:pPr>
      <w:r>
        <w:rPr>
          <w:sz w:val="16"/>
        </w:rPr>
        <w:t>тел</w:t>
      </w:r>
      <w:r w:rsidRPr="00A3061F">
        <w:rPr>
          <w:sz w:val="16"/>
        </w:rPr>
        <w:t xml:space="preserve">.  (219) 2-11-79, 2-19-74,   </w:t>
      </w:r>
      <w:r>
        <w:rPr>
          <w:sz w:val="16"/>
        </w:rPr>
        <w:t>факс</w:t>
      </w:r>
      <w:r w:rsidRPr="00A3061F">
        <w:rPr>
          <w:sz w:val="16"/>
        </w:rPr>
        <w:t>(219) 2-31-16</w:t>
      </w:r>
    </w:p>
    <w:p w:rsidR="00FD1FEE" w:rsidRPr="00A3061F" w:rsidRDefault="00FD1FEE" w:rsidP="00FD1FEE">
      <w:pPr>
        <w:framePr w:w="4285" w:h="4493" w:hSpace="141" w:wrap="around" w:vAnchor="text" w:hAnchor="page" w:x="565" w:y="229"/>
        <w:jc w:val="center"/>
        <w:rPr>
          <w:sz w:val="16"/>
        </w:rPr>
      </w:pPr>
      <w:r>
        <w:rPr>
          <w:sz w:val="16"/>
          <w:lang w:val="en-US"/>
        </w:rPr>
        <w:t>E</w:t>
      </w:r>
      <w:r w:rsidRPr="00A3061F">
        <w:rPr>
          <w:sz w:val="16"/>
        </w:rPr>
        <w:t>-</w:t>
      </w:r>
      <w:r>
        <w:rPr>
          <w:sz w:val="16"/>
          <w:lang w:val="en-US"/>
        </w:rPr>
        <w:t>mail</w:t>
      </w:r>
      <w:r w:rsidRPr="00A3061F">
        <w:rPr>
          <w:sz w:val="16"/>
        </w:rPr>
        <w:t xml:space="preserve">: </w:t>
      </w:r>
      <w:r>
        <w:rPr>
          <w:sz w:val="16"/>
          <w:lang w:val="en-US"/>
        </w:rPr>
        <w:t>educ</w:t>
      </w:r>
      <w:r w:rsidRPr="00A3061F">
        <w:rPr>
          <w:sz w:val="16"/>
        </w:rPr>
        <w:t>@</w:t>
      </w:r>
      <w:r>
        <w:rPr>
          <w:sz w:val="16"/>
          <w:lang w:val="en-US"/>
        </w:rPr>
        <w:t>milutka</w:t>
      </w:r>
      <w:r w:rsidRPr="00A3061F">
        <w:rPr>
          <w:sz w:val="16"/>
        </w:rPr>
        <w:t>.</w:t>
      </w:r>
      <w:r>
        <w:rPr>
          <w:sz w:val="16"/>
          <w:lang w:val="en-US"/>
        </w:rPr>
        <w:t>donpac</w:t>
      </w:r>
      <w:r w:rsidRPr="00A3061F">
        <w:rPr>
          <w:sz w:val="16"/>
        </w:rPr>
        <w:t>.</w:t>
      </w:r>
      <w:r>
        <w:rPr>
          <w:sz w:val="16"/>
          <w:lang w:val="en-US"/>
        </w:rPr>
        <w:t>ru</w:t>
      </w:r>
    </w:p>
    <w:p w:rsidR="00FD1FEE" w:rsidRPr="00A3061F" w:rsidRDefault="00FD1FEE" w:rsidP="00FD1FEE">
      <w:pPr>
        <w:framePr w:w="4285" w:h="4493" w:hSpace="141" w:wrap="around" w:vAnchor="text" w:hAnchor="page" w:x="565" w:y="229"/>
        <w:jc w:val="center"/>
      </w:pPr>
    </w:p>
    <w:p w:rsidR="00A000FB" w:rsidRDefault="00A000FB" w:rsidP="00CD0858">
      <w:pPr>
        <w:jc w:val="center"/>
        <w:rPr>
          <w:bCs/>
        </w:rPr>
      </w:pPr>
    </w:p>
    <w:p w:rsidR="00A000FB" w:rsidRDefault="00A000FB" w:rsidP="00CD0858">
      <w:pPr>
        <w:pStyle w:val="a7"/>
        <w:tabs>
          <w:tab w:val="clear" w:pos="4677"/>
          <w:tab w:val="clear" w:pos="9355"/>
        </w:tabs>
        <w:jc w:val="center"/>
        <w:rPr>
          <w:noProof/>
        </w:rPr>
      </w:pPr>
    </w:p>
    <w:p w:rsidR="008E34B4" w:rsidRPr="008E34B4" w:rsidRDefault="008E34B4" w:rsidP="00CD0858">
      <w:pPr>
        <w:tabs>
          <w:tab w:val="left" w:pos="7240"/>
        </w:tabs>
        <w:jc w:val="center"/>
        <w:rPr>
          <w:b/>
          <w:sz w:val="28"/>
          <w:szCs w:val="28"/>
        </w:rPr>
      </w:pPr>
    </w:p>
    <w:p w:rsidR="005D7236" w:rsidRDefault="00A032D0" w:rsidP="005D7236">
      <w:pPr>
        <w:tabs>
          <w:tab w:val="left" w:pos="7240"/>
        </w:tabs>
        <w:jc w:val="right"/>
        <w:rPr>
          <w:sz w:val="28"/>
          <w:szCs w:val="28"/>
        </w:rPr>
      </w:pPr>
      <w:r>
        <w:rPr>
          <w:sz w:val="28"/>
          <w:szCs w:val="28"/>
        </w:rPr>
        <w:t>Заместителю главы</w:t>
      </w:r>
      <w:r w:rsidR="005D7236">
        <w:rPr>
          <w:sz w:val="28"/>
          <w:szCs w:val="28"/>
        </w:rPr>
        <w:t xml:space="preserve"> Администрации </w:t>
      </w:r>
    </w:p>
    <w:p w:rsidR="0025246D" w:rsidRDefault="005D7236" w:rsidP="005D7236">
      <w:pPr>
        <w:tabs>
          <w:tab w:val="left" w:pos="7240"/>
        </w:tabs>
        <w:jc w:val="right"/>
        <w:rPr>
          <w:sz w:val="28"/>
          <w:szCs w:val="28"/>
        </w:rPr>
      </w:pPr>
      <w:r>
        <w:rPr>
          <w:sz w:val="28"/>
          <w:szCs w:val="28"/>
        </w:rPr>
        <w:t>Милютинского района</w:t>
      </w:r>
    </w:p>
    <w:p w:rsidR="00A032D0" w:rsidRPr="009573C6" w:rsidRDefault="00A032D0" w:rsidP="005D7236">
      <w:pPr>
        <w:tabs>
          <w:tab w:val="left" w:pos="7240"/>
        </w:tabs>
        <w:jc w:val="right"/>
        <w:rPr>
          <w:sz w:val="28"/>
          <w:szCs w:val="28"/>
        </w:rPr>
      </w:pPr>
      <w:r>
        <w:rPr>
          <w:sz w:val="28"/>
          <w:szCs w:val="28"/>
        </w:rPr>
        <w:t>по организационной и кадровой работе</w:t>
      </w:r>
    </w:p>
    <w:p w:rsidR="00387335" w:rsidRPr="009573C6" w:rsidRDefault="00A032D0" w:rsidP="005D7236">
      <w:pPr>
        <w:tabs>
          <w:tab w:val="left" w:pos="7240"/>
        </w:tabs>
        <w:jc w:val="right"/>
        <w:rPr>
          <w:sz w:val="28"/>
          <w:szCs w:val="28"/>
        </w:rPr>
      </w:pPr>
      <w:r>
        <w:rPr>
          <w:sz w:val="28"/>
          <w:szCs w:val="28"/>
        </w:rPr>
        <w:t>Королевой Т.В</w:t>
      </w:r>
      <w:r w:rsidR="005D7236">
        <w:rPr>
          <w:sz w:val="28"/>
          <w:szCs w:val="28"/>
        </w:rPr>
        <w:t>.</w:t>
      </w:r>
    </w:p>
    <w:p w:rsidR="00BA2AEC" w:rsidRDefault="00BA2AEC" w:rsidP="00CD0858">
      <w:pPr>
        <w:tabs>
          <w:tab w:val="left" w:pos="7240"/>
        </w:tabs>
        <w:jc w:val="center"/>
        <w:rPr>
          <w:sz w:val="28"/>
          <w:szCs w:val="28"/>
        </w:rPr>
      </w:pPr>
    </w:p>
    <w:p w:rsidR="008E34B4" w:rsidRDefault="008E34B4" w:rsidP="00CD0858">
      <w:pPr>
        <w:tabs>
          <w:tab w:val="left" w:pos="7240"/>
        </w:tabs>
        <w:jc w:val="center"/>
        <w:rPr>
          <w:sz w:val="28"/>
          <w:szCs w:val="28"/>
        </w:rPr>
      </w:pPr>
    </w:p>
    <w:p w:rsidR="008E34B4" w:rsidRDefault="008E34B4" w:rsidP="00CD0858">
      <w:pPr>
        <w:tabs>
          <w:tab w:val="left" w:pos="7240"/>
        </w:tabs>
        <w:jc w:val="center"/>
        <w:rPr>
          <w:sz w:val="28"/>
          <w:szCs w:val="28"/>
        </w:rPr>
      </w:pPr>
    </w:p>
    <w:p w:rsidR="008E34B4" w:rsidRDefault="008E34B4" w:rsidP="00CD0858">
      <w:pPr>
        <w:tabs>
          <w:tab w:val="left" w:pos="7240"/>
        </w:tabs>
        <w:jc w:val="center"/>
        <w:rPr>
          <w:sz w:val="28"/>
          <w:szCs w:val="28"/>
        </w:rPr>
      </w:pPr>
    </w:p>
    <w:p w:rsidR="008E34B4" w:rsidRDefault="008E34B4" w:rsidP="00CD0858">
      <w:pPr>
        <w:tabs>
          <w:tab w:val="left" w:pos="7240"/>
        </w:tabs>
        <w:jc w:val="center"/>
        <w:rPr>
          <w:sz w:val="28"/>
          <w:szCs w:val="28"/>
        </w:rPr>
      </w:pPr>
    </w:p>
    <w:p w:rsidR="008E34B4" w:rsidRDefault="008E34B4" w:rsidP="00CD0858">
      <w:pPr>
        <w:tabs>
          <w:tab w:val="left" w:pos="7240"/>
        </w:tabs>
        <w:jc w:val="center"/>
        <w:rPr>
          <w:sz w:val="28"/>
          <w:szCs w:val="28"/>
        </w:rPr>
      </w:pPr>
    </w:p>
    <w:p w:rsidR="008C1182" w:rsidRDefault="008C1182" w:rsidP="00CD0858">
      <w:pPr>
        <w:tabs>
          <w:tab w:val="left" w:pos="7240"/>
        </w:tabs>
        <w:jc w:val="center"/>
        <w:rPr>
          <w:sz w:val="28"/>
          <w:szCs w:val="28"/>
        </w:rPr>
      </w:pPr>
    </w:p>
    <w:p w:rsidR="00BA2AEC" w:rsidRDefault="00BA2AEC" w:rsidP="00CD0858">
      <w:pPr>
        <w:jc w:val="center"/>
        <w:rPr>
          <w:sz w:val="28"/>
          <w:szCs w:val="28"/>
        </w:rPr>
      </w:pPr>
    </w:p>
    <w:p w:rsidR="001D545F" w:rsidRDefault="001D545F" w:rsidP="00CD0858">
      <w:pPr>
        <w:jc w:val="center"/>
        <w:rPr>
          <w:sz w:val="28"/>
          <w:szCs w:val="28"/>
        </w:rPr>
      </w:pPr>
    </w:p>
    <w:p w:rsidR="00FD1FEE" w:rsidRPr="00017E1B" w:rsidRDefault="00FD1FEE" w:rsidP="005D7236">
      <w:pPr>
        <w:rPr>
          <w:sz w:val="28"/>
          <w:szCs w:val="28"/>
        </w:rPr>
      </w:pPr>
    </w:p>
    <w:p w:rsidR="0025246D" w:rsidRDefault="00A032D0" w:rsidP="00FD1FEE">
      <w:pPr>
        <w:jc w:val="center"/>
        <w:rPr>
          <w:sz w:val="28"/>
          <w:szCs w:val="28"/>
        </w:rPr>
      </w:pPr>
      <w:r>
        <w:rPr>
          <w:sz w:val="28"/>
          <w:szCs w:val="28"/>
        </w:rPr>
        <w:t>Уважаемая</w:t>
      </w:r>
      <w:r w:rsidR="005D7236">
        <w:rPr>
          <w:sz w:val="28"/>
          <w:szCs w:val="28"/>
        </w:rPr>
        <w:t xml:space="preserve"> </w:t>
      </w:r>
      <w:r>
        <w:rPr>
          <w:sz w:val="28"/>
          <w:szCs w:val="28"/>
        </w:rPr>
        <w:t>Тамара Викторовна</w:t>
      </w:r>
      <w:r w:rsidR="00994231">
        <w:rPr>
          <w:sz w:val="28"/>
          <w:szCs w:val="28"/>
        </w:rPr>
        <w:t>!</w:t>
      </w:r>
    </w:p>
    <w:p w:rsidR="00512446" w:rsidRDefault="00512446" w:rsidP="00CD0858">
      <w:pPr>
        <w:jc w:val="center"/>
        <w:rPr>
          <w:sz w:val="28"/>
          <w:szCs w:val="28"/>
        </w:rPr>
      </w:pPr>
    </w:p>
    <w:p w:rsidR="003F292D" w:rsidRPr="00813CB1" w:rsidRDefault="003F292D" w:rsidP="00CD0858">
      <w:pPr>
        <w:jc w:val="center"/>
        <w:rPr>
          <w:sz w:val="26"/>
          <w:szCs w:val="26"/>
        </w:rPr>
      </w:pPr>
    </w:p>
    <w:p w:rsidR="005D7236" w:rsidRPr="00FD1FEE" w:rsidRDefault="00082E91" w:rsidP="005D7236">
      <w:pPr>
        <w:jc w:val="both"/>
        <w:rPr>
          <w:sz w:val="28"/>
          <w:szCs w:val="28"/>
        </w:rPr>
      </w:pPr>
      <w:r>
        <w:rPr>
          <w:sz w:val="28"/>
          <w:szCs w:val="28"/>
        </w:rPr>
        <w:t>О</w:t>
      </w:r>
      <w:r w:rsidR="005D7236" w:rsidRPr="00FD1FEE">
        <w:rPr>
          <w:sz w:val="28"/>
          <w:szCs w:val="28"/>
        </w:rPr>
        <w:t xml:space="preserve">тдел образования Администрации Милютинского района предоставляет информацию о </w:t>
      </w:r>
      <w:r>
        <w:rPr>
          <w:sz w:val="28"/>
          <w:szCs w:val="28"/>
        </w:rPr>
        <w:t>результатах деятель</w:t>
      </w:r>
      <w:r w:rsidR="00947916">
        <w:rPr>
          <w:sz w:val="28"/>
          <w:szCs w:val="28"/>
        </w:rPr>
        <w:t xml:space="preserve">ности за </w:t>
      </w:r>
      <w:r w:rsidR="00194A7E">
        <w:rPr>
          <w:sz w:val="28"/>
          <w:szCs w:val="28"/>
        </w:rPr>
        <w:t>12</w:t>
      </w:r>
      <w:r w:rsidR="00947916">
        <w:rPr>
          <w:sz w:val="28"/>
          <w:szCs w:val="28"/>
        </w:rPr>
        <w:t xml:space="preserve"> месяц</w:t>
      </w:r>
      <w:r w:rsidR="000169CE">
        <w:rPr>
          <w:sz w:val="28"/>
          <w:szCs w:val="28"/>
        </w:rPr>
        <w:t>ев</w:t>
      </w:r>
      <w:r w:rsidR="00A032D0">
        <w:rPr>
          <w:sz w:val="28"/>
          <w:szCs w:val="28"/>
        </w:rPr>
        <w:t xml:space="preserve"> 201</w:t>
      </w:r>
      <w:r w:rsidR="005F6590">
        <w:rPr>
          <w:sz w:val="28"/>
          <w:szCs w:val="28"/>
        </w:rPr>
        <w:t>9</w:t>
      </w:r>
      <w:r w:rsidR="006C675D">
        <w:rPr>
          <w:sz w:val="28"/>
          <w:szCs w:val="28"/>
        </w:rPr>
        <w:t xml:space="preserve"> </w:t>
      </w:r>
      <w:r w:rsidR="00A032D0">
        <w:rPr>
          <w:sz w:val="28"/>
          <w:szCs w:val="28"/>
        </w:rPr>
        <w:t>г. по курируемому направлению.</w:t>
      </w:r>
    </w:p>
    <w:p w:rsidR="009C2916" w:rsidRDefault="009C2916" w:rsidP="00CD0858">
      <w:pPr>
        <w:jc w:val="center"/>
        <w:rPr>
          <w:sz w:val="28"/>
          <w:szCs w:val="28"/>
        </w:rPr>
      </w:pPr>
    </w:p>
    <w:p w:rsidR="00A032D0" w:rsidRDefault="00A032D0" w:rsidP="00CD0858">
      <w:pPr>
        <w:jc w:val="center"/>
        <w:rPr>
          <w:sz w:val="28"/>
          <w:szCs w:val="28"/>
        </w:rPr>
      </w:pPr>
    </w:p>
    <w:p w:rsidR="00A032D0" w:rsidRDefault="00A032D0" w:rsidP="00CD0858">
      <w:pPr>
        <w:jc w:val="center"/>
        <w:rPr>
          <w:sz w:val="28"/>
          <w:szCs w:val="28"/>
        </w:rPr>
      </w:pPr>
    </w:p>
    <w:p w:rsidR="0046149D" w:rsidRDefault="0046149D" w:rsidP="00CD0858">
      <w:pPr>
        <w:jc w:val="center"/>
        <w:rPr>
          <w:sz w:val="28"/>
          <w:szCs w:val="28"/>
        </w:rPr>
      </w:pPr>
    </w:p>
    <w:p w:rsidR="00387335" w:rsidRPr="009573C6" w:rsidRDefault="0052029B" w:rsidP="0052029B">
      <w:pPr>
        <w:tabs>
          <w:tab w:val="left" w:pos="7240"/>
        </w:tabs>
        <w:rPr>
          <w:sz w:val="28"/>
          <w:szCs w:val="28"/>
        </w:rPr>
      </w:pPr>
      <w:r>
        <w:rPr>
          <w:sz w:val="28"/>
          <w:szCs w:val="28"/>
        </w:rPr>
        <w:t>Заведующий</w:t>
      </w:r>
      <w:r w:rsidR="00A37A9F" w:rsidRPr="009573C6">
        <w:rPr>
          <w:sz w:val="28"/>
          <w:szCs w:val="28"/>
        </w:rPr>
        <w:t xml:space="preserve"> отделом образования                                </w:t>
      </w:r>
      <w:r>
        <w:rPr>
          <w:sz w:val="28"/>
          <w:szCs w:val="28"/>
        </w:rPr>
        <w:t xml:space="preserve">             Е.И.Анищенко</w:t>
      </w:r>
    </w:p>
    <w:p w:rsidR="000F39E5" w:rsidRDefault="007C7076" w:rsidP="00A032D0">
      <w:pPr>
        <w:tabs>
          <w:tab w:val="left" w:pos="7240"/>
        </w:tabs>
        <w:rPr>
          <w:sz w:val="28"/>
          <w:szCs w:val="28"/>
        </w:rPr>
      </w:pPr>
      <w:r w:rsidRPr="009573C6">
        <w:rPr>
          <w:sz w:val="28"/>
          <w:szCs w:val="28"/>
        </w:rPr>
        <w:t>Администрации Милютинского района</w:t>
      </w:r>
    </w:p>
    <w:p w:rsidR="00900F88" w:rsidRDefault="00900F88" w:rsidP="00A032D0">
      <w:pPr>
        <w:tabs>
          <w:tab w:val="left" w:pos="7240"/>
        </w:tabs>
        <w:rPr>
          <w:sz w:val="28"/>
          <w:szCs w:val="28"/>
        </w:rPr>
      </w:pPr>
    </w:p>
    <w:p w:rsidR="00900F88" w:rsidRDefault="00900F88" w:rsidP="00A032D0">
      <w:pPr>
        <w:tabs>
          <w:tab w:val="left" w:pos="7240"/>
        </w:tabs>
        <w:rPr>
          <w:sz w:val="28"/>
          <w:szCs w:val="28"/>
        </w:rPr>
      </w:pPr>
    </w:p>
    <w:p w:rsidR="00900F88" w:rsidRDefault="00900F88" w:rsidP="00A032D0">
      <w:pPr>
        <w:tabs>
          <w:tab w:val="left" w:pos="7240"/>
        </w:tabs>
        <w:rPr>
          <w:sz w:val="28"/>
          <w:szCs w:val="28"/>
        </w:rPr>
      </w:pPr>
    </w:p>
    <w:p w:rsidR="00900F88" w:rsidRDefault="00900F88" w:rsidP="00A032D0">
      <w:pPr>
        <w:tabs>
          <w:tab w:val="left" w:pos="7240"/>
        </w:tabs>
        <w:rPr>
          <w:sz w:val="28"/>
          <w:szCs w:val="28"/>
        </w:rPr>
      </w:pPr>
    </w:p>
    <w:p w:rsidR="00900F88" w:rsidRDefault="00900F88" w:rsidP="00A032D0">
      <w:pPr>
        <w:tabs>
          <w:tab w:val="left" w:pos="7240"/>
        </w:tabs>
        <w:rPr>
          <w:sz w:val="28"/>
          <w:szCs w:val="28"/>
        </w:rPr>
      </w:pPr>
    </w:p>
    <w:p w:rsidR="00900F88" w:rsidRDefault="00900F88" w:rsidP="00A032D0">
      <w:pPr>
        <w:tabs>
          <w:tab w:val="left" w:pos="7240"/>
        </w:tabs>
        <w:rPr>
          <w:sz w:val="28"/>
          <w:szCs w:val="28"/>
        </w:rPr>
      </w:pPr>
    </w:p>
    <w:p w:rsidR="00900F88" w:rsidRPr="005F6590" w:rsidRDefault="005F6590" w:rsidP="00A032D0">
      <w:pPr>
        <w:tabs>
          <w:tab w:val="left" w:pos="7240"/>
        </w:tabs>
        <w:rPr>
          <w:sz w:val="20"/>
          <w:szCs w:val="20"/>
        </w:rPr>
      </w:pPr>
      <w:r w:rsidRPr="005F6590">
        <w:rPr>
          <w:sz w:val="20"/>
          <w:szCs w:val="20"/>
        </w:rPr>
        <w:t>Исполнители:</w:t>
      </w:r>
    </w:p>
    <w:p w:rsidR="00900F88" w:rsidRDefault="005F6590" w:rsidP="00A032D0">
      <w:pPr>
        <w:tabs>
          <w:tab w:val="left" w:pos="7240"/>
        </w:tabs>
        <w:rPr>
          <w:sz w:val="20"/>
          <w:szCs w:val="20"/>
        </w:rPr>
      </w:pPr>
      <w:r w:rsidRPr="005F6590">
        <w:rPr>
          <w:sz w:val="20"/>
          <w:szCs w:val="20"/>
        </w:rPr>
        <w:t>КандаковаЗ.И.</w:t>
      </w:r>
    </w:p>
    <w:p w:rsidR="005F6590" w:rsidRPr="005F6590" w:rsidRDefault="005F6590" w:rsidP="00A032D0">
      <w:pPr>
        <w:tabs>
          <w:tab w:val="left" w:pos="7240"/>
        </w:tabs>
        <w:rPr>
          <w:sz w:val="20"/>
          <w:szCs w:val="20"/>
        </w:rPr>
      </w:pPr>
      <w:r>
        <w:rPr>
          <w:sz w:val="20"/>
          <w:szCs w:val="20"/>
        </w:rPr>
        <w:t>Ольховик Е.А.</w:t>
      </w:r>
    </w:p>
    <w:p w:rsidR="00900F88" w:rsidRDefault="005F6590" w:rsidP="00A032D0">
      <w:pPr>
        <w:tabs>
          <w:tab w:val="left" w:pos="7240"/>
        </w:tabs>
        <w:rPr>
          <w:sz w:val="20"/>
          <w:szCs w:val="20"/>
        </w:rPr>
      </w:pPr>
      <w:r w:rsidRPr="005F6590">
        <w:rPr>
          <w:sz w:val="20"/>
          <w:szCs w:val="20"/>
        </w:rPr>
        <w:t>Мормуль М.Н.</w:t>
      </w:r>
    </w:p>
    <w:p w:rsidR="005F6590" w:rsidRDefault="00C54E64" w:rsidP="00A032D0">
      <w:pPr>
        <w:tabs>
          <w:tab w:val="left" w:pos="7240"/>
        </w:tabs>
        <w:rPr>
          <w:sz w:val="20"/>
          <w:szCs w:val="20"/>
        </w:rPr>
      </w:pPr>
      <w:r>
        <w:rPr>
          <w:sz w:val="20"/>
          <w:szCs w:val="20"/>
        </w:rPr>
        <w:t>Жукова О</w:t>
      </w:r>
      <w:r w:rsidR="005F6590">
        <w:rPr>
          <w:sz w:val="20"/>
          <w:szCs w:val="20"/>
        </w:rPr>
        <w:t>.</w:t>
      </w:r>
      <w:r>
        <w:rPr>
          <w:sz w:val="20"/>
          <w:szCs w:val="20"/>
        </w:rPr>
        <w:t>И.</w:t>
      </w:r>
    </w:p>
    <w:p w:rsidR="00C54E64" w:rsidRDefault="00C54E64" w:rsidP="00A032D0">
      <w:pPr>
        <w:tabs>
          <w:tab w:val="left" w:pos="7240"/>
        </w:tabs>
        <w:rPr>
          <w:sz w:val="20"/>
          <w:szCs w:val="20"/>
        </w:rPr>
      </w:pPr>
      <w:r>
        <w:rPr>
          <w:sz w:val="20"/>
          <w:szCs w:val="20"/>
        </w:rPr>
        <w:t>Дейнекин Ю.А.</w:t>
      </w:r>
    </w:p>
    <w:p w:rsidR="005F6590" w:rsidRDefault="005F6590" w:rsidP="00A032D0">
      <w:pPr>
        <w:tabs>
          <w:tab w:val="left" w:pos="7240"/>
        </w:tabs>
        <w:rPr>
          <w:sz w:val="20"/>
          <w:szCs w:val="20"/>
        </w:rPr>
      </w:pPr>
      <w:r>
        <w:rPr>
          <w:sz w:val="20"/>
          <w:szCs w:val="20"/>
        </w:rPr>
        <w:t>Каргинова И.С.</w:t>
      </w:r>
    </w:p>
    <w:p w:rsidR="005F6590" w:rsidRDefault="005F6590" w:rsidP="00A032D0">
      <w:pPr>
        <w:tabs>
          <w:tab w:val="left" w:pos="7240"/>
        </w:tabs>
        <w:rPr>
          <w:sz w:val="20"/>
          <w:szCs w:val="20"/>
        </w:rPr>
      </w:pPr>
      <w:r>
        <w:rPr>
          <w:sz w:val="20"/>
          <w:szCs w:val="20"/>
        </w:rPr>
        <w:t>Щур О.Н.</w:t>
      </w:r>
    </w:p>
    <w:p w:rsidR="00C54E64" w:rsidRDefault="00C54E64" w:rsidP="00A032D0">
      <w:pPr>
        <w:tabs>
          <w:tab w:val="left" w:pos="7240"/>
        </w:tabs>
        <w:rPr>
          <w:sz w:val="20"/>
          <w:szCs w:val="20"/>
        </w:rPr>
      </w:pPr>
      <w:r>
        <w:rPr>
          <w:sz w:val="20"/>
          <w:szCs w:val="20"/>
        </w:rPr>
        <w:t>Кузнецова С. В.</w:t>
      </w:r>
    </w:p>
    <w:p w:rsidR="005F6590" w:rsidRDefault="005F6590" w:rsidP="00A032D0">
      <w:pPr>
        <w:tabs>
          <w:tab w:val="left" w:pos="7240"/>
        </w:tabs>
        <w:rPr>
          <w:sz w:val="20"/>
          <w:szCs w:val="20"/>
        </w:rPr>
      </w:pPr>
      <w:r>
        <w:rPr>
          <w:sz w:val="20"/>
          <w:szCs w:val="20"/>
        </w:rPr>
        <w:t>Третьякова Н.А.</w:t>
      </w:r>
    </w:p>
    <w:p w:rsidR="005F6590" w:rsidRDefault="005F6590" w:rsidP="00A032D0">
      <w:pPr>
        <w:tabs>
          <w:tab w:val="left" w:pos="7240"/>
        </w:tabs>
        <w:rPr>
          <w:sz w:val="20"/>
          <w:szCs w:val="20"/>
        </w:rPr>
      </w:pPr>
      <w:r>
        <w:rPr>
          <w:sz w:val="20"/>
          <w:szCs w:val="20"/>
        </w:rPr>
        <w:t>Гуденко Т.Р.</w:t>
      </w:r>
    </w:p>
    <w:p w:rsidR="005F6590" w:rsidRDefault="005F6590" w:rsidP="00A032D0">
      <w:pPr>
        <w:tabs>
          <w:tab w:val="left" w:pos="7240"/>
        </w:tabs>
        <w:rPr>
          <w:sz w:val="20"/>
          <w:szCs w:val="20"/>
        </w:rPr>
      </w:pPr>
      <w:r>
        <w:rPr>
          <w:sz w:val="20"/>
          <w:szCs w:val="20"/>
        </w:rPr>
        <w:t>Орыщенко О.А.</w:t>
      </w:r>
    </w:p>
    <w:p w:rsidR="005F6590" w:rsidRDefault="005F6590" w:rsidP="00A032D0">
      <w:pPr>
        <w:tabs>
          <w:tab w:val="left" w:pos="7240"/>
        </w:tabs>
        <w:rPr>
          <w:sz w:val="20"/>
          <w:szCs w:val="20"/>
        </w:rPr>
      </w:pPr>
      <w:r>
        <w:rPr>
          <w:sz w:val="20"/>
          <w:szCs w:val="20"/>
        </w:rPr>
        <w:t>Ковалева А.А.</w:t>
      </w:r>
    </w:p>
    <w:p w:rsidR="005F6590" w:rsidRDefault="005F6590" w:rsidP="00A032D0">
      <w:pPr>
        <w:tabs>
          <w:tab w:val="left" w:pos="7240"/>
        </w:tabs>
        <w:rPr>
          <w:sz w:val="20"/>
          <w:szCs w:val="20"/>
        </w:rPr>
      </w:pPr>
      <w:r>
        <w:rPr>
          <w:sz w:val="20"/>
          <w:szCs w:val="20"/>
        </w:rPr>
        <w:t>Колесникова Н.А.</w:t>
      </w:r>
    </w:p>
    <w:p w:rsidR="005F6590" w:rsidRPr="005F6590" w:rsidRDefault="005F6590" w:rsidP="00A032D0">
      <w:pPr>
        <w:tabs>
          <w:tab w:val="left" w:pos="7240"/>
        </w:tabs>
        <w:rPr>
          <w:sz w:val="20"/>
          <w:szCs w:val="20"/>
        </w:rPr>
      </w:pPr>
    </w:p>
    <w:p w:rsidR="00900F88" w:rsidRPr="005F6590" w:rsidRDefault="00900F88" w:rsidP="00A032D0">
      <w:pPr>
        <w:tabs>
          <w:tab w:val="left" w:pos="7240"/>
        </w:tabs>
        <w:rPr>
          <w:sz w:val="20"/>
          <w:szCs w:val="20"/>
        </w:rPr>
      </w:pPr>
    </w:p>
    <w:p w:rsidR="00900F88" w:rsidRPr="005F6590" w:rsidRDefault="00900F88" w:rsidP="00A032D0">
      <w:pPr>
        <w:tabs>
          <w:tab w:val="left" w:pos="7240"/>
        </w:tabs>
        <w:rPr>
          <w:sz w:val="20"/>
          <w:szCs w:val="20"/>
        </w:rPr>
      </w:pPr>
    </w:p>
    <w:p w:rsidR="00082E91" w:rsidRPr="005F6590" w:rsidRDefault="00082E91" w:rsidP="00900F88">
      <w:pPr>
        <w:jc w:val="right"/>
        <w:rPr>
          <w:sz w:val="20"/>
          <w:szCs w:val="20"/>
        </w:rPr>
      </w:pPr>
    </w:p>
    <w:p w:rsidR="00900F88" w:rsidRPr="00E92F35" w:rsidRDefault="00900F88" w:rsidP="00900F88">
      <w:pPr>
        <w:jc w:val="right"/>
        <w:rPr>
          <w:sz w:val="22"/>
          <w:szCs w:val="22"/>
        </w:rPr>
      </w:pPr>
    </w:p>
    <w:p w:rsidR="005F6590" w:rsidRDefault="005F6590" w:rsidP="00EF125C">
      <w:pPr>
        <w:jc w:val="center"/>
        <w:rPr>
          <w:b/>
          <w:sz w:val="28"/>
          <w:szCs w:val="28"/>
        </w:rPr>
      </w:pPr>
    </w:p>
    <w:p w:rsidR="00173EB0" w:rsidRDefault="00173EB0" w:rsidP="00EF125C">
      <w:pPr>
        <w:jc w:val="center"/>
        <w:rPr>
          <w:b/>
          <w:sz w:val="28"/>
          <w:szCs w:val="28"/>
        </w:rPr>
      </w:pPr>
    </w:p>
    <w:p w:rsidR="00900F88" w:rsidRDefault="00900F88" w:rsidP="00EF125C">
      <w:pPr>
        <w:jc w:val="center"/>
        <w:rPr>
          <w:b/>
          <w:sz w:val="28"/>
          <w:szCs w:val="28"/>
        </w:rPr>
      </w:pPr>
      <w:r>
        <w:rPr>
          <w:b/>
          <w:sz w:val="28"/>
          <w:szCs w:val="28"/>
        </w:rPr>
        <w:t xml:space="preserve">Отчет отдела образования </w:t>
      </w:r>
      <w:r w:rsidRPr="00C810F8">
        <w:rPr>
          <w:b/>
          <w:sz w:val="28"/>
          <w:szCs w:val="28"/>
        </w:rPr>
        <w:t xml:space="preserve"> </w:t>
      </w:r>
      <w:r>
        <w:rPr>
          <w:b/>
          <w:sz w:val="28"/>
          <w:szCs w:val="28"/>
        </w:rPr>
        <w:t>Администрации Милютинского района</w:t>
      </w:r>
    </w:p>
    <w:p w:rsidR="00900F88" w:rsidRDefault="00900F88" w:rsidP="00EF125C">
      <w:pPr>
        <w:jc w:val="center"/>
        <w:rPr>
          <w:b/>
          <w:sz w:val="28"/>
          <w:szCs w:val="28"/>
        </w:rPr>
      </w:pPr>
      <w:r w:rsidRPr="00C810F8">
        <w:rPr>
          <w:b/>
          <w:sz w:val="28"/>
          <w:szCs w:val="28"/>
        </w:rPr>
        <w:t xml:space="preserve">за </w:t>
      </w:r>
      <w:r w:rsidR="00CE636C">
        <w:rPr>
          <w:b/>
          <w:sz w:val="28"/>
          <w:szCs w:val="28"/>
        </w:rPr>
        <w:t>12</w:t>
      </w:r>
      <w:r w:rsidR="00C31233">
        <w:rPr>
          <w:b/>
          <w:sz w:val="28"/>
          <w:szCs w:val="28"/>
        </w:rPr>
        <w:t xml:space="preserve"> месяц</w:t>
      </w:r>
      <w:r w:rsidR="00153C68">
        <w:rPr>
          <w:b/>
          <w:sz w:val="28"/>
          <w:szCs w:val="28"/>
        </w:rPr>
        <w:t xml:space="preserve">ев </w:t>
      </w:r>
      <w:r w:rsidRPr="00C810F8">
        <w:rPr>
          <w:b/>
          <w:sz w:val="28"/>
          <w:szCs w:val="28"/>
        </w:rPr>
        <w:t xml:space="preserve"> 201</w:t>
      </w:r>
      <w:r w:rsidR="005F6590">
        <w:rPr>
          <w:b/>
          <w:sz w:val="28"/>
          <w:szCs w:val="28"/>
        </w:rPr>
        <w:t>9</w:t>
      </w:r>
      <w:r w:rsidRPr="00C810F8">
        <w:rPr>
          <w:b/>
          <w:sz w:val="28"/>
          <w:szCs w:val="28"/>
        </w:rPr>
        <w:t xml:space="preserve"> года</w:t>
      </w:r>
      <w:r>
        <w:rPr>
          <w:b/>
          <w:sz w:val="28"/>
          <w:szCs w:val="28"/>
        </w:rPr>
        <w:t>.</w:t>
      </w:r>
    </w:p>
    <w:p w:rsidR="00900F88" w:rsidRPr="003F23A3" w:rsidRDefault="00900F88" w:rsidP="003F4EBB">
      <w:pPr>
        <w:jc w:val="both"/>
        <w:rPr>
          <w:b/>
          <w:sz w:val="28"/>
          <w:szCs w:val="28"/>
        </w:rPr>
      </w:pPr>
    </w:p>
    <w:p w:rsidR="00900F88" w:rsidRPr="00292650" w:rsidRDefault="00900F88" w:rsidP="003F4EBB">
      <w:pPr>
        <w:widowControl w:val="0"/>
        <w:autoSpaceDE w:val="0"/>
        <w:autoSpaceDN w:val="0"/>
        <w:adjustRightInd w:val="0"/>
        <w:jc w:val="both"/>
        <w:rPr>
          <w:rFonts w:ascii="Times New Roman CYR" w:hAnsi="Times New Roman CYR" w:cs="Times New Roman CYR"/>
          <w:sz w:val="28"/>
          <w:szCs w:val="28"/>
        </w:rPr>
      </w:pPr>
      <w:r w:rsidRPr="003F23A3">
        <w:rPr>
          <w:rFonts w:ascii="Times New Roman CYR" w:hAnsi="Times New Roman CYR" w:cs="Times New Roman CYR"/>
          <w:b/>
          <w:i/>
          <w:sz w:val="28"/>
          <w:szCs w:val="28"/>
        </w:rPr>
        <w:t xml:space="preserve">     </w:t>
      </w:r>
      <w:r w:rsidR="00D33B7A" w:rsidRPr="00292650">
        <w:rPr>
          <w:rFonts w:ascii="Times New Roman CYR" w:hAnsi="Times New Roman CYR" w:cs="Times New Roman CYR"/>
          <w:sz w:val="28"/>
          <w:szCs w:val="28"/>
        </w:rPr>
        <w:t xml:space="preserve">В </w:t>
      </w:r>
      <w:r w:rsidR="00F92DD2" w:rsidRPr="00292650">
        <w:rPr>
          <w:rFonts w:ascii="Times New Roman CYR" w:hAnsi="Times New Roman CYR" w:cs="Times New Roman CYR"/>
          <w:sz w:val="28"/>
          <w:szCs w:val="28"/>
        </w:rPr>
        <w:t>201</w:t>
      </w:r>
      <w:r w:rsidR="005F6590" w:rsidRPr="00292650">
        <w:rPr>
          <w:rFonts w:ascii="Times New Roman CYR" w:hAnsi="Times New Roman CYR" w:cs="Times New Roman CYR"/>
          <w:sz w:val="28"/>
          <w:szCs w:val="28"/>
        </w:rPr>
        <w:t>9</w:t>
      </w:r>
      <w:r w:rsidR="002179CD" w:rsidRPr="00292650">
        <w:rPr>
          <w:rFonts w:ascii="Times New Roman CYR" w:hAnsi="Times New Roman CYR" w:cs="Times New Roman CYR"/>
          <w:sz w:val="28"/>
          <w:szCs w:val="28"/>
        </w:rPr>
        <w:t xml:space="preserve"> году</w:t>
      </w:r>
      <w:r w:rsidRPr="00292650">
        <w:rPr>
          <w:rFonts w:ascii="Times New Roman CYR" w:hAnsi="Times New Roman CYR" w:cs="Times New Roman CYR"/>
          <w:sz w:val="28"/>
          <w:szCs w:val="28"/>
        </w:rPr>
        <w:t xml:space="preserve"> в Милютинском районе функционирует 10 средних школ, 5 основных, 1 начальная, детско-юношеская спортивная школа, 9 дошкольных образовательных организаций.</w:t>
      </w:r>
      <w:r w:rsidR="00756A22" w:rsidRPr="00292650">
        <w:rPr>
          <w:rFonts w:ascii="Times New Roman CYR" w:hAnsi="Times New Roman CYR" w:cs="Times New Roman CYR"/>
          <w:sz w:val="28"/>
          <w:szCs w:val="28"/>
        </w:rPr>
        <w:t xml:space="preserve"> </w:t>
      </w:r>
      <w:r w:rsidRPr="00292650">
        <w:rPr>
          <w:rFonts w:ascii="Times New Roman CYR" w:hAnsi="Times New Roman CYR" w:cs="Times New Roman CYR"/>
          <w:sz w:val="28"/>
          <w:szCs w:val="28"/>
        </w:rPr>
        <w:t>Деятельность оздоровительно-образовательного центра «Родничок» приостановлена по причине несоответствия требованиям СанПиНа.</w:t>
      </w:r>
    </w:p>
    <w:p w:rsidR="00900F88" w:rsidRPr="00292650" w:rsidRDefault="00900F88" w:rsidP="00A17F54">
      <w:pPr>
        <w:widowControl w:val="0"/>
        <w:autoSpaceDE w:val="0"/>
        <w:autoSpaceDN w:val="0"/>
        <w:adjustRightInd w:val="0"/>
        <w:jc w:val="both"/>
        <w:rPr>
          <w:rFonts w:ascii="Times New Roman CYR" w:hAnsi="Times New Roman CYR" w:cs="Times New Roman CYR"/>
          <w:sz w:val="28"/>
          <w:szCs w:val="28"/>
        </w:rPr>
      </w:pPr>
      <w:r w:rsidRPr="00292650">
        <w:rPr>
          <w:rFonts w:ascii="Times New Roman CYR" w:hAnsi="Times New Roman CYR" w:cs="Times New Roman CYR"/>
          <w:sz w:val="28"/>
          <w:szCs w:val="28"/>
        </w:rPr>
        <w:t xml:space="preserve">     В системе образования Милютинского района функционируют 9 муниципальных дошкольных обра</w:t>
      </w:r>
      <w:r w:rsidR="00A17F54" w:rsidRPr="00292650">
        <w:rPr>
          <w:rFonts w:ascii="Times New Roman CYR" w:hAnsi="Times New Roman CYR" w:cs="Times New Roman CYR"/>
          <w:sz w:val="28"/>
          <w:szCs w:val="28"/>
        </w:rPr>
        <w:t>зовательных организаций (всего 19</w:t>
      </w:r>
      <w:r w:rsidRPr="00292650">
        <w:rPr>
          <w:rFonts w:ascii="Times New Roman CYR" w:hAnsi="Times New Roman CYR" w:cs="Times New Roman CYR"/>
          <w:sz w:val="28"/>
          <w:szCs w:val="28"/>
        </w:rPr>
        <w:t xml:space="preserve"> групп) и 5 групп дошкольного  образования на базе пяти муниципальных  бюджетных  общеобразовательных  организаций  (МБОУ Лукичевская СОШ, МБОУ Кутейниковская  СОШ,  МБОУ Первомайская  ООШ,  МБОУ  Авангардовская  ООШ,  МБОУ  Орловская  НОШ). </w:t>
      </w:r>
    </w:p>
    <w:p w:rsidR="00900F88" w:rsidRPr="00292650" w:rsidRDefault="003605B7" w:rsidP="00A17F54">
      <w:pPr>
        <w:ind w:firstLine="708"/>
        <w:jc w:val="both"/>
        <w:rPr>
          <w:sz w:val="28"/>
          <w:szCs w:val="28"/>
        </w:rPr>
      </w:pPr>
      <w:r w:rsidRPr="00292650">
        <w:rPr>
          <w:rFonts w:ascii="Times New Roman CYR" w:hAnsi="Times New Roman CYR" w:cs="Times New Roman CYR"/>
          <w:sz w:val="28"/>
          <w:szCs w:val="28"/>
        </w:rPr>
        <w:t>На  01.</w:t>
      </w:r>
      <w:r w:rsidR="00A81F54" w:rsidRPr="00292650">
        <w:rPr>
          <w:rFonts w:ascii="Times New Roman CYR" w:hAnsi="Times New Roman CYR" w:cs="Times New Roman CYR"/>
          <w:sz w:val="28"/>
          <w:szCs w:val="28"/>
        </w:rPr>
        <w:t>0</w:t>
      </w:r>
      <w:r w:rsidRPr="00292650">
        <w:rPr>
          <w:rFonts w:ascii="Times New Roman CYR" w:hAnsi="Times New Roman CYR" w:cs="Times New Roman CYR"/>
          <w:sz w:val="28"/>
          <w:szCs w:val="28"/>
        </w:rPr>
        <w:t>1.2020</w:t>
      </w:r>
      <w:r w:rsidR="00900F88" w:rsidRPr="00292650">
        <w:rPr>
          <w:rFonts w:ascii="Times New Roman CYR" w:hAnsi="Times New Roman CYR" w:cs="Times New Roman CYR"/>
          <w:sz w:val="28"/>
          <w:szCs w:val="28"/>
        </w:rPr>
        <w:t xml:space="preserve"> г. </w:t>
      </w:r>
      <w:r w:rsidR="00900F88" w:rsidRPr="00292650">
        <w:rPr>
          <w:sz w:val="28"/>
          <w:szCs w:val="28"/>
        </w:rPr>
        <w:t>количество</w:t>
      </w:r>
      <w:r w:rsidR="00A17F54" w:rsidRPr="00292650">
        <w:rPr>
          <w:sz w:val="28"/>
          <w:szCs w:val="28"/>
        </w:rPr>
        <w:t xml:space="preserve"> </w:t>
      </w:r>
      <w:r w:rsidR="00900F88" w:rsidRPr="00292650">
        <w:rPr>
          <w:sz w:val="28"/>
          <w:szCs w:val="28"/>
        </w:rPr>
        <w:t>воспитанников  дошкольных  образовательных  организаций составл</w:t>
      </w:r>
      <w:r w:rsidR="00A81F54" w:rsidRPr="00292650">
        <w:rPr>
          <w:sz w:val="28"/>
          <w:szCs w:val="28"/>
        </w:rPr>
        <w:t>яет 35</w:t>
      </w:r>
      <w:r w:rsidRPr="00292650">
        <w:rPr>
          <w:sz w:val="28"/>
          <w:szCs w:val="28"/>
        </w:rPr>
        <w:t>9</w:t>
      </w:r>
      <w:r w:rsidR="00046880" w:rsidRPr="00292650">
        <w:rPr>
          <w:sz w:val="28"/>
          <w:szCs w:val="28"/>
        </w:rPr>
        <w:t xml:space="preserve"> детей</w:t>
      </w:r>
      <w:r w:rsidR="00900F88" w:rsidRPr="00292650">
        <w:rPr>
          <w:bCs/>
          <w:sz w:val="28"/>
          <w:szCs w:val="28"/>
        </w:rPr>
        <w:t xml:space="preserve"> </w:t>
      </w:r>
      <w:r w:rsidR="00900F88" w:rsidRPr="00292650">
        <w:rPr>
          <w:sz w:val="28"/>
          <w:szCs w:val="28"/>
        </w:rPr>
        <w:t>до</w:t>
      </w:r>
      <w:r w:rsidR="00A81F54" w:rsidRPr="00292650">
        <w:rPr>
          <w:sz w:val="28"/>
          <w:szCs w:val="28"/>
        </w:rPr>
        <w:t>школьного  возраста из  них: 32</w:t>
      </w:r>
      <w:r w:rsidRPr="00292650">
        <w:rPr>
          <w:sz w:val="28"/>
          <w:szCs w:val="28"/>
        </w:rPr>
        <w:t>5</w:t>
      </w:r>
      <w:r w:rsidR="00A17F54" w:rsidRPr="00292650">
        <w:rPr>
          <w:sz w:val="28"/>
          <w:szCs w:val="28"/>
        </w:rPr>
        <w:t xml:space="preserve"> воспитанник</w:t>
      </w:r>
      <w:r w:rsidRPr="00292650">
        <w:rPr>
          <w:sz w:val="28"/>
          <w:szCs w:val="28"/>
        </w:rPr>
        <w:t>ов</w:t>
      </w:r>
      <w:r w:rsidR="00900F88" w:rsidRPr="00292650">
        <w:rPr>
          <w:sz w:val="28"/>
          <w:szCs w:val="28"/>
        </w:rPr>
        <w:t xml:space="preserve">  посещают муниципальные  бюджетные  дошкольные  обр</w:t>
      </w:r>
      <w:r w:rsidR="00046880" w:rsidRPr="00292650">
        <w:rPr>
          <w:sz w:val="28"/>
          <w:szCs w:val="28"/>
        </w:rPr>
        <w:t>азовательные  организации  и  3</w:t>
      </w:r>
      <w:r w:rsidRPr="00292650">
        <w:rPr>
          <w:sz w:val="28"/>
          <w:szCs w:val="28"/>
        </w:rPr>
        <w:t>4</w:t>
      </w:r>
      <w:r w:rsidR="00D0207B" w:rsidRPr="00292650">
        <w:rPr>
          <w:sz w:val="28"/>
          <w:szCs w:val="28"/>
        </w:rPr>
        <w:t xml:space="preserve"> </w:t>
      </w:r>
      <w:r w:rsidRPr="00292650">
        <w:rPr>
          <w:sz w:val="28"/>
          <w:szCs w:val="28"/>
        </w:rPr>
        <w:t>воспитанника</w:t>
      </w:r>
      <w:r w:rsidR="00900F88" w:rsidRPr="00292650">
        <w:rPr>
          <w:sz w:val="28"/>
          <w:szCs w:val="28"/>
        </w:rPr>
        <w:t xml:space="preserve"> - группы  дошкольного  образования  общеобразовательны</w:t>
      </w:r>
      <w:r w:rsidR="00001C5D" w:rsidRPr="00292650">
        <w:rPr>
          <w:sz w:val="28"/>
          <w:szCs w:val="28"/>
        </w:rPr>
        <w:t>х</w:t>
      </w:r>
      <w:r w:rsidR="00900F88" w:rsidRPr="00292650">
        <w:rPr>
          <w:sz w:val="28"/>
          <w:szCs w:val="28"/>
        </w:rPr>
        <w:t xml:space="preserve">  организаци</w:t>
      </w:r>
      <w:r w:rsidR="00001C5D" w:rsidRPr="00292650">
        <w:rPr>
          <w:sz w:val="28"/>
          <w:szCs w:val="28"/>
        </w:rPr>
        <w:t>й</w:t>
      </w:r>
      <w:r w:rsidR="00900F88" w:rsidRPr="00292650">
        <w:rPr>
          <w:sz w:val="28"/>
          <w:szCs w:val="28"/>
        </w:rPr>
        <w:t>. Очередности на прием детей в организации, реализующи</w:t>
      </w:r>
      <w:r w:rsidR="00001C5D" w:rsidRPr="00292650">
        <w:rPr>
          <w:sz w:val="28"/>
          <w:szCs w:val="28"/>
        </w:rPr>
        <w:t>х</w:t>
      </w:r>
      <w:r w:rsidR="00900F88" w:rsidRPr="00292650">
        <w:rPr>
          <w:sz w:val="28"/>
          <w:szCs w:val="28"/>
        </w:rPr>
        <w:t xml:space="preserve"> программу дошкольного образования нет.</w:t>
      </w:r>
    </w:p>
    <w:p w:rsidR="004B2EED" w:rsidRPr="00292650" w:rsidRDefault="004F4308" w:rsidP="00A17F54">
      <w:pPr>
        <w:widowControl w:val="0"/>
        <w:autoSpaceDE w:val="0"/>
        <w:autoSpaceDN w:val="0"/>
        <w:adjustRightInd w:val="0"/>
        <w:jc w:val="both"/>
        <w:rPr>
          <w:rFonts w:ascii="Times New Roman CYR" w:hAnsi="Times New Roman CYR" w:cs="Times New Roman CYR"/>
          <w:sz w:val="28"/>
          <w:szCs w:val="28"/>
        </w:rPr>
      </w:pPr>
      <w:r w:rsidRPr="00292650">
        <w:rPr>
          <w:sz w:val="28"/>
          <w:szCs w:val="28"/>
        </w:rPr>
        <w:t xml:space="preserve"> </w:t>
      </w:r>
      <w:r w:rsidR="008B46C2" w:rsidRPr="00292650">
        <w:rPr>
          <w:sz w:val="28"/>
          <w:szCs w:val="28"/>
        </w:rPr>
        <w:tab/>
        <w:t>З</w:t>
      </w:r>
      <w:r w:rsidRPr="00292650">
        <w:rPr>
          <w:sz w:val="28"/>
          <w:szCs w:val="28"/>
        </w:rPr>
        <w:t xml:space="preserve">а </w:t>
      </w:r>
      <w:r w:rsidR="008B46C2" w:rsidRPr="00292650">
        <w:rPr>
          <w:sz w:val="28"/>
          <w:szCs w:val="28"/>
        </w:rPr>
        <w:t xml:space="preserve">истекший </w:t>
      </w:r>
      <w:r w:rsidRPr="00292650">
        <w:rPr>
          <w:sz w:val="28"/>
          <w:szCs w:val="28"/>
        </w:rPr>
        <w:t>период 201</w:t>
      </w:r>
      <w:r w:rsidR="004A0B32" w:rsidRPr="00292650">
        <w:rPr>
          <w:sz w:val="28"/>
          <w:szCs w:val="28"/>
        </w:rPr>
        <w:t>9</w:t>
      </w:r>
      <w:r w:rsidR="00526441" w:rsidRPr="00292650">
        <w:rPr>
          <w:sz w:val="28"/>
          <w:szCs w:val="28"/>
        </w:rPr>
        <w:t xml:space="preserve"> год</w:t>
      </w:r>
      <w:r w:rsidR="004A0B32" w:rsidRPr="00292650">
        <w:rPr>
          <w:sz w:val="28"/>
          <w:szCs w:val="28"/>
        </w:rPr>
        <w:t xml:space="preserve">а принято </w:t>
      </w:r>
      <w:r w:rsidR="003605B7" w:rsidRPr="00292650">
        <w:rPr>
          <w:sz w:val="28"/>
          <w:szCs w:val="28"/>
        </w:rPr>
        <w:t>97</w:t>
      </w:r>
      <w:r w:rsidR="008B46C2" w:rsidRPr="00292650">
        <w:rPr>
          <w:sz w:val="28"/>
          <w:szCs w:val="28"/>
        </w:rPr>
        <w:t xml:space="preserve"> </w:t>
      </w:r>
      <w:r w:rsidR="00A81F54" w:rsidRPr="00292650">
        <w:rPr>
          <w:sz w:val="28"/>
          <w:szCs w:val="28"/>
        </w:rPr>
        <w:t>заявлений</w:t>
      </w:r>
      <w:r w:rsidR="00900F88" w:rsidRPr="00292650">
        <w:rPr>
          <w:sz w:val="28"/>
          <w:szCs w:val="28"/>
        </w:rPr>
        <w:t xml:space="preserve"> от родителей (законных представителе</w:t>
      </w:r>
      <w:r w:rsidR="00B839FD" w:rsidRPr="00292650">
        <w:rPr>
          <w:sz w:val="28"/>
          <w:szCs w:val="28"/>
        </w:rPr>
        <w:t>й) о приеме детей в</w:t>
      </w:r>
      <w:r w:rsidR="00900F88" w:rsidRPr="00292650">
        <w:rPr>
          <w:sz w:val="28"/>
          <w:szCs w:val="28"/>
        </w:rPr>
        <w:t xml:space="preserve"> дошкольные </w:t>
      </w:r>
      <w:r w:rsidR="00B839FD" w:rsidRPr="00292650">
        <w:rPr>
          <w:sz w:val="28"/>
          <w:szCs w:val="28"/>
        </w:rPr>
        <w:t>образовательные</w:t>
      </w:r>
      <w:r w:rsidR="00900F88" w:rsidRPr="00292650">
        <w:rPr>
          <w:sz w:val="28"/>
          <w:szCs w:val="28"/>
        </w:rPr>
        <w:t xml:space="preserve"> организации.   Все   заявления удовлетворены.  Данная услуга оказана в электронном виде</w:t>
      </w:r>
      <w:r w:rsidR="00526441" w:rsidRPr="00292650">
        <w:rPr>
          <w:sz w:val="28"/>
          <w:szCs w:val="28"/>
        </w:rPr>
        <w:t>.</w:t>
      </w:r>
      <w:r w:rsidR="00900F88" w:rsidRPr="00292650">
        <w:rPr>
          <w:rFonts w:ascii="Times New Roman CYR" w:hAnsi="Times New Roman CYR" w:cs="Times New Roman CYR"/>
          <w:sz w:val="28"/>
          <w:szCs w:val="28"/>
        </w:rPr>
        <w:t xml:space="preserve">  </w:t>
      </w:r>
    </w:p>
    <w:p w:rsidR="00900F88" w:rsidRPr="00292650" w:rsidRDefault="004B2EED" w:rsidP="008B46C2">
      <w:pPr>
        <w:spacing w:line="293" w:lineRule="atLeast"/>
        <w:jc w:val="both"/>
        <w:rPr>
          <w:rFonts w:ascii="Times New Roman CYR" w:hAnsi="Times New Roman CYR" w:cs="Times New Roman CYR"/>
          <w:sz w:val="28"/>
          <w:szCs w:val="28"/>
        </w:rPr>
      </w:pPr>
      <w:r w:rsidRPr="00292650">
        <w:t xml:space="preserve">     </w:t>
      </w:r>
      <w:r w:rsidR="00900F88" w:rsidRPr="00292650">
        <w:rPr>
          <w:rFonts w:ascii="Times New Roman CYR" w:hAnsi="Times New Roman CYR" w:cs="Times New Roman CYR"/>
          <w:sz w:val="28"/>
          <w:szCs w:val="28"/>
        </w:rPr>
        <w:t xml:space="preserve">        </w:t>
      </w:r>
      <w:r w:rsidR="00900F88" w:rsidRPr="00292650">
        <w:rPr>
          <w:rFonts w:ascii="Times New Roman CYR" w:hAnsi="Times New Roman CYR" w:cs="Times New Roman CYR"/>
          <w:bCs/>
          <w:sz w:val="28"/>
          <w:szCs w:val="28"/>
        </w:rPr>
        <w:t>На 201</w:t>
      </w:r>
      <w:r w:rsidR="00196B58" w:rsidRPr="00292650">
        <w:rPr>
          <w:rFonts w:ascii="Times New Roman CYR" w:hAnsi="Times New Roman CYR" w:cs="Times New Roman CYR"/>
          <w:bCs/>
          <w:sz w:val="28"/>
          <w:szCs w:val="28"/>
        </w:rPr>
        <w:t>9</w:t>
      </w:r>
      <w:r w:rsidR="00900F88" w:rsidRPr="00292650">
        <w:rPr>
          <w:rFonts w:ascii="Times New Roman CYR" w:hAnsi="Times New Roman CYR" w:cs="Times New Roman CYR"/>
          <w:bCs/>
          <w:sz w:val="28"/>
          <w:szCs w:val="28"/>
        </w:rPr>
        <w:t xml:space="preserve"> год в бюджете на развитие отрасли «Образование» предусмотрено </w:t>
      </w:r>
      <w:r w:rsidR="00B801C3" w:rsidRPr="00292650">
        <w:rPr>
          <w:rFonts w:ascii="Times New Roman CYR" w:hAnsi="Times New Roman CYR" w:cs="Times New Roman CYR"/>
          <w:bCs/>
          <w:sz w:val="28"/>
          <w:szCs w:val="28"/>
          <w:u w:val="single"/>
        </w:rPr>
        <w:t>3</w:t>
      </w:r>
      <w:r w:rsidR="00EF1EE9" w:rsidRPr="00292650">
        <w:rPr>
          <w:rFonts w:ascii="Times New Roman CYR" w:hAnsi="Times New Roman CYR" w:cs="Times New Roman CYR"/>
          <w:bCs/>
          <w:sz w:val="28"/>
          <w:szCs w:val="28"/>
          <w:u w:val="single"/>
        </w:rPr>
        <w:t>81</w:t>
      </w:r>
      <w:r w:rsidR="00900F88" w:rsidRPr="00292650">
        <w:rPr>
          <w:rFonts w:ascii="Times New Roman CYR" w:hAnsi="Times New Roman CYR" w:cs="Times New Roman CYR"/>
          <w:bCs/>
          <w:sz w:val="28"/>
          <w:szCs w:val="28"/>
          <w:u w:val="single"/>
        </w:rPr>
        <w:t xml:space="preserve"> млн </w:t>
      </w:r>
      <w:r w:rsidR="00EF1EE9" w:rsidRPr="00292650">
        <w:rPr>
          <w:rFonts w:ascii="Times New Roman CYR" w:hAnsi="Times New Roman CYR" w:cs="Times New Roman CYR"/>
          <w:bCs/>
          <w:sz w:val="28"/>
          <w:szCs w:val="28"/>
          <w:u w:val="single"/>
        </w:rPr>
        <w:t>985,1</w:t>
      </w:r>
      <w:r w:rsidR="00900F88" w:rsidRPr="00292650">
        <w:rPr>
          <w:rFonts w:ascii="Times New Roman CYR" w:hAnsi="Times New Roman CYR" w:cs="Times New Roman CYR"/>
          <w:sz w:val="28"/>
          <w:szCs w:val="28"/>
        </w:rPr>
        <w:t xml:space="preserve"> тыс. руб. </w:t>
      </w:r>
    </w:p>
    <w:p w:rsidR="00900F88" w:rsidRPr="00292650" w:rsidRDefault="00900F88" w:rsidP="003F4EBB">
      <w:pPr>
        <w:widowControl w:val="0"/>
        <w:autoSpaceDE w:val="0"/>
        <w:autoSpaceDN w:val="0"/>
        <w:adjustRightInd w:val="0"/>
        <w:jc w:val="both"/>
        <w:rPr>
          <w:rFonts w:ascii="Times New Roman CYR" w:hAnsi="Times New Roman CYR" w:cs="Times New Roman CYR"/>
          <w:sz w:val="28"/>
          <w:szCs w:val="28"/>
        </w:rPr>
      </w:pPr>
      <w:r w:rsidRPr="00292650">
        <w:rPr>
          <w:rFonts w:ascii="Times New Roman CYR" w:hAnsi="Times New Roman CYR" w:cs="Times New Roman CYR"/>
          <w:sz w:val="28"/>
          <w:szCs w:val="28"/>
        </w:rPr>
        <w:t>По состоянию на 01.</w:t>
      </w:r>
      <w:r w:rsidR="00EF1EE9" w:rsidRPr="00292650">
        <w:rPr>
          <w:rFonts w:ascii="Times New Roman CYR" w:hAnsi="Times New Roman CYR" w:cs="Times New Roman CYR"/>
          <w:sz w:val="28"/>
          <w:szCs w:val="28"/>
        </w:rPr>
        <w:t>0</w:t>
      </w:r>
      <w:r w:rsidR="00902CE5" w:rsidRPr="00292650">
        <w:rPr>
          <w:rFonts w:ascii="Times New Roman CYR" w:hAnsi="Times New Roman CYR" w:cs="Times New Roman CYR"/>
          <w:sz w:val="28"/>
          <w:szCs w:val="28"/>
        </w:rPr>
        <w:t>1</w:t>
      </w:r>
      <w:r w:rsidRPr="00292650">
        <w:rPr>
          <w:rFonts w:ascii="Times New Roman CYR" w:hAnsi="Times New Roman CYR" w:cs="Times New Roman CYR"/>
          <w:sz w:val="28"/>
          <w:szCs w:val="28"/>
        </w:rPr>
        <w:t>.20</w:t>
      </w:r>
      <w:r w:rsidR="00EF1EE9" w:rsidRPr="00292650">
        <w:rPr>
          <w:rFonts w:ascii="Times New Roman CYR" w:hAnsi="Times New Roman CYR" w:cs="Times New Roman CYR"/>
          <w:sz w:val="28"/>
          <w:szCs w:val="28"/>
        </w:rPr>
        <w:t>20</w:t>
      </w:r>
      <w:r w:rsidRPr="00292650">
        <w:rPr>
          <w:rFonts w:ascii="Times New Roman CYR" w:hAnsi="Times New Roman CYR" w:cs="Times New Roman CYR"/>
          <w:sz w:val="28"/>
          <w:szCs w:val="28"/>
        </w:rPr>
        <w:t>г</w:t>
      </w:r>
      <w:r w:rsidR="00690FFC" w:rsidRPr="00292650">
        <w:rPr>
          <w:rFonts w:ascii="Times New Roman CYR" w:hAnsi="Times New Roman CYR" w:cs="Times New Roman CYR"/>
          <w:sz w:val="28"/>
          <w:szCs w:val="28"/>
        </w:rPr>
        <w:t>.</w:t>
      </w:r>
      <w:r w:rsidRPr="00292650">
        <w:rPr>
          <w:rFonts w:ascii="Times New Roman CYR" w:hAnsi="Times New Roman CYR" w:cs="Times New Roman CYR"/>
          <w:sz w:val="28"/>
          <w:szCs w:val="28"/>
        </w:rPr>
        <w:t xml:space="preserve"> израсходовано </w:t>
      </w:r>
      <w:r w:rsidR="00EF1EE9" w:rsidRPr="00292650">
        <w:rPr>
          <w:rFonts w:ascii="Times New Roman CYR" w:hAnsi="Times New Roman CYR" w:cs="Times New Roman CYR"/>
          <w:sz w:val="28"/>
          <w:szCs w:val="28"/>
        </w:rPr>
        <w:t>33</w:t>
      </w:r>
      <w:r w:rsidR="003E47E9" w:rsidRPr="00292650">
        <w:rPr>
          <w:rFonts w:ascii="Times New Roman CYR" w:hAnsi="Times New Roman CYR" w:cs="Times New Roman CYR"/>
          <w:sz w:val="28"/>
          <w:szCs w:val="28"/>
        </w:rPr>
        <w:t>6 496,7</w:t>
      </w:r>
      <w:r w:rsidRPr="00292650">
        <w:rPr>
          <w:rFonts w:ascii="Times New Roman CYR" w:hAnsi="Times New Roman CYR" w:cs="Times New Roman CYR"/>
          <w:sz w:val="28"/>
          <w:szCs w:val="28"/>
        </w:rPr>
        <w:t xml:space="preserve"> тыс. руб. (</w:t>
      </w:r>
      <w:r w:rsidR="003E47E9" w:rsidRPr="00292650">
        <w:rPr>
          <w:rFonts w:ascii="Times New Roman CYR" w:hAnsi="Times New Roman CYR" w:cs="Times New Roman CYR"/>
          <w:sz w:val="28"/>
          <w:szCs w:val="28"/>
        </w:rPr>
        <w:t>88,1</w:t>
      </w:r>
      <w:r w:rsidRPr="00292650">
        <w:rPr>
          <w:rFonts w:ascii="Times New Roman CYR" w:hAnsi="Times New Roman CYR" w:cs="Times New Roman CYR"/>
          <w:sz w:val="28"/>
          <w:szCs w:val="28"/>
        </w:rPr>
        <w:t>%), в т.ч.</w:t>
      </w:r>
    </w:p>
    <w:p w:rsidR="00900F88" w:rsidRPr="00292650" w:rsidRDefault="00900F88" w:rsidP="003F4EBB">
      <w:pPr>
        <w:widowControl w:val="0"/>
        <w:autoSpaceDE w:val="0"/>
        <w:autoSpaceDN w:val="0"/>
        <w:adjustRightInd w:val="0"/>
        <w:jc w:val="both"/>
        <w:rPr>
          <w:rFonts w:ascii="Times New Roman CYR" w:hAnsi="Times New Roman CYR" w:cs="Times New Roman CYR"/>
          <w:sz w:val="28"/>
          <w:szCs w:val="28"/>
        </w:rPr>
      </w:pPr>
      <w:r w:rsidRPr="00292650">
        <w:rPr>
          <w:rFonts w:ascii="Times New Roman CYR" w:hAnsi="Times New Roman CYR" w:cs="Times New Roman CYR"/>
          <w:sz w:val="28"/>
          <w:szCs w:val="28"/>
        </w:rPr>
        <w:t xml:space="preserve">- средства местного бюджета- </w:t>
      </w:r>
      <w:r w:rsidR="003E47E9" w:rsidRPr="00292650">
        <w:rPr>
          <w:rFonts w:ascii="Times New Roman CYR" w:hAnsi="Times New Roman CYR" w:cs="Times New Roman CYR"/>
          <w:sz w:val="28"/>
          <w:szCs w:val="28"/>
          <w:u w:val="single"/>
        </w:rPr>
        <w:t>80</w:t>
      </w:r>
      <w:r w:rsidR="008E6F8B" w:rsidRPr="00292650">
        <w:rPr>
          <w:rFonts w:ascii="Times New Roman CYR" w:hAnsi="Times New Roman CYR" w:cs="Times New Roman CYR"/>
          <w:bCs/>
          <w:sz w:val="28"/>
          <w:szCs w:val="28"/>
          <w:u w:val="single"/>
        </w:rPr>
        <w:t xml:space="preserve"> </w:t>
      </w:r>
      <w:r w:rsidRPr="00292650">
        <w:rPr>
          <w:rFonts w:ascii="Times New Roman CYR" w:hAnsi="Times New Roman CYR" w:cs="Times New Roman CYR"/>
          <w:bCs/>
          <w:sz w:val="28"/>
          <w:szCs w:val="28"/>
          <w:u w:val="single"/>
        </w:rPr>
        <w:t xml:space="preserve">млн. </w:t>
      </w:r>
      <w:r w:rsidR="003E47E9" w:rsidRPr="00292650">
        <w:rPr>
          <w:rFonts w:ascii="Times New Roman CYR" w:hAnsi="Times New Roman CYR" w:cs="Times New Roman CYR"/>
          <w:bCs/>
          <w:sz w:val="28"/>
          <w:szCs w:val="28"/>
          <w:u w:val="single"/>
        </w:rPr>
        <w:t>731,4</w:t>
      </w:r>
      <w:r w:rsidR="00690FFC" w:rsidRPr="00292650">
        <w:rPr>
          <w:rFonts w:ascii="Times New Roman CYR" w:hAnsi="Times New Roman CYR" w:cs="Times New Roman CYR"/>
          <w:bCs/>
          <w:sz w:val="28"/>
          <w:szCs w:val="28"/>
          <w:u w:val="single"/>
        </w:rPr>
        <w:t xml:space="preserve"> </w:t>
      </w:r>
      <w:r w:rsidRPr="00292650">
        <w:rPr>
          <w:rFonts w:ascii="Times New Roman CYR" w:hAnsi="Times New Roman CYR" w:cs="Times New Roman CYR"/>
          <w:bCs/>
          <w:sz w:val="28"/>
          <w:szCs w:val="28"/>
          <w:u w:val="single"/>
        </w:rPr>
        <w:t>тыс. руб.</w:t>
      </w:r>
    </w:p>
    <w:p w:rsidR="00900F88" w:rsidRPr="00292650" w:rsidRDefault="00900F88" w:rsidP="003F4EBB">
      <w:pPr>
        <w:widowControl w:val="0"/>
        <w:autoSpaceDE w:val="0"/>
        <w:autoSpaceDN w:val="0"/>
        <w:adjustRightInd w:val="0"/>
        <w:jc w:val="both"/>
        <w:rPr>
          <w:rFonts w:ascii="Times New Roman CYR" w:hAnsi="Times New Roman CYR" w:cs="Times New Roman CYR"/>
          <w:bCs/>
          <w:sz w:val="28"/>
          <w:szCs w:val="28"/>
        </w:rPr>
      </w:pPr>
      <w:r w:rsidRPr="00292650">
        <w:rPr>
          <w:rFonts w:ascii="Times New Roman CYR" w:hAnsi="Times New Roman CYR" w:cs="Times New Roman CYR"/>
          <w:sz w:val="28"/>
          <w:szCs w:val="28"/>
        </w:rPr>
        <w:t xml:space="preserve">- средства областного бюджета – </w:t>
      </w:r>
      <w:r w:rsidR="003E47E9" w:rsidRPr="00292650">
        <w:rPr>
          <w:rFonts w:ascii="Times New Roman CYR" w:hAnsi="Times New Roman CYR" w:cs="Times New Roman CYR"/>
          <w:sz w:val="28"/>
          <w:szCs w:val="28"/>
          <w:u w:val="single"/>
        </w:rPr>
        <w:t>298</w:t>
      </w:r>
      <w:r w:rsidRPr="00292650">
        <w:rPr>
          <w:rFonts w:ascii="Times New Roman CYR" w:hAnsi="Times New Roman CYR" w:cs="Times New Roman CYR"/>
          <w:sz w:val="28"/>
          <w:szCs w:val="28"/>
          <w:u w:val="single"/>
        </w:rPr>
        <w:t xml:space="preserve"> млн. </w:t>
      </w:r>
      <w:r w:rsidR="003E47E9" w:rsidRPr="00292650">
        <w:rPr>
          <w:rFonts w:ascii="Times New Roman CYR" w:hAnsi="Times New Roman CYR" w:cs="Times New Roman CYR"/>
          <w:sz w:val="28"/>
          <w:szCs w:val="28"/>
          <w:u w:val="single"/>
        </w:rPr>
        <w:t>112,8</w:t>
      </w:r>
      <w:r w:rsidRPr="00292650">
        <w:rPr>
          <w:rFonts w:ascii="Times New Roman CYR" w:hAnsi="Times New Roman CYR" w:cs="Times New Roman CYR"/>
          <w:bCs/>
          <w:sz w:val="28"/>
          <w:szCs w:val="28"/>
          <w:u w:val="single"/>
        </w:rPr>
        <w:t xml:space="preserve"> тыс. руб.</w:t>
      </w:r>
    </w:p>
    <w:p w:rsidR="00900F88" w:rsidRPr="00292650" w:rsidRDefault="00900F88" w:rsidP="003F4EBB">
      <w:pPr>
        <w:widowControl w:val="0"/>
        <w:autoSpaceDE w:val="0"/>
        <w:autoSpaceDN w:val="0"/>
        <w:adjustRightInd w:val="0"/>
        <w:jc w:val="both"/>
        <w:rPr>
          <w:rFonts w:ascii="Times New Roman CYR" w:hAnsi="Times New Roman CYR" w:cs="Times New Roman CYR"/>
          <w:bCs/>
          <w:sz w:val="28"/>
          <w:szCs w:val="28"/>
        </w:rPr>
      </w:pPr>
      <w:r w:rsidRPr="00292650">
        <w:rPr>
          <w:rFonts w:ascii="Times New Roman CYR" w:hAnsi="Times New Roman CYR" w:cs="Times New Roman CYR"/>
          <w:sz w:val="28"/>
          <w:szCs w:val="28"/>
        </w:rPr>
        <w:t xml:space="preserve">- средства федерального бюджета – </w:t>
      </w:r>
      <w:r w:rsidR="00902CE5" w:rsidRPr="00292650">
        <w:rPr>
          <w:rFonts w:ascii="Times New Roman CYR" w:hAnsi="Times New Roman CYR" w:cs="Times New Roman CYR"/>
          <w:sz w:val="28"/>
          <w:szCs w:val="28"/>
          <w:u w:val="single"/>
        </w:rPr>
        <w:t>3 140,9</w:t>
      </w:r>
      <w:r w:rsidRPr="00292650">
        <w:rPr>
          <w:rFonts w:ascii="Times New Roman CYR" w:hAnsi="Times New Roman CYR" w:cs="Times New Roman CYR"/>
          <w:bCs/>
          <w:sz w:val="28"/>
          <w:szCs w:val="28"/>
          <w:u w:val="single"/>
        </w:rPr>
        <w:t xml:space="preserve"> тыс.руб. </w:t>
      </w:r>
    </w:p>
    <w:p w:rsidR="00900F88" w:rsidRPr="00292650" w:rsidRDefault="001431D8" w:rsidP="003F4EBB">
      <w:pPr>
        <w:widowControl w:val="0"/>
        <w:autoSpaceDE w:val="0"/>
        <w:autoSpaceDN w:val="0"/>
        <w:adjustRightInd w:val="0"/>
        <w:jc w:val="both"/>
        <w:rPr>
          <w:rFonts w:ascii="Times New Roman CYR" w:hAnsi="Times New Roman CYR" w:cs="Times New Roman CYR"/>
          <w:sz w:val="28"/>
          <w:szCs w:val="28"/>
        </w:rPr>
      </w:pPr>
      <w:r w:rsidRPr="00292650">
        <w:rPr>
          <w:rFonts w:ascii="Times New Roman CYR" w:hAnsi="Times New Roman CYR" w:cs="Times New Roman CYR"/>
          <w:sz w:val="28"/>
          <w:szCs w:val="28"/>
        </w:rPr>
        <w:t xml:space="preserve">    </w:t>
      </w:r>
      <w:r w:rsidR="00900F88" w:rsidRPr="00292650">
        <w:rPr>
          <w:rFonts w:ascii="Times New Roman CYR" w:hAnsi="Times New Roman CYR" w:cs="Times New Roman CYR"/>
          <w:sz w:val="28"/>
          <w:szCs w:val="28"/>
        </w:rPr>
        <w:t xml:space="preserve">Из средств местного бюджета </w:t>
      </w:r>
      <w:r w:rsidR="005C0C0A" w:rsidRPr="00292650">
        <w:rPr>
          <w:rFonts w:ascii="Times New Roman CYR" w:hAnsi="Times New Roman CYR" w:cs="Times New Roman CYR"/>
          <w:sz w:val="28"/>
          <w:szCs w:val="28"/>
        </w:rPr>
        <w:t xml:space="preserve">за </w:t>
      </w:r>
      <w:r w:rsidR="00DB3434" w:rsidRPr="00292650">
        <w:rPr>
          <w:rFonts w:ascii="Times New Roman CYR" w:hAnsi="Times New Roman CYR" w:cs="Times New Roman CYR"/>
          <w:sz w:val="28"/>
          <w:szCs w:val="28"/>
        </w:rPr>
        <w:t>12</w:t>
      </w:r>
      <w:r w:rsidR="00902CE5" w:rsidRPr="00292650">
        <w:rPr>
          <w:rFonts w:ascii="Times New Roman CYR" w:hAnsi="Times New Roman CYR" w:cs="Times New Roman CYR"/>
          <w:sz w:val="28"/>
          <w:szCs w:val="28"/>
        </w:rPr>
        <w:t xml:space="preserve"> месяцев</w:t>
      </w:r>
      <w:r w:rsidR="00196B58" w:rsidRPr="00292650">
        <w:rPr>
          <w:rFonts w:ascii="Times New Roman CYR" w:hAnsi="Times New Roman CYR" w:cs="Times New Roman CYR"/>
          <w:sz w:val="28"/>
          <w:szCs w:val="28"/>
        </w:rPr>
        <w:t xml:space="preserve"> </w:t>
      </w:r>
      <w:r w:rsidR="00900F88" w:rsidRPr="00292650">
        <w:rPr>
          <w:rFonts w:ascii="Times New Roman CYR" w:hAnsi="Times New Roman CYR" w:cs="Times New Roman CYR"/>
          <w:sz w:val="28"/>
          <w:szCs w:val="28"/>
        </w:rPr>
        <w:t>201</w:t>
      </w:r>
      <w:r w:rsidR="00196B58" w:rsidRPr="00292650">
        <w:rPr>
          <w:rFonts w:ascii="Times New Roman CYR" w:hAnsi="Times New Roman CYR" w:cs="Times New Roman CYR"/>
          <w:sz w:val="28"/>
          <w:szCs w:val="28"/>
        </w:rPr>
        <w:t>9</w:t>
      </w:r>
      <w:r w:rsidR="00900F88" w:rsidRPr="00292650">
        <w:rPr>
          <w:rFonts w:ascii="Times New Roman CYR" w:hAnsi="Times New Roman CYR" w:cs="Times New Roman CYR"/>
          <w:sz w:val="28"/>
          <w:szCs w:val="28"/>
        </w:rPr>
        <w:t xml:space="preserve"> год</w:t>
      </w:r>
      <w:r w:rsidR="00196B58" w:rsidRPr="00292650">
        <w:rPr>
          <w:rFonts w:ascii="Times New Roman CYR" w:hAnsi="Times New Roman CYR" w:cs="Times New Roman CYR"/>
          <w:sz w:val="28"/>
          <w:szCs w:val="28"/>
        </w:rPr>
        <w:t>а</w:t>
      </w:r>
      <w:r w:rsidR="00900F88" w:rsidRPr="00292650">
        <w:rPr>
          <w:rFonts w:ascii="Times New Roman CYR" w:hAnsi="Times New Roman CYR" w:cs="Times New Roman CYR"/>
          <w:sz w:val="28"/>
          <w:szCs w:val="28"/>
        </w:rPr>
        <w:t xml:space="preserve"> было выделено </w:t>
      </w:r>
      <w:r w:rsidR="00900F88" w:rsidRPr="00292650">
        <w:rPr>
          <w:rFonts w:ascii="Times New Roman CYR" w:hAnsi="Times New Roman CYR" w:cs="Times New Roman CYR"/>
          <w:bCs/>
          <w:sz w:val="28"/>
          <w:szCs w:val="28"/>
          <w:u w:val="single"/>
        </w:rPr>
        <w:t xml:space="preserve">более </w:t>
      </w:r>
      <w:r w:rsidR="003E47E9" w:rsidRPr="00292650">
        <w:rPr>
          <w:rFonts w:ascii="Times New Roman CYR" w:hAnsi="Times New Roman CYR" w:cs="Times New Roman CYR"/>
          <w:bCs/>
          <w:sz w:val="28"/>
          <w:szCs w:val="28"/>
          <w:u w:val="single"/>
        </w:rPr>
        <w:t>80</w:t>
      </w:r>
      <w:r w:rsidR="00900F88" w:rsidRPr="00292650">
        <w:rPr>
          <w:rFonts w:ascii="Times New Roman CYR" w:hAnsi="Times New Roman CYR" w:cs="Times New Roman CYR"/>
          <w:bCs/>
          <w:sz w:val="28"/>
          <w:szCs w:val="28"/>
          <w:u w:val="single"/>
        </w:rPr>
        <w:t xml:space="preserve"> миллионов рублей,</w:t>
      </w:r>
      <w:r w:rsidR="00900F88" w:rsidRPr="00292650">
        <w:rPr>
          <w:rFonts w:ascii="Times New Roman CYR" w:hAnsi="Times New Roman CYR" w:cs="Times New Roman CYR"/>
          <w:sz w:val="28"/>
          <w:szCs w:val="28"/>
        </w:rPr>
        <w:t xml:space="preserve"> в том числе:</w:t>
      </w:r>
    </w:p>
    <w:p w:rsidR="00900F88" w:rsidRPr="00292650" w:rsidRDefault="00900F88" w:rsidP="003F4EBB">
      <w:pPr>
        <w:widowControl w:val="0"/>
        <w:autoSpaceDE w:val="0"/>
        <w:autoSpaceDN w:val="0"/>
        <w:adjustRightInd w:val="0"/>
        <w:jc w:val="both"/>
        <w:rPr>
          <w:rFonts w:ascii="Times New Roman CYR" w:hAnsi="Times New Roman CYR" w:cs="Times New Roman CYR"/>
          <w:sz w:val="28"/>
          <w:szCs w:val="28"/>
        </w:rPr>
      </w:pPr>
      <w:r w:rsidRPr="00292650">
        <w:rPr>
          <w:rFonts w:ascii="Times New Roman CYR" w:hAnsi="Times New Roman CYR" w:cs="Times New Roman CYR"/>
          <w:sz w:val="28"/>
          <w:szCs w:val="28"/>
        </w:rPr>
        <w:t xml:space="preserve">      - на антитеррористические и противопожарные мероприятия было выделено </w:t>
      </w:r>
      <w:r w:rsidRPr="00292650">
        <w:rPr>
          <w:rFonts w:ascii="Times New Roman CYR" w:hAnsi="Times New Roman CYR" w:cs="Times New Roman CYR"/>
          <w:bCs/>
          <w:sz w:val="28"/>
          <w:szCs w:val="28"/>
        </w:rPr>
        <w:t xml:space="preserve">более </w:t>
      </w:r>
      <w:r w:rsidR="00902CE5" w:rsidRPr="00292650">
        <w:rPr>
          <w:rFonts w:ascii="Times New Roman CYR" w:hAnsi="Times New Roman CYR" w:cs="Times New Roman CYR"/>
          <w:bCs/>
          <w:sz w:val="28"/>
          <w:szCs w:val="28"/>
        </w:rPr>
        <w:t>2 466,1</w:t>
      </w:r>
      <w:r w:rsidRPr="00292650">
        <w:rPr>
          <w:rFonts w:ascii="Times New Roman CYR" w:hAnsi="Times New Roman CYR" w:cs="Times New Roman CYR"/>
          <w:bCs/>
          <w:sz w:val="28"/>
          <w:szCs w:val="28"/>
        </w:rPr>
        <w:t xml:space="preserve"> тыс. рублей</w:t>
      </w:r>
      <w:r w:rsidRPr="00292650">
        <w:rPr>
          <w:rFonts w:ascii="Times New Roman CYR" w:hAnsi="Times New Roman CYR" w:cs="Times New Roman CYR"/>
          <w:sz w:val="28"/>
          <w:szCs w:val="28"/>
        </w:rPr>
        <w:t>;</w:t>
      </w:r>
    </w:p>
    <w:p w:rsidR="00900F88" w:rsidRPr="00292650" w:rsidRDefault="00900F88" w:rsidP="003F4EBB">
      <w:pPr>
        <w:widowControl w:val="0"/>
        <w:autoSpaceDE w:val="0"/>
        <w:autoSpaceDN w:val="0"/>
        <w:adjustRightInd w:val="0"/>
        <w:jc w:val="both"/>
        <w:rPr>
          <w:rFonts w:ascii="Times New Roman CYR" w:hAnsi="Times New Roman CYR" w:cs="Times New Roman CYR"/>
          <w:sz w:val="28"/>
          <w:szCs w:val="28"/>
        </w:rPr>
      </w:pPr>
      <w:r w:rsidRPr="00292650">
        <w:rPr>
          <w:rFonts w:ascii="Times New Roman CYR" w:hAnsi="Times New Roman CYR" w:cs="Times New Roman CYR"/>
          <w:sz w:val="28"/>
          <w:szCs w:val="28"/>
        </w:rPr>
        <w:t xml:space="preserve">            - на горячее питание в образовательных учреждениях – </w:t>
      </w:r>
      <w:r w:rsidR="00B8274B" w:rsidRPr="00292650">
        <w:rPr>
          <w:rFonts w:ascii="Times New Roman CYR" w:hAnsi="Times New Roman CYR" w:cs="Times New Roman CYR"/>
          <w:sz w:val="28"/>
          <w:szCs w:val="28"/>
        </w:rPr>
        <w:t xml:space="preserve"> </w:t>
      </w:r>
      <w:r w:rsidR="00A86300" w:rsidRPr="00292650">
        <w:rPr>
          <w:rFonts w:ascii="Times New Roman CYR" w:hAnsi="Times New Roman CYR" w:cs="Times New Roman CYR"/>
          <w:sz w:val="28"/>
          <w:szCs w:val="28"/>
        </w:rPr>
        <w:t>3 332,4</w:t>
      </w:r>
      <w:r w:rsidRPr="00292650">
        <w:rPr>
          <w:rFonts w:ascii="Times New Roman CYR" w:hAnsi="Times New Roman CYR" w:cs="Times New Roman CYR"/>
          <w:sz w:val="28"/>
          <w:szCs w:val="28"/>
        </w:rPr>
        <w:t xml:space="preserve"> тыс.руб.    </w:t>
      </w:r>
    </w:p>
    <w:p w:rsidR="00900F88" w:rsidRPr="00292650" w:rsidRDefault="00900F88" w:rsidP="003F4EBB">
      <w:pPr>
        <w:widowControl w:val="0"/>
        <w:autoSpaceDE w:val="0"/>
        <w:autoSpaceDN w:val="0"/>
        <w:adjustRightInd w:val="0"/>
        <w:jc w:val="both"/>
        <w:rPr>
          <w:rFonts w:ascii="Times New Roman CYR" w:hAnsi="Times New Roman CYR" w:cs="Times New Roman CYR"/>
          <w:sz w:val="28"/>
          <w:szCs w:val="28"/>
        </w:rPr>
      </w:pPr>
      <w:r w:rsidRPr="00292650">
        <w:rPr>
          <w:rFonts w:ascii="Times New Roman CYR" w:hAnsi="Times New Roman CYR" w:cs="Times New Roman CYR"/>
          <w:sz w:val="28"/>
          <w:szCs w:val="28"/>
        </w:rPr>
        <w:t xml:space="preserve">       Реализация основных общеобразовательных программ в части софинансирования расходов:</w:t>
      </w:r>
    </w:p>
    <w:p w:rsidR="00900F88" w:rsidRPr="00292650" w:rsidRDefault="00900F88" w:rsidP="003F4EBB">
      <w:pPr>
        <w:widowControl w:val="0"/>
        <w:autoSpaceDE w:val="0"/>
        <w:autoSpaceDN w:val="0"/>
        <w:adjustRightInd w:val="0"/>
        <w:jc w:val="both"/>
        <w:rPr>
          <w:rFonts w:ascii="Times New Roman CYR" w:hAnsi="Times New Roman CYR" w:cs="Times New Roman CYR"/>
          <w:sz w:val="28"/>
          <w:szCs w:val="28"/>
        </w:rPr>
      </w:pPr>
      <w:r w:rsidRPr="00292650">
        <w:rPr>
          <w:rFonts w:ascii="Times New Roman CYR" w:hAnsi="Times New Roman CYR" w:cs="Times New Roman CYR"/>
          <w:sz w:val="28"/>
          <w:szCs w:val="28"/>
        </w:rPr>
        <w:t xml:space="preserve">   -на организацию и обеспечение отдыха и оздоровления детей запланировано </w:t>
      </w:r>
      <w:r w:rsidR="00B801C3" w:rsidRPr="00292650">
        <w:rPr>
          <w:rFonts w:ascii="Times New Roman CYR" w:hAnsi="Times New Roman CYR" w:cs="Times New Roman CYR"/>
          <w:bCs/>
          <w:sz w:val="28"/>
          <w:szCs w:val="28"/>
        </w:rPr>
        <w:t>8</w:t>
      </w:r>
      <w:r w:rsidR="00196B58" w:rsidRPr="00292650">
        <w:rPr>
          <w:rFonts w:ascii="Times New Roman CYR" w:hAnsi="Times New Roman CYR" w:cs="Times New Roman CYR"/>
          <w:bCs/>
          <w:sz w:val="28"/>
          <w:szCs w:val="28"/>
        </w:rPr>
        <w:t>67,5</w:t>
      </w:r>
      <w:r w:rsidRPr="00292650">
        <w:rPr>
          <w:rFonts w:ascii="Times New Roman CYR" w:hAnsi="Times New Roman CYR" w:cs="Times New Roman CYR"/>
          <w:bCs/>
          <w:sz w:val="28"/>
          <w:szCs w:val="28"/>
        </w:rPr>
        <w:t xml:space="preserve"> тыс.руб</w:t>
      </w:r>
      <w:r w:rsidR="00EE24F8" w:rsidRPr="00292650">
        <w:rPr>
          <w:rFonts w:ascii="Times New Roman CYR" w:hAnsi="Times New Roman CYR" w:cs="Times New Roman CYR"/>
          <w:sz w:val="28"/>
          <w:szCs w:val="28"/>
        </w:rPr>
        <w:t>., (</w:t>
      </w:r>
      <w:r w:rsidR="00196B58" w:rsidRPr="00292650">
        <w:rPr>
          <w:rFonts w:ascii="Times New Roman CYR" w:hAnsi="Times New Roman CYR" w:cs="Times New Roman CYR"/>
          <w:sz w:val="28"/>
          <w:szCs w:val="28"/>
        </w:rPr>
        <w:t>832,8</w:t>
      </w:r>
      <w:r w:rsidRPr="00292650">
        <w:rPr>
          <w:rFonts w:ascii="Times New Roman CYR" w:hAnsi="Times New Roman CYR" w:cs="Times New Roman CYR"/>
          <w:sz w:val="28"/>
          <w:szCs w:val="28"/>
        </w:rPr>
        <w:t xml:space="preserve"> тыс.руб. средства областного бюджета и 3</w:t>
      </w:r>
      <w:r w:rsidR="00196B58" w:rsidRPr="00292650">
        <w:rPr>
          <w:rFonts w:ascii="Times New Roman CYR" w:hAnsi="Times New Roman CYR" w:cs="Times New Roman CYR"/>
          <w:sz w:val="28"/>
          <w:szCs w:val="28"/>
        </w:rPr>
        <w:t>4,7</w:t>
      </w:r>
      <w:r w:rsidRPr="00292650">
        <w:rPr>
          <w:rFonts w:ascii="Times New Roman CYR" w:hAnsi="Times New Roman CYR" w:cs="Times New Roman CYR"/>
          <w:sz w:val="28"/>
          <w:szCs w:val="28"/>
        </w:rPr>
        <w:t xml:space="preserve"> тыс.руб. средства местного бюджета)</w:t>
      </w:r>
      <w:r w:rsidR="00B8274B" w:rsidRPr="00292650">
        <w:rPr>
          <w:rFonts w:ascii="Times New Roman CYR" w:hAnsi="Times New Roman CYR" w:cs="Times New Roman CYR"/>
          <w:sz w:val="28"/>
          <w:szCs w:val="28"/>
        </w:rPr>
        <w:t xml:space="preserve">, </w:t>
      </w:r>
      <w:r w:rsidR="00A86300" w:rsidRPr="00292650">
        <w:rPr>
          <w:rFonts w:ascii="Times New Roman CYR" w:hAnsi="Times New Roman CYR" w:cs="Times New Roman CYR"/>
          <w:sz w:val="28"/>
          <w:szCs w:val="28"/>
        </w:rPr>
        <w:t>денежные средства освоены в полном объеме</w:t>
      </w:r>
      <w:r w:rsidR="00D8236A" w:rsidRPr="00292650">
        <w:rPr>
          <w:rFonts w:ascii="Times New Roman CYR" w:hAnsi="Times New Roman CYR" w:cs="Times New Roman CYR"/>
          <w:sz w:val="28"/>
          <w:szCs w:val="28"/>
        </w:rPr>
        <w:t>.</w:t>
      </w:r>
      <w:r w:rsidRPr="00292650">
        <w:rPr>
          <w:rFonts w:ascii="Times New Roman CYR" w:hAnsi="Times New Roman CYR" w:cs="Times New Roman CYR"/>
          <w:sz w:val="28"/>
          <w:szCs w:val="28"/>
        </w:rPr>
        <w:t xml:space="preserve"> </w:t>
      </w:r>
    </w:p>
    <w:p w:rsidR="00905D33" w:rsidRPr="00292650" w:rsidRDefault="00900F88" w:rsidP="003F4EBB">
      <w:pPr>
        <w:widowControl w:val="0"/>
        <w:autoSpaceDE w:val="0"/>
        <w:autoSpaceDN w:val="0"/>
        <w:adjustRightInd w:val="0"/>
        <w:jc w:val="both"/>
        <w:rPr>
          <w:rFonts w:ascii="Times New Roman CYR" w:hAnsi="Times New Roman CYR" w:cs="Times New Roman CYR"/>
          <w:sz w:val="28"/>
          <w:szCs w:val="28"/>
        </w:rPr>
      </w:pPr>
      <w:r w:rsidRPr="00292650">
        <w:rPr>
          <w:rFonts w:ascii="Times New Roman CYR" w:hAnsi="Times New Roman CYR" w:cs="Times New Roman CYR"/>
          <w:bCs/>
          <w:sz w:val="28"/>
          <w:szCs w:val="28"/>
        </w:rPr>
        <w:t xml:space="preserve">      </w:t>
      </w:r>
      <w:r w:rsidRPr="00292650">
        <w:rPr>
          <w:rFonts w:ascii="Times New Roman CYR" w:hAnsi="Times New Roman CYR" w:cs="Times New Roman CYR"/>
          <w:sz w:val="28"/>
          <w:szCs w:val="28"/>
        </w:rPr>
        <w:t xml:space="preserve"> </w:t>
      </w:r>
      <w:r w:rsidR="009F49FC" w:rsidRPr="00292650">
        <w:rPr>
          <w:rFonts w:ascii="Times New Roman CYR" w:hAnsi="Times New Roman CYR" w:cs="Times New Roman CYR"/>
          <w:sz w:val="28"/>
          <w:szCs w:val="28"/>
        </w:rPr>
        <w:t>На 2019г.</w:t>
      </w:r>
      <w:r w:rsidR="00EE24F8" w:rsidRPr="00292650">
        <w:rPr>
          <w:rFonts w:ascii="Times New Roman CYR" w:hAnsi="Times New Roman CYR" w:cs="Times New Roman CYR"/>
          <w:sz w:val="28"/>
          <w:szCs w:val="28"/>
        </w:rPr>
        <w:t xml:space="preserve"> в</w:t>
      </w:r>
      <w:r w:rsidR="00460A19" w:rsidRPr="00292650">
        <w:rPr>
          <w:rFonts w:ascii="Times New Roman CYR" w:hAnsi="Times New Roman CYR" w:cs="Times New Roman CYR"/>
          <w:sz w:val="28"/>
          <w:szCs w:val="28"/>
        </w:rPr>
        <w:t xml:space="preserve">ыделены средства на </w:t>
      </w:r>
      <w:r w:rsidR="00AE6841" w:rsidRPr="00292650">
        <w:rPr>
          <w:rFonts w:ascii="Times New Roman CYR" w:hAnsi="Times New Roman CYR" w:cs="Times New Roman CYR"/>
          <w:sz w:val="28"/>
          <w:szCs w:val="28"/>
        </w:rPr>
        <w:t xml:space="preserve">2 этап </w:t>
      </w:r>
      <w:r w:rsidR="009F49FC" w:rsidRPr="00292650">
        <w:rPr>
          <w:rFonts w:ascii="Times New Roman CYR" w:hAnsi="Times New Roman CYR" w:cs="Times New Roman CYR"/>
          <w:sz w:val="28"/>
          <w:szCs w:val="28"/>
        </w:rPr>
        <w:t>реконструкци</w:t>
      </w:r>
      <w:r w:rsidR="00AE6841" w:rsidRPr="00292650">
        <w:rPr>
          <w:rFonts w:ascii="Times New Roman CYR" w:hAnsi="Times New Roman CYR" w:cs="Times New Roman CYR"/>
          <w:sz w:val="28"/>
          <w:szCs w:val="28"/>
        </w:rPr>
        <w:t>и</w:t>
      </w:r>
      <w:r w:rsidR="009F49FC" w:rsidRPr="00292650">
        <w:rPr>
          <w:rFonts w:ascii="Times New Roman CYR" w:hAnsi="Times New Roman CYR" w:cs="Times New Roman CYR"/>
          <w:sz w:val="28"/>
          <w:szCs w:val="28"/>
        </w:rPr>
        <w:t xml:space="preserve"> МБОУ ДО ДООЦ «Родничок»</w:t>
      </w:r>
      <w:r w:rsidR="00905D33" w:rsidRPr="00292650">
        <w:rPr>
          <w:rFonts w:ascii="Times New Roman CYR" w:hAnsi="Times New Roman CYR" w:cs="Times New Roman CYR"/>
          <w:sz w:val="28"/>
          <w:szCs w:val="28"/>
        </w:rPr>
        <w:t xml:space="preserve"> </w:t>
      </w:r>
      <w:r w:rsidR="009F49FC" w:rsidRPr="00292650">
        <w:rPr>
          <w:rFonts w:ascii="Times New Roman CYR" w:hAnsi="Times New Roman CYR" w:cs="Times New Roman CYR"/>
          <w:sz w:val="28"/>
          <w:szCs w:val="28"/>
        </w:rPr>
        <w:t xml:space="preserve">в </w:t>
      </w:r>
      <w:r w:rsidR="00905D33" w:rsidRPr="00292650">
        <w:rPr>
          <w:rFonts w:ascii="Times New Roman CYR" w:hAnsi="Times New Roman CYR" w:cs="Times New Roman CYR"/>
          <w:sz w:val="28"/>
          <w:szCs w:val="28"/>
        </w:rPr>
        <w:t xml:space="preserve">размере </w:t>
      </w:r>
      <w:r w:rsidR="00AE6841" w:rsidRPr="00292650">
        <w:rPr>
          <w:rFonts w:ascii="Times New Roman CYR" w:hAnsi="Times New Roman CYR" w:cs="Times New Roman CYR"/>
          <w:sz w:val="28"/>
          <w:szCs w:val="28"/>
        </w:rPr>
        <w:t>9</w:t>
      </w:r>
      <w:r w:rsidR="00B8274B" w:rsidRPr="00292650">
        <w:rPr>
          <w:rFonts w:ascii="Times New Roman CYR" w:hAnsi="Times New Roman CYR" w:cs="Times New Roman CYR"/>
          <w:sz w:val="28"/>
          <w:szCs w:val="28"/>
        </w:rPr>
        <w:t>3 971,1</w:t>
      </w:r>
      <w:r w:rsidR="00905D33" w:rsidRPr="00292650">
        <w:rPr>
          <w:rFonts w:ascii="Times New Roman CYR" w:hAnsi="Times New Roman CYR" w:cs="Times New Roman CYR"/>
          <w:sz w:val="28"/>
          <w:szCs w:val="28"/>
        </w:rPr>
        <w:t xml:space="preserve"> тыс. руб.,</w:t>
      </w:r>
      <w:r w:rsidR="009F49FC" w:rsidRPr="00292650">
        <w:rPr>
          <w:rFonts w:ascii="Times New Roman CYR" w:hAnsi="Times New Roman CYR" w:cs="Times New Roman CYR"/>
          <w:sz w:val="28"/>
          <w:szCs w:val="28"/>
        </w:rPr>
        <w:t xml:space="preserve"> в т.ч.</w:t>
      </w:r>
      <w:r w:rsidR="00905D33" w:rsidRPr="00292650">
        <w:rPr>
          <w:rFonts w:ascii="Times New Roman CYR" w:hAnsi="Times New Roman CYR" w:cs="Times New Roman CYR"/>
          <w:sz w:val="28"/>
          <w:szCs w:val="28"/>
        </w:rPr>
        <w:t xml:space="preserve"> местный бюджет – </w:t>
      </w:r>
      <w:r w:rsidR="00AE6841" w:rsidRPr="00292650">
        <w:rPr>
          <w:rFonts w:ascii="Times New Roman CYR" w:hAnsi="Times New Roman CYR" w:cs="Times New Roman CYR"/>
          <w:sz w:val="28"/>
          <w:szCs w:val="28"/>
        </w:rPr>
        <w:t>3</w:t>
      </w:r>
      <w:r w:rsidR="00B8274B" w:rsidRPr="00292650">
        <w:rPr>
          <w:rFonts w:ascii="Times New Roman CYR" w:hAnsi="Times New Roman CYR" w:cs="Times New Roman CYR"/>
          <w:sz w:val="28"/>
          <w:szCs w:val="28"/>
        </w:rPr>
        <w:t> 758,9</w:t>
      </w:r>
      <w:r w:rsidR="00905D33" w:rsidRPr="00292650">
        <w:rPr>
          <w:rFonts w:ascii="Times New Roman CYR" w:hAnsi="Times New Roman CYR" w:cs="Times New Roman CYR"/>
          <w:sz w:val="28"/>
          <w:szCs w:val="28"/>
        </w:rPr>
        <w:t xml:space="preserve"> тыс.руб.</w:t>
      </w:r>
      <w:r w:rsidR="009F49FC" w:rsidRPr="00292650">
        <w:rPr>
          <w:rFonts w:ascii="Times New Roman CYR" w:hAnsi="Times New Roman CYR" w:cs="Times New Roman CYR"/>
          <w:sz w:val="28"/>
          <w:szCs w:val="28"/>
        </w:rPr>
        <w:t xml:space="preserve">, областной – </w:t>
      </w:r>
      <w:r w:rsidR="00B8274B" w:rsidRPr="00292650">
        <w:rPr>
          <w:rFonts w:ascii="Times New Roman CYR" w:hAnsi="Times New Roman CYR" w:cs="Times New Roman CYR"/>
          <w:sz w:val="28"/>
          <w:szCs w:val="28"/>
        </w:rPr>
        <w:t>90 212,2</w:t>
      </w:r>
      <w:r w:rsidR="009F49FC" w:rsidRPr="00292650">
        <w:rPr>
          <w:rFonts w:ascii="Times New Roman CYR" w:hAnsi="Times New Roman CYR" w:cs="Times New Roman CYR"/>
          <w:sz w:val="28"/>
          <w:szCs w:val="28"/>
        </w:rPr>
        <w:t xml:space="preserve"> тыс.руб.</w:t>
      </w:r>
      <w:r w:rsidR="005B2AE5" w:rsidRPr="00292650">
        <w:rPr>
          <w:rFonts w:ascii="Times New Roman CYR" w:hAnsi="Times New Roman CYR" w:cs="Times New Roman CYR"/>
          <w:sz w:val="28"/>
          <w:szCs w:val="28"/>
        </w:rPr>
        <w:t>.</w:t>
      </w:r>
      <w:r w:rsidR="009972E4" w:rsidRPr="00292650">
        <w:rPr>
          <w:rFonts w:ascii="Times New Roman CYR" w:hAnsi="Times New Roman CYR" w:cs="Times New Roman CYR"/>
          <w:sz w:val="28"/>
          <w:szCs w:val="28"/>
        </w:rPr>
        <w:t xml:space="preserve"> Освоено </w:t>
      </w:r>
      <w:r w:rsidR="00EF688E" w:rsidRPr="00292650">
        <w:rPr>
          <w:rFonts w:ascii="Times New Roman CYR" w:hAnsi="Times New Roman CYR" w:cs="Times New Roman CYR"/>
          <w:sz w:val="28"/>
          <w:szCs w:val="28"/>
        </w:rPr>
        <w:t>52 647,5</w:t>
      </w:r>
      <w:r w:rsidR="00B8274B" w:rsidRPr="00292650">
        <w:rPr>
          <w:rFonts w:ascii="Times New Roman CYR" w:hAnsi="Times New Roman CYR" w:cs="Times New Roman CYR"/>
          <w:sz w:val="28"/>
          <w:szCs w:val="28"/>
        </w:rPr>
        <w:t xml:space="preserve"> в т.ч. местный бюджет – </w:t>
      </w:r>
      <w:r w:rsidR="009972E4" w:rsidRPr="00292650">
        <w:rPr>
          <w:rFonts w:ascii="Times New Roman CYR" w:hAnsi="Times New Roman CYR" w:cs="Times New Roman CYR"/>
          <w:sz w:val="28"/>
          <w:szCs w:val="28"/>
        </w:rPr>
        <w:t>2 10</w:t>
      </w:r>
      <w:r w:rsidR="00EF688E" w:rsidRPr="00292650">
        <w:rPr>
          <w:rFonts w:ascii="Times New Roman CYR" w:hAnsi="Times New Roman CYR" w:cs="Times New Roman CYR"/>
          <w:sz w:val="28"/>
          <w:szCs w:val="28"/>
        </w:rPr>
        <w:t>5</w:t>
      </w:r>
      <w:r w:rsidR="009972E4" w:rsidRPr="00292650">
        <w:rPr>
          <w:rFonts w:ascii="Times New Roman CYR" w:hAnsi="Times New Roman CYR" w:cs="Times New Roman CYR"/>
          <w:sz w:val="28"/>
          <w:szCs w:val="28"/>
        </w:rPr>
        <w:t>,</w:t>
      </w:r>
      <w:r w:rsidR="00EF688E" w:rsidRPr="00292650">
        <w:rPr>
          <w:rFonts w:ascii="Times New Roman CYR" w:hAnsi="Times New Roman CYR" w:cs="Times New Roman CYR"/>
          <w:sz w:val="28"/>
          <w:szCs w:val="28"/>
        </w:rPr>
        <w:t>9</w:t>
      </w:r>
      <w:r w:rsidR="00B8274B" w:rsidRPr="00292650">
        <w:rPr>
          <w:rFonts w:ascii="Times New Roman CYR" w:hAnsi="Times New Roman CYR" w:cs="Times New Roman CYR"/>
          <w:sz w:val="28"/>
          <w:szCs w:val="28"/>
        </w:rPr>
        <w:t xml:space="preserve">, областной – </w:t>
      </w:r>
      <w:r w:rsidR="00EF688E" w:rsidRPr="00292650">
        <w:rPr>
          <w:rFonts w:ascii="Times New Roman CYR" w:hAnsi="Times New Roman CYR" w:cs="Times New Roman CYR"/>
          <w:sz w:val="28"/>
          <w:szCs w:val="28"/>
        </w:rPr>
        <w:t>50 541,6</w:t>
      </w:r>
      <w:r w:rsidR="00B8274B" w:rsidRPr="00292650">
        <w:rPr>
          <w:rFonts w:ascii="Times New Roman CYR" w:hAnsi="Times New Roman CYR" w:cs="Times New Roman CYR"/>
          <w:sz w:val="28"/>
          <w:szCs w:val="28"/>
        </w:rPr>
        <w:t xml:space="preserve"> тыс.руб. </w:t>
      </w:r>
      <w:r w:rsidR="00AE6841" w:rsidRPr="00292650">
        <w:rPr>
          <w:rFonts w:ascii="Times New Roman CYR" w:hAnsi="Times New Roman CYR" w:cs="Times New Roman CYR"/>
          <w:sz w:val="28"/>
          <w:szCs w:val="28"/>
        </w:rPr>
        <w:t xml:space="preserve">Работы </w:t>
      </w:r>
      <w:r w:rsidR="00C8613E" w:rsidRPr="00292650">
        <w:rPr>
          <w:rFonts w:ascii="Times New Roman CYR" w:hAnsi="Times New Roman CYR" w:cs="Times New Roman CYR"/>
          <w:sz w:val="28"/>
          <w:szCs w:val="28"/>
        </w:rPr>
        <w:t>выполнены на 98%, подрядчиком готовится документация на проверку с последующим представлением в министерство строительства Ростовской области</w:t>
      </w:r>
      <w:r w:rsidR="00AE6841" w:rsidRPr="00292650">
        <w:rPr>
          <w:rFonts w:ascii="Times New Roman CYR" w:hAnsi="Times New Roman CYR" w:cs="Times New Roman CYR"/>
          <w:sz w:val="28"/>
          <w:szCs w:val="28"/>
        </w:rPr>
        <w:t>.</w:t>
      </w:r>
    </w:p>
    <w:p w:rsidR="00F66064" w:rsidRPr="00292650" w:rsidRDefault="00557FA7" w:rsidP="003F4EBB">
      <w:pPr>
        <w:overflowPunct w:val="0"/>
        <w:autoSpaceDE w:val="0"/>
        <w:autoSpaceDN w:val="0"/>
        <w:adjustRightInd w:val="0"/>
        <w:jc w:val="both"/>
        <w:textAlignment w:val="baseline"/>
        <w:rPr>
          <w:sz w:val="28"/>
          <w:szCs w:val="28"/>
        </w:rPr>
      </w:pPr>
      <w:r w:rsidRPr="00292650">
        <w:rPr>
          <w:sz w:val="28"/>
          <w:szCs w:val="28"/>
        </w:rPr>
        <w:t xml:space="preserve">        </w:t>
      </w:r>
      <w:r w:rsidR="00D65921" w:rsidRPr="00292650">
        <w:rPr>
          <w:sz w:val="28"/>
          <w:szCs w:val="28"/>
        </w:rPr>
        <w:t>В 201</w:t>
      </w:r>
      <w:r w:rsidR="00AE6841" w:rsidRPr="00292650">
        <w:rPr>
          <w:sz w:val="28"/>
          <w:szCs w:val="28"/>
        </w:rPr>
        <w:t>9</w:t>
      </w:r>
      <w:r w:rsidR="00D65921" w:rsidRPr="00292650">
        <w:rPr>
          <w:sz w:val="28"/>
          <w:szCs w:val="28"/>
        </w:rPr>
        <w:t xml:space="preserve"> г. </w:t>
      </w:r>
      <w:r w:rsidR="009F49FC" w:rsidRPr="00292650">
        <w:rPr>
          <w:sz w:val="28"/>
          <w:szCs w:val="28"/>
        </w:rPr>
        <w:t>выделены средства на приобретение автобус</w:t>
      </w:r>
      <w:r w:rsidR="00AE6841" w:rsidRPr="00292650">
        <w:rPr>
          <w:sz w:val="28"/>
          <w:szCs w:val="28"/>
        </w:rPr>
        <w:t>а</w:t>
      </w:r>
      <w:r w:rsidR="009F49FC" w:rsidRPr="00292650">
        <w:rPr>
          <w:sz w:val="28"/>
          <w:szCs w:val="28"/>
        </w:rPr>
        <w:t xml:space="preserve"> для МБОУ</w:t>
      </w:r>
      <w:r w:rsidR="00AE6841" w:rsidRPr="00292650">
        <w:rPr>
          <w:sz w:val="28"/>
          <w:szCs w:val="28"/>
        </w:rPr>
        <w:t xml:space="preserve"> ДО Милютинская ДЮСШ</w:t>
      </w:r>
      <w:r w:rsidR="009F49FC" w:rsidRPr="00292650">
        <w:rPr>
          <w:sz w:val="28"/>
          <w:szCs w:val="28"/>
        </w:rPr>
        <w:t xml:space="preserve"> в сумме </w:t>
      </w:r>
      <w:r w:rsidR="00BF34A6" w:rsidRPr="00292650">
        <w:rPr>
          <w:sz w:val="28"/>
          <w:szCs w:val="28"/>
        </w:rPr>
        <w:t>2 763,1</w:t>
      </w:r>
      <w:r w:rsidR="009F49FC" w:rsidRPr="00292650">
        <w:rPr>
          <w:sz w:val="28"/>
          <w:szCs w:val="28"/>
        </w:rPr>
        <w:t xml:space="preserve"> тыс.руб., в т.ч. местный – 1</w:t>
      </w:r>
      <w:r w:rsidR="00BF34A6" w:rsidRPr="00292650">
        <w:rPr>
          <w:sz w:val="28"/>
          <w:szCs w:val="28"/>
        </w:rPr>
        <w:t>1</w:t>
      </w:r>
      <w:r w:rsidR="009F49FC" w:rsidRPr="00292650">
        <w:rPr>
          <w:sz w:val="28"/>
          <w:szCs w:val="28"/>
        </w:rPr>
        <w:t>0,</w:t>
      </w:r>
      <w:r w:rsidR="00BF34A6" w:rsidRPr="00292650">
        <w:rPr>
          <w:sz w:val="28"/>
          <w:szCs w:val="28"/>
        </w:rPr>
        <w:t>6</w:t>
      </w:r>
      <w:r w:rsidR="009F49FC" w:rsidRPr="00292650">
        <w:rPr>
          <w:sz w:val="28"/>
          <w:szCs w:val="28"/>
        </w:rPr>
        <w:t xml:space="preserve">, областной – </w:t>
      </w:r>
      <w:r w:rsidR="00BF34A6" w:rsidRPr="00292650">
        <w:rPr>
          <w:sz w:val="28"/>
          <w:szCs w:val="28"/>
        </w:rPr>
        <w:t>2 652</w:t>
      </w:r>
      <w:r w:rsidR="009F49FC" w:rsidRPr="00292650">
        <w:rPr>
          <w:sz w:val="28"/>
          <w:szCs w:val="28"/>
        </w:rPr>
        <w:t>,</w:t>
      </w:r>
      <w:r w:rsidR="00BF34A6" w:rsidRPr="00292650">
        <w:rPr>
          <w:sz w:val="28"/>
          <w:szCs w:val="28"/>
        </w:rPr>
        <w:t>5</w:t>
      </w:r>
      <w:r w:rsidR="009F49FC" w:rsidRPr="00292650">
        <w:rPr>
          <w:sz w:val="28"/>
          <w:szCs w:val="28"/>
        </w:rPr>
        <w:t xml:space="preserve"> тыс.руб.</w:t>
      </w:r>
      <w:r w:rsidR="00AB532F" w:rsidRPr="00292650">
        <w:rPr>
          <w:sz w:val="28"/>
          <w:szCs w:val="28"/>
        </w:rPr>
        <w:t xml:space="preserve">, </w:t>
      </w:r>
      <w:r w:rsidR="00B8274B" w:rsidRPr="00292650">
        <w:rPr>
          <w:sz w:val="28"/>
          <w:szCs w:val="28"/>
        </w:rPr>
        <w:t xml:space="preserve">автобус поставлен, </w:t>
      </w:r>
      <w:r w:rsidR="003B1F6B" w:rsidRPr="00292650">
        <w:rPr>
          <w:sz w:val="28"/>
          <w:szCs w:val="28"/>
        </w:rPr>
        <w:t>затраты составили</w:t>
      </w:r>
      <w:r w:rsidR="003B1F6B" w:rsidRPr="00292650">
        <w:t xml:space="preserve"> </w:t>
      </w:r>
      <w:r w:rsidR="003B1F6B" w:rsidRPr="00292650">
        <w:rPr>
          <w:sz w:val="28"/>
          <w:szCs w:val="28"/>
        </w:rPr>
        <w:t>2 749,2</w:t>
      </w:r>
      <w:r w:rsidR="003B1F6B" w:rsidRPr="00292650">
        <w:t xml:space="preserve"> </w:t>
      </w:r>
      <w:r w:rsidR="003B1F6B" w:rsidRPr="00292650">
        <w:rPr>
          <w:sz w:val="28"/>
          <w:szCs w:val="28"/>
        </w:rPr>
        <w:t>тыс.руб., в т.ч. местный – 110,0, областной – 2 639,2 тыс.руб</w:t>
      </w:r>
      <w:r w:rsidR="00AB532F" w:rsidRPr="00292650">
        <w:rPr>
          <w:sz w:val="28"/>
          <w:szCs w:val="28"/>
        </w:rPr>
        <w:t>.</w:t>
      </w:r>
    </w:p>
    <w:p w:rsidR="00C5722F" w:rsidRPr="00292650" w:rsidRDefault="00C5722F" w:rsidP="003F4EBB">
      <w:pPr>
        <w:overflowPunct w:val="0"/>
        <w:autoSpaceDE w:val="0"/>
        <w:autoSpaceDN w:val="0"/>
        <w:adjustRightInd w:val="0"/>
        <w:jc w:val="both"/>
        <w:textAlignment w:val="baseline"/>
        <w:rPr>
          <w:sz w:val="28"/>
          <w:szCs w:val="28"/>
        </w:rPr>
      </w:pPr>
      <w:r w:rsidRPr="00292650">
        <w:rPr>
          <w:sz w:val="28"/>
          <w:szCs w:val="28"/>
        </w:rPr>
        <w:lastRenderedPageBreak/>
        <w:t xml:space="preserve">           Кроме, того выделены денеж</w:t>
      </w:r>
      <w:r w:rsidR="00BF34A6" w:rsidRPr="00292650">
        <w:rPr>
          <w:sz w:val="28"/>
          <w:szCs w:val="28"/>
        </w:rPr>
        <w:t>ные средства на ремонт спортивных</w:t>
      </w:r>
      <w:r w:rsidRPr="00292650">
        <w:rPr>
          <w:sz w:val="28"/>
          <w:szCs w:val="28"/>
        </w:rPr>
        <w:t xml:space="preserve"> зал</w:t>
      </w:r>
      <w:r w:rsidR="00BF34A6" w:rsidRPr="00292650">
        <w:rPr>
          <w:sz w:val="28"/>
          <w:szCs w:val="28"/>
        </w:rPr>
        <w:t>ов</w:t>
      </w:r>
      <w:r w:rsidRPr="00292650">
        <w:rPr>
          <w:sz w:val="28"/>
          <w:szCs w:val="28"/>
        </w:rPr>
        <w:t xml:space="preserve"> МБОУ </w:t>
      </w:r>
      <w:r w:rsidR="00BF34A6" w:rsidRPr="00292650">
        <w:rPr>
          <w:sz w:val="28"/>
          <w:szCs w:val="28"/>
        </w:rPr>
        <w:t xml:space="preserve">Россошанская </w:t>
      </w:r>
      <w:r w:rsidR="00AB532F" w:rsidRPr="00292650">
        <w:rPr>
          <w:sz w:val="28"/>
          <w:szCs w:val="28"/>
        </w:rPr>
        <w:t>О</w:t>
      </w:r>
      <w:r w:rsidRPr="00292650">
        <w:rPr>
          <w:sz w:val="28"/>
          <w:szCs w:val="28"/>
        </w:rPr>
        <w:t>ОШ</w:t>
      </w:r>
      <w:r w:rsidR="00BF34A6" w:rsidRPr="00292650">
        <w:rPr>
          <w:sz w:val="28"/>
          <w:szCs w:val="28"/>
        </w:rPr>
        <w:t>, МБОУ Лукичевская СОШ, МБОУ Селивановская СОШ, МБОУ Первомайская ООШ</w:t>
      </w:r>
      <w:r w:rsidRPr="00292650">
        <w:rPr>
          <w:sz w:val="28"/>
          <w:szCs w:val="28"/>
        </w:rPr>
        <w:t xml:space="preserve"> в сумме </w:t>
      </w:r>
      <w:r w:rsidR="00BF34A6" w:rsidRPr="00292650">
        <w:rPr>
          <w:sz w:val="28"/>
          <w:szCs w:val="28"/>
        </w:rPr>
        <w:t>3</w:t>
      </w:r>
      <w:r w:rsidR="00DB634B" w:rsidRPr="00292650">
        <w:rPr>
          <w:sz w:val="28"/>
          <w:szCs w:val="28"/>
        </w:rPr>
        <w:t> 312,3</w:t>
      </w:r>
      <w:r w:rsidRPr="00292650">
        <w:rPr>
          <w:sz w:val="28"/>
          <w:szCs w:val="28"/>
        </w:rPr>
        <w:t xml:space="preserve"> тыс.руб., в т.ч. федеральный бюджет  - </w:t>
      </w:r>
      <w:r w:rsidR="00DB634B" w:rsidRPr="00292650">
        <w:rPr>
          <w:sz w:val="28"/>
          <w:szCs w:val="28"/>
        </w:rPr>
        <w:t>2 881,7</w:t>
      </w:r>
      <w:r w:rsidRPr="00292650">
        <w:rPr>
          <w:sz w:val="28"/>
          <w:szCs w:val="28"/>
        </w:rPr>
        <w:t xml:space="preserve"> тыс.руб., областной – </w:t>
      </w:r>
      <w:r w:rsidR="00DB634B" w:rsidRPr="00292650">
        <w:rPr>
          <w:sz w:val="28"/>
          <w:szCs w:val="28"/>
        </w:rPr>
        <w:t>430</w:t>
      </w:r>
      <w:r w:rsidR="00BF34A6" w:rsidRPr="00292650">
        <w:rPr>
          <w:sz w:val="28"/>
          <w:szCs w:val="28"/>
        </w:rPr>
        <w:t>,</w:t>
      </w:r>
      <w:r w:rsidR="00DB634B" w:rsidRPr="00292650">
        <w:rPr>
          <w:sz w:val="28"/>
          <w:szCs w:val="28"/>
        </w:rPr>
        <w:t>6</w:t>
      </w:r>
      <w:r w:rsidRPr="00292650">
        <w:rPr>
          <w:sz w:val="28"/>
          <w:szCs w:val="28"/>
        </w:rPr>
        <w:t xml:space="preserve"> тыс.руб.</w:t>
      </w:r>
      <w:r w:rsidR="00AB532F" w:rsidRPr="00292650">
        <w:rPr>
          <w:sz w:val="28"/>
          <w:szCs w:val="28"/>
        </w:rPr>
        <w:t xml:space="preserve"> </w:t>
      </w:r>
      <w:r w:rsidR="00681DFD" w:rsidRPr="00292650">
        <w:rPr>
          <w:sz w:val="28"/>
          <w:szCs w:val="28"/>
        </w:rPr>
        <w:t xml:space="preserve">Работы выполнены в </w:t>
      </w:r>
      <w:r w:rsidR="00DB634B" w:rsidRPr="00292650">
        <w:rPr>
          <w:sz w:val="28"/>
          <w:szCs w:val="28"/>
        </w:rPr>
        <w:t>4</w:t>
      </w:r>
      <w:r w:rsidR="00681DFD" w:rsidRPr="00292650">
        <w:rPr>
          <w:sz w:val="28"/>
          <w:szCs w:val="28"/>
        </w:rPr>
        <w:t xml:space="preserve"> ОУ (Россошанская, Лукичевская, Первомайская), денежные средства освоены в сумме </w:t>
      </w:r>
      <w:r w:rsidR="00DB634B" w:rsidRPr="00292650">
        <w:rPr>
          <w:sz w:val="28"/>
          <w:szCs w:val="28"/>
        </w:rPr>
        <w:t>3 140,9</w:t>
      </w:r>
      <w:r w:rsidR="00681DFD" w:rsidRPr="00292650">
        <w:rPr>
          <w:sz w:val="28"/>
          <w:szCs w:val="28"/>
        </w:rPr>
        <w:t xml:space="preserve"> тыс.руб, в т.ч. федеральный бюджет – 2</w:t>
      </w:r>
      <w:r w:rsidR="00DB634B" w:rsidRPr="00292650">
        <w:rPr>
          <w:sz w:val="28"/>
          <w:szCs w:val="28"/>
        </w:rPr>
        <w:t> 738,6</w:t>
      </w:r>
      <w:r w:rsidR="00681DFD" w:rsidRPr="00292650">
        <w:rPr>
          <w:sz w:val="28"/>
          <w:szCs w:val="28"/>
        </w:rPr>
        <w:t xml:space="preserve">, областной – </w:t>
      </w:r>
      <w:r w:rsidR="00DB634B" w:rsidRPr="00292650">
        <w:rPr>
          <w:sz w:val="28"/>
          <w:szCs w:val="28"/>
        </w:rPr>
        <w:t>408,3</w:t>
      </w:r>
      <w:r w:rsidR="00681DFD" w:rsidRPr="00292650">
        <w:rPr>
          <w:sz w:val="28"/>
          <w:szCs w:val="28"/>
        </w:rPr>
        <w:t xml:space="preserve"> тыс.руб.</w:t>
      </w:r>
      <w:r w:rsidR="00AB532F" w:rsidRPr="00292650">
        <w:rPr>
          <w:sz w:val="28"/>
          <w:szCs w:val="28"/>
        </w:rPr>
        <w:t>.</w:t>
      </w:r>
    </w:p>
    <w:p w:rsidR="00BF34A6" w:rsidRPr="00292650" w:rsidRDefault="00C5722F" w:rsidP="00AB532F">
      <w:pPr>
        <w:overflowPunct w:val="0"/>
        <w:autoSpaceDE w:val="0"/>
        <w:autoSpaceDN w:val="0"/>
        <w:adjustRightInd w:val="0"/>
        <w:jc w:val="both"/>
        <w:textAlignment w:val="baseline"/>
        <w:rPr>
          <w:sz w:val="28"/>
          <w:szCs w:val="28"/>
        </w:rPr>
      </w:pPr>
      <w:r w:rsidRPr="00292650">
        <w:rPr>
          <w:sz w:val="28"/>
          <w:szCs w:val="28"/>
        </w:rPr>
        <w:t xml:space="preserve">           </w:t>
      </w:r>
      <w:r w:rsidR="00BF34A6" w:rsidRPr="00292650">
        <w:rPr>
          <w:sz w:val="28"/>
          <w:szCs w:val="28"/>
        </w:rPr>
        <w:t xml:space="preserve">Распоряжением Правительства Ростовской области от </w:t>
      </w:r>
      <w:r w:rsidR="0036037E" w:rsidRPr="00292650">
        <w:rPr>
          <w:sz w:val="28"/>
          <w:szCs w:val="28"/>
        </w:rPr>
        <w:t>11.</w:t>
      </w:r>
      <w:r w:rsidR="00BF34A6" w:rsidRPr="00292650">
        <w:rPr>
          <w:sz w:val="28"/>
          <w:szCs w:val="28"/>
        </w:rPr>
        <w:t>03.2019г №</w:t>
      </w:r>
      <w:r w:rsidR="0036037E" w:rsidRPr="00292650">
        <w:rPr>
          <w:sz w:val="28"/>
          <w:szCs w:val="28"/>
        </w:rPr>
        <w:t>103</w:t>
      </w:r>
      <w:r w:rsidR="00AB532F" w:rsidRPr="00292650">
        <w:rPr>
          <w:sz w:val="28"/>
          <w:szCs w:val="28"/>
        </w:rPr>
        <w:t xml:space="preserve"> выделены денежные средства </w:t>
      </w:r>
      <w:r w:rsidR="00BF34A6" w:rsidRPr="00292650">
        <w:rPr>
          <w:sz w:val="28"/>
          <w:szCs w:val="28"/>
        </w:rPr>
        <w:t xml:space="preserve">резервного фонда </w:t>
      </w:r>
      <w:r w:rsidR="00AB532F" w:rsidRPr="00292650">
        <w:rPr>
          <w:sz w:val="28"/>
          <w:szCs w:val="28"/>
        </w:rPr>
        <w:t xml:space="preserve">на </w:t>
      </w:r>
      <w:r w:rsidR="00BF34A6" w:rsidRPr="00292650">
        <w:rPr>
          <w:sz w:val="28"/>
          <w:szCs w:val="28"/>
        </w:rPr>
        <w:t>капитальный ремонт внутренних помещений</w:t>
      </w:r>
      <w:r w:rsidR="00DB634B" w:rsidRPr="00292650">
        <w:rPr>
          <w:sz w:val="28"/>
          <w:szCs w:val="28"/>
        </w:rPr>
        <w:t>,</w:t>
      </w:r>
      <w:r w:rsidR="00BF34A6" w:rsidRPr="00292650">
        <w:rPr>
          <w:sz w:val="28"/>
          <w:szCs w:val="28"/>
        </w:rPr>
        <w:t xml:space="preserve"> наружной отделки</w:t>
      </w:r>
      <w:r w:rsidR="00C8613E" w:rsidRPr="00292650">
        <w:rPr>
          <w:sz w:val="28"/>
          <w:szCs w:val="28"/>
        </w:rPr>
        <w:t xml:space="preserve"> (фасад</w:t>
      </w:r>
      <w:r w:rsidR="00DB634B" w:rsidRPr="00292650">
        <w:rPr>
          <w:sz w:val="28"/>
          <w:szCs w:val="28"/>
        </w:rPr>
        <w:t>)</w:t>
      </w:r>
      <w:r w:rsidR="00BF34A6" w:rsidRPr="00292650">
        <w:rPr>
          <w:sz w:val="28"/>
          <w:szCs w:val="28"/>
        </w:rPr>
        <w:t xml:space="preserve"> и кровли МБОУ Селивановская СОШ в сумме 3 829,7 тыс.руб., в т.ч. областной бюджет – 3 676,5 тыс.</w:t>
      </w:r>
      <w:r w:rsidR="00681DFD" w:rsidRPr="00292650">
        <w:rPr>
          <w:sz w:val="28"/>
          <w:szCs w:val="28"/>
        </w:rPr>
        <w:t xml:space="preserve">руб., местный – 153,2 тыс.руб. </w:t>
      </w:r>
      <w:r w:rsidR="00DB634B" w:rsidRPr="00292650">
        <w:rPr>
          <w:sz w:val="28"/>
          <w:szCs w:val="28"/>
        </w:rPr>
        <w:t>Завершены работы по ремонту кровли, сумма затрат всего 2 853,1 тыс.руб., в т.ч. местный -  114,1 тыс.руб., областной – 2 739,0 тыс.руб.</w:t>
      </w:r>
      <w:r w:rsidR="00A86300" w:rsidRPr="00292650">
        <w:rPr>
          <w:sz w:val="28"/>
          <w:szCs w:val="28"/>
        </w:rPr>
        <w:t>, также з</w:t>
      </w:r>
      <w:r w:rsidR="00DB634B" w:rsidRPr="00292650">
        <w:rPr>
          <w:sz w:val="28"/>
          <w:szCs w:val="28"/>
        </w:rPr>
        <w:t>аверш</w:t>
      </w:r>
      <w:r w:rsidR="00A86300" w:rsidRPr="00292650">
        <w:rPr>
          <w:sz w:val="28"/>
          <w:szCs w:val="28"/>
        </w:rPr>
        <w:t>ены</w:t>
      </w:r>
      <w:r w:rsidR="00DB634B" w:rsidRPr="00292650">
        <w:rPr>
          <w:sz w:val="28"/>
          <w:szCs w:val="28"/>
        </w:rPr>
        <w:t xml:space="preserve"> работы по фасаду, сумма договора – </w:t>
      </w:r>
      <w:r w:rsidR="00C8613E" w:rsidRPr="00292650">
        <w:rPr>
          <w:sz w:val="28"/>
          <w:szCs w:val="28"/>
        </w:rPr>
        <w:t>796,4</w:t>
      </w:r>
      <w:r w:rsidR="00DB634B" w:rsidRPr="00292650">
        <w:rPr>
          <w:sz w:val="28"/>
          <w:szCs w:val="28"/>
        </w:rPr>
        <w:t xml:space="preserve"> тыс.руб., в т.ч. местный – 3</w:t>
      </w:r>
      <w:r w:rsidR="00C8613E" w:rsidRPr="00292650">
        <w:rPr>
          <w:sz w:val="28"/>
          <w:szCs w:val="28"/>
        </w:rPr>
        <w:t>1</w:t>
      </w:r>
      <w:r w:rsidR="00DB634B" w:rsidRPr="00292650">
        <w:rPr>
          <w:sz w:val="28"/>
          <w:szCs w:val="28"/>
        </w:rPr>
        <w:t xml:space="preserve">,9, областной – </w:t>
      </w:r>
      <w:r w:rsidR="00C8613E" w:rsidRPr="00292650">
        <w:rPr>
          <w:sz w:val="28"/>
          <w:szCs w:val="28"/>
        </w:rPr>
        <w:t>764,5</w:t>
      </w:r>
      <w:r w:rsidR="00DB634B" w:rsidRPr="00292650">
        <w:rPr>
          <w:sz w:val="28"/>
          <w:szCs w:val="28"/>
        </w:rPr>
        <w:t xml:space="preserve"> тыс.руб.</w:t>
      </w:r>
    </w:p>
    <w:p w:rsidR="006F4627" w:rsidRPr="00292650" w:rsidRDefault="00BF34A6" w:rsidP="00AB532F">
      <w:pPr>
        <w:overflowPunct w:val="0"/>
        <w:autoSpaceDE w:val="0"/>
        <w:autoSpaceDN w:val="0"/>
        <w:adjustRightInd w:val="0"/>
        <w:jc w:val="both"/>
        <w:textAlignment w:val="baseline"/>
        <w:rPr>
          <w:sz w:val="28"/>
          <w:szCs w:val="28"/>
        </w:rPr>
      </w:pPr>
      <w:r w:rsidRPr="00292650">
        <w:rPr>
          <w:sz w:val="28"/>
          <w:szCs w:val="28"/>
        </w:rPr>
        <w:t xml:space="preserve">           Также, распоряжением Правительства Ростовской области от </w:t>
      </w:r>
      <w:r w:rsidR="0036037E" w:rsidRPr="00292650">
        <w:rPr>
          <w:sz w:val="28"/>
          <w:szCs w:val="28"/>
        </w:rPr>
        <w:t>26.</w:t>
      </w:r>
      <w:r w:rsidRPr="00292650">
        <w:rPr>
          <w:sz w:val="28"/>
          <w:szCs w:val="28"/>
        </w:rPr>
        <w:t>03.2019г №</w:t>
      </w:r>
      <w:r w:rsidR="0036037E" w:rsidRPr="00292650">
        <w:rPr>
          <w:sz w:val="28"/>
          <w:szCs w:val="28"/>
        </w:rPr>
        <w:t>156</w:t>
      </w:r>
      <w:r w:rsidRPr="00292650">
        <w:rPr>
          <w:sz w:val="28"/>
          <w:szCs w:val="28"/>
        </w:rPr>
        <w:t xml:space="preserve"> выделены денежные средства резервного фонда</w:t>
      </w:r>
      <w:r w:rsidR="00AB532F" w:rsidRPr="00292650">
        <w:rPr>
          <w:sz w:val="28"/>
          <w:szCs w:val="28"/>
        </w:rPr>
        <w:t xml:space="preserve"> </w:t>
      </w:r>
      <w:r w:rsidRPr="00292650">
        <w:rPr>
          <w:sz w:val="28"/>
          <w:szCs w:val="28"/>
        </w:rPr>
        <w:t xml:space="preserve">на приобретение школьной мебели, классных досок и софитов для освещения досок в сумме </w:t>
      </w:r>
      <w:r w:rsidR="0036037E" w:rsidRPr="00292650">
        <w:rPr>
          <w:sz w:val="28"/>
          <w:szCs w:val="28"/>
        </w:rPr>
        <w:t xml:space="preserve">461,4 тыс.руб., </w:t>
      </w:r>
      <w:r w:rsidR="00302AAD" w:rsidRPr="00292650">
        <w:rPr>
          <w:sz w:val="28"/>
          <w:szCs w:val="28"/>
        </w:rPr>
        <w:t xml:space="preserve">для МБОУ Маньково-Березовская СОШ и МБОУ Петровская СОШ, </w:t>
      </w:r>
      <w:r w:rsidR="0036037E" w:rsidRPr="00292650">
        <w:rPr>
          <w:sz w:val="28"/>
          <w:szCs w:val="28"/>
        </w:rPr>
        <w:t>в т.ч. областной – 442,9 тыс.руб., местный – 18,5 тыс.руб.</w:t>
      </w:r>
      <w:r w:rsidR="00681DFD" w:rsidRPr="00292650">
        <w:rPr>
          <w:sz w:val="28"/>
          <w:szCs w:val="28"/>
        </w:rPr>
        <w:t xml:space="preserve"> Оборудование поставлено, </w:t>
      </w:r>
      <w:r w:rsidR="00B04E5E" w:rsidRPr="00292650">
        <w:rPr>
          <w:sz w:val="28"/>
          <w:szCs w:val="28"/>
        </w:rPr>
        <w:t>денежынй средства освоены в сумме – 452,0 тыс.руб., в т.ч. местный – 17,0 тыс.руб., областной – 408,0 тыс.руб.</w:t>
      </w:r>
      <w:r w:rsidR="00681DFD" w:rsidRPr="00292650">
        <w:rPr>
          <w:sz w:val="28"/>
          <w:szCs w:val="28"/>
        </w:rPr>
        <w:t>.</w:t>
      </w:r>
    </w:p>
    <w:p w:rsidR="00721BB6" w:rsidRPr="00292650" w:rsidRDefault="00721BB6" w:rsidP="00AB532F">
      <w:pPr>
        <w:overflowPunct w:val="0"/>
        <w:autoSpaceDE w:val="0"/>
        <w:autoSpaceDN w:val="0"/>
        <w:adjustRightInd w:val="0"/>
        <w:jc w:val="both"/>
        <w:textAlignment w:val="baseline"/>
        <w:rPr>
          <w:sz w:val="28"/>
          <w:szCs w:val="28"/>
        </w:rPr>
      </w:pPr>
      <w:r w:rsidRPr="00292650">
        <w:rPr>
          <w:sz w:val="28"/>
          <w:szCs w:val="28"/>
        </w:rPr>
        <w:t xml:space="preserve">            Установлены противопожарные двери в 7 образовательный организациях на сумму 245,0 тыс.руб., обработаны чердачные помещения огнезащитным составом в 5 учреждениях на сумму 117,5 тыс.руб.</w:t>
      </w:r>
    </w:p>
    <w:p w:rsidR="00721BB6" w:rsidRPr="00292650" w:rsidRDefault="00A65D6F" w:rsidP="00AB532F">
      <w:pPr>
        <w:overflowPunct w:val="0"/>
        <w:autoSpaceDE w:val="0"/>
        <w:autoSpaceDN w:val="0"/>
        <w:adjustRightInd w:val="0"/>
        <w:jc w:val="both"/>
        <w:textAlignment w:val="baseline"/>
        <w:rPr>
          <w:sz w:val="28"/>
          <w:szCs w:val="28"/>
        </w:rPr>
      </w:pPr>
      <w:r w:rsidRPr="00292650">
        <w:rPr>
          <w:sz w:val="28"/>
          <w:szCs w:val="28"/>
        </w:rPr>
        <w:t xml:space="preserve">           По решению суда выполнены работы по освещению классных досок в 4 школах (Кутейниковская, Новодмитриевская, Россошанская, Каменная) на сумму 81,7 тыс.руб.</w:t>
      </w:r>
      <w:r w:rsidR="00721BB6" w:rsidRPr="00292650">
        <w:rPr>
          <w:sz w:val="28"/>
          <w:szCs w:val="28"/>
        </w:rPr>
        <w:t xml:space="preserve">  </w:t>
      </w:r>
    </w:p>
    <w:p w:rsidR="00A65D6F" w:rsidRPr="00292650" w:rsidRDefault="00A65D6F" w:rsidP="00AB532F">
      <w:pPr>
        <w:overflowPunct w:val="0"/>
        <w:autoSpaceDE w:val="0"/>
        <w:autoSpaceDN w:val="0"/>
        <w:adjustRightInd w:val="0"/>
        <w:jc w:val="both"/>
        <w:textAlignment w:val="baseline"/>
        <w:rPr>
          <w:sz w:val="28"/>
          <w:szCs w:val="28"/>
        </w:rPr>
      </w:pPr>
      <w:r w:rsidRPr="00292650">
        <w:rPr>
          <w:sz w:val="28"/>
          <w:szCs w:val="28"/>
        </w:rPr>
        <w:t xml:space="preserve">           Выполнены работы по освещению классных комнат в МБОУ М-Березовская СОШ на сумму 53,0 тыс.руб., согласно предписания Роспотребнадзора.</w:t>
      </w:r>
    </w:p>
    <w:p w:rsidR="00A86300" w:rsidRPr="00292650" w:rsidRDefault="005B2AE5" w:rsidP="00AB532F">
      <w:pPr>
        <w:overflowPunct w:val="0"/>
        <w:autoSpaceDE w:val="0"/>
        <w:autoSpaceDN w:val="0"/>
        <w:adjustRightInd w:val="0"/>
        <w:jc w:val="both"/>
        <w:textAlignment w:val="baseline"/>
        <w:rPr>
          <w:sz w:val="28"/>
          <w:szCs w:val="28"/>
        </w:rPr>
      </w:pPr>
      <w:r w:rsidRPr="00292650">
        <w:rPr>
          <w:sz w:val="28"/>
          <w:szCs w:val="28"/>
        </w:rPr>
        <w:t xml:space="preserve">           </w:t>
      </w:r>
      <w:r w:rsidR="00BA3AD8" w:rsidRPr="00292650">
        <w:rPr>
          <w:sz w:val="28"/>
          <w:szCs w:val="28"/>
        </w:rPr>
        <w:t xml:space="preserve">Выделены средства на проведение мероприятий по энергосбережению в части замены оконных и наружных дверных блоков в МБОУ Россошанская ООШ, МБОУ Орловская НОШ, МБОУ Степано-Савченская ООШ, МБОУ Николо-Березовская СОШ в сумме </w:t>
      </w:r>
      <w:r w:rsidR="00A86300" w:rsidRPr="00292650">
        <w:rPr>
          <w:sz w:val="28"/>
          <w:szCs w:val="28"/>
        </w:rPr>
        <w:t>4 432,3</w:t>
      </w:r>
      <w:r w:rsidR="00BA3AD8" w:rsidRPr="00292650">
        <w:rPr>
          <w:sz w:val="28"/>
          <w:szCs w:val="28"/>
        </w:rPr>
        <w:t xml:space="preserve"> тыс.руб., в т.ч. областной бюджет – 4</w:t>
      </w:r>
      <w:r w:rsidR="00A86300" w:rsidRPr="00292650">
        <w:rPr>
          <w:sz w:val="28"/>
          <w:szCs w:val="28"/>
        </w:rPr>
        <w:t> 255,0 тыс.руб., местный – 177,3</w:t>
      </w:r>
      <w:r w:rsidR="00BA3AD8" w:rsidRPr="00292650">
        <w:rPr>
          <w:sz w:val="28"/>
          <w:szCs w:val="28"/>
        </w:rPr>
        <w:t xml:space="preserve"> тыс.руб. </w:t>
      </w:r>
      <w:r w:rsidR="00A86300" w:rsidRPr="00292650">
        <w:rPr>
          <w:sz w:val="28"/>
          <w:szCs w:val="28"/>
        </w:rPr>
        <w:t>Работы выполнены в полном объеме</w:t>
      </w:r>
      <w:r w:rsidR="00302AAD" w:rsidRPr="00292650">
        <w:rPr>
          <w:sz w:val="28"/>
          <w:szCs w:val="28"/>
        </w:rPr>
        <w:t xml:space="preserve">. </w:t>
      </w:r>
      <w:r w:rsidR="00681DFD" w:rsidRPr="00292650">
        <w:rPr>
          <w:sz w:val="28"/>
          <w:szCs w:val="28"/>
        </w:rPr>
        <w:t xml:space="preserve">Освоено </w:t>
      </w:r>
      <w:r w:rsidR="00A86300" w:rsidRPr="00292650">
        <w:rPr>
          <w:sz w:val="28"/>
          <w:szCs w:val="28"/>
        </w:rPr>
        <w:t>4 393,7</w:t>
      </w:r>
      <w:r w:rsidR="00681DFD" w:rsidRPr="00292650">
        <w:rPr>
          <w:sz w:val="28"/>
          <w:szCs w:val="28"/>
        </w:rPr>
        <w:t xml:space="preserve"> тыс.руб., в т.ч областной бюджет – </w:t>
      </w:r>
      <w:r w:rsidR="00A86300" w:rsidRPr="00292650">
        <w:rPr>
          <w:sz w:val="28"/>
          <w:szCs w:val="28"/>
        </w:rPr>
        <w:t>4 217,9</w:t>
      </w:r>
      <w:r w:rsidR="00681DFD" w:rsidRPr="00292650">
        <w:rPr>
          <w:sz w:val="28"/>
          <w:szCs w:val="28"/>
        </w:rPr>
        <w:t>, местный – 1</w:t>
      </w:r>
      <w:r w:rsidR="00A86300" w:rsidRPr="00292650">
        <w:rPr>
          <w:sz w:val="28"/>
          <w:szCs w:val="28"/>
        </w:rPr>
        <w:t>75,7</w:t>
      </w:r>
      <w:r w:rsidR="00681DFD" w:rsidRPr="00292650">
        <w:rPr>
          <w:sz w:val="28"/>
          <w:szCs w:val="28"/>
        </w:rPr>
        <w:t xml:space="preserve"> тыс.</w:t>
      </w:r>
      <w:r w:rsidR="00A86300" w:rsidRPr="00292650">
        <w:rPr>
          <w:sz w:val="28"/>
          <w:szCs w:val="28"/>
        </w:rPr>
        <w:t xml:space="preserve"> </w:t>
      </w:r>
      <w:r w:rsidR="00681DFD" w:rsidRPr="00292650">
        <w:rPr>
          <w:sz w:val="28"/>
          <w:szCs w:val="28"/>
        </w:rPr>
        <w:t>руб.</w:t>
      </w:r>
    </w:p>
    <w:p w:rsidR="00391829" w:rsidRPr="00292650" w:rsidRDefault="00391829" w:rsidP="00AB532F">
      <w:pPr>
        <w:overflowPunct w:val="0"/>
        <w:autoSpaceDE w:val="0"/>
        <w:autoSpaceDN w:val="0"/>
        <w:adjustRightInd w:val="0"/>
        <w:jc w:val="both"/>
        <w:textAlignment w:val="baseline"/>
        <w:rPr>
          <w:sz w:val="28"/>
          <w:szCs w:val="28"/>
        </w:rPr>
      </w:pPr>
      <w:r w:rsidRPr="00292650">
        <w:rPr>
          <w:sz w:val="28"/>
          <w:szCs w:val="28"/>
        </w:rPr>
        <w:t xml:space="preserve">           Выполнены работы по измерению и испытанию электроустановок по образовательным организациям района. Сумма затрат местного бюджета составила 389,0 тыс.руб.</w:t>
      </w:r>
    </w:p>
    <w:p w:rsidR="005B2AE5" w:rsidRPr="00292650" w:rsidRDefault="005B2AE5" w:rsidP="000553D9">
      <w:pPr>
        <w:overflowPunct w:val="0"/>
        <w:autoSpaceDE w:val="0"/>
        <w:autoSpaceDN w:val="0"/>
        <w:adjustRightInd w:val="0"/>
        <w:jc w:val="both"/>
        <w:textAlignment w:val="baseline"/>
        <w:rPr>
          <w:sz w:val="28"/>
          <w:szCs w:val="28"/>
        </w:rPr>
      </w:pPr>
      <w:r w:rsidRPr="00292650">
        <w:rPr>
          <w:sz w:val="28"/>
          <w:szCs w:val="28"/>
        </w:rPr>
        <w:t xml:space="preserve">           </w:t>
      </w:r>
      <w:r w:rsidR="000553D9" w:rsidRPr="00292650">
        <w:rPr>
          <w:sz w:val="28"/>
          <w:szCs w:val="28"/>
        </w:rPr>
        <w:t>Получено положительное заключение на проектно-изыскательские работы на</w:t>
      </w:r>
      <w:r w:rsidR="00A251D2" w:rsidRPr="00292650">
        <w:rPr>
          <w:sz w:val="28"/>
          <w:szCs w:val="28"/>
        </w:rPr>
        <w:t xml:space="preserve"> разработку ПСД: «Строительство быстровозводимого</w:t>
      </w:r>
      <w:r w:rsidR="000553D9" w:rsidRPr="00292650">
        <w:rPr>
          <w:sz w:val="28"/>
          <w:szCs w:val="28"/>
        </w:rPr>
        <w:t xml:space="preserve"> здани</w:t>
      </w:r>
      <w:r w:rsidR="00A251D2" w:rsidRPr="00292650">
        <w:rPr>
          <w:sz w:val="28"/>
          <w:szCs w:val="28"/>
        </w:rPr>
        <w:t>я</w:t>
      </w:r>
      <w:r w:rsidR="000553D9" w:rsidRPr="00292650">
        <w:rPr>
          <w:sz w:val="28"/>
          <w:szCs w:val="28"/>
        </w:rPr>
        <w:t xml:space="preserve"> </w:t>
      </w:r>
      <w:r w:rsidR="00A251D2" w:rsidRPr="00292650">
        <w:rPr>
          <w:sz w:val="28"/>
          <w:szCs w:val="28"/>
        </w:rPr>
        <w:t xml:space="preserve">школьной </w:t>
      </w:r>
      <w:r w:rsidR="000553D9" w:rsidRPr="00292650">
        <w:rPr>
          <w:sz w:val="28"/>
          <w:szCs w:val="28"/>
        </w:rPr>
        <w:t xml:space="preserve">столовой </w:t>
      </w:r>
      <w:r w:rsidR="00A251D2" w:rsidRPr="00292650">
        <w:rPr>
          <w:sz w:val="28"/>
          <w:szCs w:val="28"/>
        </w:rPr>
        <w:t xml:space="preserve">на 60 мест для </w:t>
      </w:r>
      <w:r w:rsidR="000553D9" w:rsidRPr="00292650">
        <w:rPr>
          <w:sz w:val="28"/>
          <w:szCs w:val="28"/>
        </w:rPr>
        <w:t>МБОУ Маньково-Березовская СОШ</w:t>
      </w:r>
      <w:r w:rsidR="00A251D2" w:rsidRPr="00292650">
        <w:rPr>
          <w:sz w:val="28"/>
          <w:szCs w:val="28"/>
        </w:rPr>
        <w:t>»</w:t>
      </w:r>
      <w:r w:rsidR="000553D9" w:rsidRPr="00292650">
        <w:rPr>
          <w:sz w:val="28"/>
          <w:szCs w:val="28"/>
        </w:rPr>
        <w:t xml:space="preserve"> на сумму 2</w:t>
      </w:r>
      <w:r w:rsidR="00F0428F" w:rsidRPr="00292650">
        <w:rPr>
          <w:sz w:val="28"/>
          <w:szCs w:val="28"/>
        </w:rPr>
        <w:t> 951,6</w:t>
      </w:r>
      <w:r w:rsidR="000553D9" w:rsidRPr="00292650">
        <w:rPr>
          <w:sz w:val="28"/>
          <w:szCs w:val="28"/>
        </w:rPr>
        <w:t xml:space="preserve"> тыс.руб.</w:t>
      </w:r>
    </w:p>
    <w:p w:rsidR="00A251D2" w:rsidRPr="00292650" w:rsidRDefault="00A251D2" w:rsidP="000553D9">
      <w:pPr>
        <w:overflowPunct w:val="0"/>
        <w:autoSpaceDE w:val="0"/>
        <w:autoSpaceDN w:val="0"/>
        <w:adjustRightInd w:val="0"/>
        <w:jc w:val="both"/>
        <w:textAlignment w:val="baseline"/>
        <w:rPr>
          <w:sz w:val="28"/>
          <w:szCs w:val="28"/>
        </w:rPr>
      </w:pPr>
      <w:r w:rsidRPr="00292650">
        <w:rPr>
          <w:sz w:val="28"/>
          <w:szCs w:val="28"/>
        </w:rPr>
        <w:t xml:space="preserve">           Также получены положительные заключения на разработку ПСД на газоснабжение и установку котлов наружного размещения по 4 организациям (МБОУ Селивановская СОШ, МБОУ С</w:t>
      </w:r>
      <w:r w:rsidR="00DC4550" w:rsidRPr="00292650">
        <w:rPr>
          <w:sz w:val="28"/>
          <w:szCs w:val="28"/>
        </w:rPr>
        <w:t>тепано-Савченская ООШ, МБДОУ д/</w:t>
      </w:r>
      <w:r w:rsidRPr="00292650">
        <w:rPr>
          <w:sz w:val="28"/>
          <w:szCs w:val="28"/>
        </w:rPr>
        <w:t>с №2 ст.Селивановской, МБДОУ д/с №11 х.Степано-Савченский) на сумму 13 977,0 тыс.руб.</w:t>
      </w:r>
    </w:p>
    <w:p w:rsidR="00483748" w:rsidRPr="00292650" w:rsidRDefault="00483748" w:rsidP="000553D9">
      <w:pPr>
        <w:overflowPunct w:val="0"/>
        <w:autoSpaceDE w:val="0"/>
        <w:autoSpaceDN w:val="0"/>
        <w:adjustRightInd w:val="0"/>
        <w:jc w:val="both"/>
        <w:textAlignment w:val="baseline"/>
        <w:rPr>
          <w:sz w:val="28"/>
          <w:szCs w:val="28"/>
        </w:rPr>
      </w:pPr>
      <w:r w:rsidRPr="00292650">
        <w:rPr>
          <w:sz w:val="28"/>
          <w:szCs w:val="28"/>
        </w:rPr>
        <w:t xml:space="preserve">           Получено положительное заключение на замену оконных блоков в МБОУ Авангардовская ООШ на сумму   2 705,0 тыс.руб.</w:t>
      </w:r>
      <w:r w:rsidR="00A65D6F" w:rsidRPr="00292650">
        <w:rPr>
          <w:sz w:val="28"/>
          <w:szCs w:val="28"/>
        </w:rPr>
        <w:t xml:space="preserve">, затраты местного бюджета на </w:t>
      </w:r>
      <w:r w:rsidR="00A65D6F" w:rsidRPr="00292650">
        <w:rPr>
          <w:sz w:val="28"/>
          <w:szCs w:val="28"/>
        </w:rPr>
        <w:lastRenderedPageBreak/>
        <w:t>прохождение экспертизы и изготовление сметной документации составили 60,5 тыс.руб.</w:t>
      </w:r>
    </w:p>
    <w:p w:rsidR="00EC19F7" w:rsidRPr="00292650" w:rsidRDefault="00EC19F7" w:rsidP="000553D9">
      <w:pPr>
        <w:overflowPunct w:val="0"/>
        <w:autoSpaceDE w:val="0"/>
        <w:autoSpaceDN w:val="0"/>
        <w:adjustRightInd w:val="0"/>
        <w:jc w:val="both"/>
        <w:textAlignment w:val="baseline"/>
        <w:rPr>
          <w:sz w:val="28"/>
          <w:szCs w:val="28"/>
        </w:rPr>
      </w:pPr>
      <w:r w:rsidRPr="00292650">
        <w:rPr>
          <w:sz w:val="28"/>
          <w:szCs w:val="28"/>
        </w:rPr>
        <w:t xml:space="preserve">           Получены положительные заключения по 4 образовательным учреждениям района на проектно-изыскательские работы по газоснабжению с  установкой котлов наружного размещения  (МБОУ Петровская СОШ, МБОУ Маньково-Березовская СОШ, МБДОУ д/с №3 х.Нижнепетровский, МБДОУ д/с №10 сл.Маньково-Березовской) на сумму 10 698,3 тыс.руб.</w:t>
      </w:r>
    </w:p>
    <w:p w:rsidR="00EC19F7" w:rsidRPr="00292650" w:rsidRDefault="00EC19F7" w:rsidP="000553D9">
      <w:pPr>
        <w:overflowPunct w:val="0"/>
        <w:autoSpaceDE w:val="0"/>
        <w:autoSpaceDN w:val="0"/>
        <w:adjustRightInd w:val="0"/>
        <w:jc w:val="both"/>
        <w:textAlignment w:val="baseline"/>
        <w:rPr>
          <w:sz w:val="28"/>
          <w:szCs w:val="28"/>
        </w:rPr>
      </w:pPr>
      <w:r w:rsidRPr="00292650">
        <w:rPr>
          <w:sz w:val="28"/>
          <w:szCs w:val="28"/>
        </w:rPr>
        <w:t xml:space="preserve">           Получено положительное заключение на ПИР по газоснабжению МБОУ ДО ДООЦ «Родничок», сумма затрат 3 554,7 тыс.руб.</w:t>
      </w:r>
    </w:p>
    <w:p w:rsidR="00EC19F7" w:rsidRPr="00292650" w:rsidRDefault="00EC19F7" w:rsidP="000553D9">
      <w:pPr>
        <w:overflowPunct w:val="0"/>
        <w:autoSpaceDE w:val="0"/>
        <w:autoSpaceDN w:val="0"/>
        <w:adjustRightInd w:val="0"/>
        <w:jc w:val="both"/>
        <w:textAlignment w:val="baseline"/>
        <w:rPr>
          <w:sz w:val="28"/>
          <w:szCs w:val="28"/>
        </w:rPr>
      </w:pPr>
      <w:r w:rsidRPr="00292650">
        <w:rPr>
          <w:sz w:val="28"/>
          <w:szCs w:val="28"/>
        </w:rPr>
        <w:t xml:space="preserve">           Получено положительное заключение сметной стоимости по капитальному ремонту спортивного зала МБОУ ДО ДООЦ «Родничок», сумма затрат 6 504,2 тыс.руб.</w:t>
      </w:r>
    </w:p>
    <w:p w:rsidR="00EC19F7" w:rsidRPr="00292650" w:rsidRDefault="00EC19F7" w:rsidP="000553D9">
      <w:pPr>
        <w:overflowPunct w:val="0"/>
        <w:autoSpaceDE w:val="0"/>
        <w:autoSpaceDN w:val="0"/>
        <w:adjustRightInd w:val="0"/>
        <w:jc w:val="both"/>
        <w:textAlignment w:val="baseline"/>
        <w:rPr>
          <w:sz w:val="28"/>
          <w:szCs w:val="28"/>
        </w:rPr>
      </w:pPr>
      <w:r w:rsidRPr="00292650">
        <w:rPr>
          <w:sz w:val="28"/>
          <w:szCs w:val="28"/>
        </w:rPr>
        <w:t xml:space="preserve">           Получено положительное заключение сметной стоимости на капитальный ремонт стадиона МБОУ ДО Милютинская ДЮСШ, сумма затрат 27 720,0 тыс.руб.</w:t>
      </w:r>
    </w:p>
    <w:p w:rsidR="00EC19F7" w:rsidRPr="00292650" w:rsidRDefault="00EC19F7" w:rsidP="000553D9">
      <w:pPr>
        <w:overflowPunct w:val="0"/>
        <w:autoSpaceDE w:val="0"/>
        <w:autoSpaceDN w:val="0"/>
        <w:adjustRightInd w:val="0"/>
        <w:jc w:val="both"/>
        <w:textAlignment w:val="baseline"/>
        <w:rPr>
          <w:sz w:val="28"/>
          <w:szCs w:val="28"/>
        </w:rPr>
      </w:pPr>
      <w:r w:rsidRPr="00292650">
        <w:rPr>
          <w:sz w:val="28"/>
          <w:szCs w:val="28"/>
        </w:rPr>
        <w:t xml:space="preserve">           Получено положительное заключение сметной стоимости на капитальный ремонт МБОУ Маньково-Березовская СОШ (кровля, потолки, отмостка) сумма затрат 5 861,4 тыс.руб.</w:t>
      </w:r>
    </w:p>
    <w:p w:rsidR="00EC19F7" w:rsidRPr="00292650" w:rsidRDefault="00EC19F7" w:rsidP="000553D9">
      <w:pPr>
        <w:overflowPunct w:val="0"/>
        <w:autoSpaceDE w:val="0"/>
        <w:autoSpaceDN w:val="0"/>
        <w:adjustRightInd w:val="0"/>
        <w:jc w:val="both"/>
        <w:textAlignment w:val="baseline"/>
        <w:rPr>
          <w:sz w:val="28"/>
          <w:szCs w:val="28"/>
        </w:rPr>
      </w:pPr>
      <w:r w:rsidRPr="00292650">
        <w:rPr>
          <w:sz w:val="28"/>
          <w:szCs w:val="28"/>
        </w:rPr>
        <w:t xml:space="preserve">           Наход</w:t>
      </w:r>
      <w:r w:rsidR="00432525" w:rsidRPr="00292650">
        <w:rPr>
          <w:sz w:val="28"/>
          <w:szCs w:val="28"/>
        </w:rPr>
        <w:t>я</w:t>
      </w:r>
      <w:r w:rsidRPr="00292650">
        <w:rPr>
          <w:sz w:val="28"/>
          <w:szCs w:val="28"/>
        </w:rPr>
        <w:t xml:space="preserve">тся на экспертизе </w:t>
      </w:r>
      <w:r w:rsidR="00432525" w:rsidRPr="00292650">
        <w:rPr>
          <w:sz w:val="28"/>
          <w:szCs w:val="28"/>
        </w:rPr>
        <w:t xml:space="preserve">сметная </w:t>
      </w:r>
      <w:r w:rsidRPr="00292650">
        <w:rPr>
          <w:sz w:val="28"/>
          <w:szCs w:val="28"/>
        </w:rPr>
        <w:t>документация</w:t>
      </w:r>
      <w:r w:rsidR="00432525" w:rsidRPr="00292650">
        <w:rPr>
          <w:sz w:val="28"/>
          <w:szCs w:val="28"/>
        </w:rPr>
        <w:t xml:space="preserve"> по капитальному ремонту МБОУ Кутейниковская СОШ (предписание Пожнадзора) и документация на проектно-изыскательские работы МБОУ Светочниковская СОШ (капитальный ремонт кровли спортзала), предполагаемая дата получения положительных заключения до 31.12.2019.</w:t>
      </w:r>
    </w:p>
    <w:p w:rsidR="00391829" w:rsidRPr="00292650" w:rsidRDefault="00391829" w:rsidP="000553D9">
      <w:pPr>
        <w:overflowPunct w:val="0"/>
        <w:autoSpaceDE w:val="0"/>
        <w:autoSpaceDN w:val="0"/>
        <w:adjustRightInd w:val="0"/>
        <w:jc w:val="both"/>
        <w:textAlignment w:val="baseline"/>
        <w:rPr>
          <w:sz w:val="28"/>
          <w:szCs w:val="28"/>
        </w:rPr>
      </w:pPr>
      <w:r w:rsidRPr="00292650">
        <w:rPr>
          <w:sz w:val="28"/>
          <w:szCs w:val="28"/>
        </w:rPr>
        <w:t xml:space="preserve">           В августе 2019 года завершены работы по подготовке образовательных учреждений к началу нового учебного года и отопительному периоду 2019-2020г.г. Сумма затрат средств местного бюджета составила 1 052,4 тыс.руб.</w:t>
      </w:r>
    </w:p>
    <w:p w:rsidR="00900F88" w:rsidRPr="00292650" w:rsidRDefault="00BD6962" w:rsidP="003F4EBB">
      <w:pPr>
        <w:overflowPunct w:val="0"/>
        <w:autoSpaceDE w:val="0"/>
        <w:autoSpaceDN w:val="0"/>
        <w:adjustRightInd w:val="0"/>
        <w:jc w:val="both"/>
        <w:textAlignment w:val="baseline"/>
        <w:rPr>
          <w:sz w:val="28"/>
          <w:szCs w:val="28"/>
        </w:rPr>
      </w:pPr>
      <w:r w:rsidRPr="00292650">
        <w:rPr>
          <w:sz w:val="28"/>
          <w:szCs w:val="28"/>
        </w:rPr>
        <w:t xml:space="preserve">          </w:t>
      </w:r>
      <w:r w:rsidR="00273900" w:rsidRPr="00292650">
        <w:rPr>
          <w:sz w:val="28"/>
          <w:szCs w:val="28"/>
        </w:rPr>
        <w:t xml:space="preserve"> </w:t>
      </w:r>
      <w:r w:rsidR="00900F88" w:rsidRPr="00292650">
        <w:rPr>
          <w:sz w:val="28"/>
          <w:szCs w:val="28"/>
        </w:rPr>
        <w:t xml:space="preserve">Немаловажное значение в вопросах сохранения здоровья имеет </w:t>
      </w:r>
      <w:r w:rsidR="00A34743" w:rsidRPr="00292650">
        <w:rPr>
          <w:sz w:val="28"/>
          <w:szCs w:val="28"/>
        </w:rPr>
        <w:t>организация питания.</w:t>
      </w:r>
      <w:r w:rsidR="0034012D" w:rsidRPr="00292650">
        <w:rPr>
          <w:sz w:val="28"/>
          <w:szCs w:val="28"/>
        </w:rPr>
        <w:t xml:space="preserve"> На 01.</w:t>
      </w:r>
      <w:r w:rsidR="00A86300" w:rsidRPr="00292650">
        <w:rPr>
          <w:sz w:val="28"/>
          <w:szCs w:val="28"/>
        </w:rPr>
        <w:t>0</w:t>
      </w:r>
      <w:r w:rsidR="00391829" w:rsidRPr="00292650">
        <w:rPr>
          <w:sz w:val="28"/>
          <w:szCs w:val="28"/>
        </w:rPr>
        <w:t>1</w:t>
      </w:r>
      <w:r w:rsidR="0034012D" w:rsidRPr="00292650">
        <w:rPr>
          <w:sz w:val="28"/>
          <w:szCs w:val="28"/>
        </w:rPr>
        <w:t>.20</w:t>
      </w:r>
      <w:r w:rsidR="00A86300" w:rsidRPr="00292650">
        <w:rPr>
          <w:sz w:val="28"/>
          <w:szCs w:val="28"/>
        </w:rPr>
        <w:t>20</w:t>
      </w:r>
      <w:r w:rsidR="0034012D" w:rsidRPr="00292650">
        <w:rPr>
          <w:sz w:val="28"/>
          <w:szCs w:val="28"/>
        </w:rPr>
        <w:t xml:space="preserve">г. </w:t>
      </w:r>
      <w:r w:rsidR="00900F88" w:rsidRPr="00292650">
        <w:rPr>
          <w:sz w:val="28"/>
          <w:szCs w:val="28"/>
        </w:rPr>
        <w:t xml:space="preserve"> в школах района из 1</w:t>
      </w:r>
      <w:r w:rsidR="00873B19" w:rsidRPr="00292650">
        <w:rPr>
          <w:sz w:val="28"/>
          <w:szCs w:val="28"/>
        </w:rPr>
        <w:t>28</w:t>
      </w:r>
      <w:r w:rsidR="00B801C3" w:rsidRPr="00292650">
        <w:rPr>
          <w:sz w:val="28"/>
          <w:szCs w:val="28"/>
        </w:rPr>
        <w:t>9</w:t>
      </w:r>
      <w:r w:rsidR="00900F88" w:rsidRPr="00292650">
        <w:rPr>
          <w:sz w:val="28"/>
          <w:szCs w:val="28"/>
        </w:rPr>
        <w:t xml:space="preserve"> учащихся 1</w:t>
      </w:r>
      <w:r w:rsidR="00B801C3" w:rsidRPr="00292650">
        <w:rPr>
          <w:sz w:val="28"/>
          <w:szCs w:val="28"/>
        </w:rPr>
        <w:t>21</w:t>
      </w:r>
      <w:r w:rsidR="00D327E4" w:rsidRPr="00292650">
        <w:rPr>
          <w:sz w:val="28"/>
          <w:szCs w:val="28"/>
        </w:rPr>
        <w:t>2</w:t>
      </w:r>
      <w:r w:rsidR="00900F88" w:rsidRPr="00292650">
        <w:rPr>
          <w:sz w:val="28"/>
          <w:szCs w:val="28"/>
        </w:rPr>
        <w:t xml:space="preserve"> чел. охвачены горячим питанием, что составляет </w:t>
      </w:r>
      <w:r w:rsidR="00B801C3" w:rsidRPr="00292650">
        <w:rPr>
          <w:sz w:val="28"/>
          <w:szCs w:val="28"/>
        </w:rPr>
        <w:t>94,</w:t>
      </w:r>
      <w:r w:rsidR="00D327E4" w:rsidRPr="00292650">
        <w:rPr>
          <w:sz w:val="28"/>
          <w:szCs w:val="28"/>
        </w:rPr>
        <w:t>0</w:t>
      </w:r>
      <w:r w:rsidR="00900F88" w:rsidRPr="00292650">
        <w:rPr>
          <w:bCs/>
          <w:sz w:val="28"/>
          <w:szCs w:val="28"/>
        </w:rPr>
        <w:t>%</w:t>
      </w:r>
      <w:r w:rsidR="00900F88" w:rsidRPr="00292650">
        <w:rPr>
          <w:sz w:val="28"/>
          <w:szCs w:val="28"/>
        </w:rPr>
        <w:t xml:space="preserve"> от общего числа обучающихся. </w:t>
      </w:r>
      <w:r w:rsidR="00900F88" w:rsidRPr="00292650">
        <w:rPr>
          <w:bCs/>
          <w:sz w:val="28"/>
          <w:szCs w:val="28"/>
        </w:rPr>
        <w:t xml:space="preserve">На указанные цели было затрачено </w:t>
      </w:r>
      <w:r w:rsidR="00A86300" w:rsidRPr="00292650">
        <w:rPr>
          <w:bCs/>
          <w:sz w:val="28"/>
          <w:szCs w:val="28"/>
        </w:rPr>
        <w:t>1 461,6</w:t>
      </w:r>
      <w:r w:rsidR="00900F88" w:rsidRPr="00292650">
        <w:rPr>
          <w:bCs/>
          <w:sz w:val="28"/>
          <w:szCs w:val="28"/>
        </w:rPr>
        <w:t xml:space="preserve"> тыс. руб. из средств местного бюджета.</w:t>
      </w:r>
      <w:r w:rsidR="00900F88" w:rsidRPr="00292650">
        <w:rPr>
          <w:sz w:val="28"/>
          <w:szCs w:val="28"/>
        </w:rPr>
        <w:t xml:space="preserve"> </w:t>
      </w:r>
    </w:p>
    <w:p w:rsidR="00900F88" w:rsidRPr="00292650" w:rsidRDefault="00900F88" w:rsidP="003F4EBB">
      <w:pPr>
        <w:widowControl w:val="0"/>
        <w:autoSpaceDE w:val="0"/>
        <w:autoSpaceDN w:val="0"/>
        <w:adjustRightInd w:val="0"/>
        <w:jc w:val="both"/>
        <w:rPr>
          <w:rFonts w:ascii="Times New Roman CYR" w:hAnsi="Times New Roman CYR" w:cs="Times New Roman CYR"/>
          <w:sz w:val="28"/>
          <w:szCs w:val="28"/>
        </w:rPr>
      </w:pPr>
      <w:r w:rsidRPr="00292650">
        <w:rPr>
          <w:sz w:val="28"/>
          <w:szCs w:val="28"/>
        </w:rPr>
        <w:t xml:space="preserve">       Руководствуясь ст.152 Семейного кодекса Российской Федерации, Областным законом Ростовской области от 22.10.2005 № 369-ЗС «О мерах социальной поддержки детей-сирот и детей, оставшихся без попечения родителей, в части содержания в приемных семьях»,</w:t>
      </w:r>
      <w:r w:rsidR="0034012D" w:rsidRPr="00292650">
        <w:rPr>
          <w:sz w:val="28"/>
          <w:szCs w:val="28"/>
        </w:rPr>
        <w:t xml:space="preserve"> на 01.</w:t>
      </w:r>
      <w:r w:rsidR="00A86300" w:rsidRPr="00292650">
        <w:rPr>
          <w:sz w:val="28"/>
          <w:szCs w:val="28"/>
        </w:rPr>
        <w:t>0</w:t>
      </w:r>
      <w:r w:rsidR="00391829" w:rsidRPr="00292650">
        <w:rPr>
          <w:sz w:val="28"/>
          <w:szCs w:val="28"/>
        </w:rPr>
        <w:t>1</w:t>
      </w:r>
      <w:r w:rsidR="0034012D" w:rsidRPr="00292650">
        <w:rPr>
          <w:sz w:val="28"/>
          <w:szCs w:val="28"/>
        </w:rPr>
        <w:t>.20</w:t>
      </w:r>
      <w:r w:rsidR="00A86300" w:rsidRPr="00292650">
        <w:rPr>
          <w:sz w:val="28"/>
          <w:szCs w:val="28"/>
        </w:rPr>
        <w:t>20</w:t>
      </w:r>
      <w:r w:rsidR="0034012D" w:rsidRPr="00292650">
        <w:rPr>
          <w:bCs/>
          <w:sz w:val="28"/>
          <w:szCs w:val="28"/>
        </w:rPr>
        <w:t xml:space="preserve">г. </w:t>
      </w:r>
      <w:r w:rsidRPr="00292650">
        <w:rPr>
          <w:bCs/>
          <w:sz w:val="28"/>
          <w:szCs w:val="28"/>
        </w:rPr>
        <w:t xml:space="preserve">на содержание детей в приемной семье из средств субсидии </w:t>
      </w:r>
      <w:r w:rsidRPr="00292650">
        <w:rPr>
          <w:sz w:val="28"/>
          <w:szCs w:val="28"/>
        </w:rPr>
        <w:t>было израсходовано</w:t>
      </w:r>
      <w:r w:rsidR="0086354C" w:rsidRPr="00292650">
        <w:rPr>
          <w:sz w:val="28"/>
          <w:szCs w:val="28"/>
        </w:rPr>
        <w:t xml:space="preserve"> </w:t>
      </w:r>
      <w:r w:rsidR="00FB08CF" w:rsidRPr="00292650">
        <w:rPr>
          <w:sz w:val="28"/>
          <w:szCs w:val="28"/>
        </w:rPr>
        <w:t>3 157</w:t>
      </w:r>
      <w:r w:rsidR="00391829" w:rsidRPr="00292650">
        <w:rPr>
          <w:sz w:val="28"/>
          <w:szCs w:val="28"/>
        </w:rPr>
        <w:t>,</w:t>
      </w:r>
      <w:r w:rsidR="00FB08CF" w:rsidRPr="00292650">
        <w:rPr>
          <w:sz w:val="28"/>
          <w:szCs w:val="28"/>
        </w:rPr>
        <w:t>7</w:t>
      </w:r>
      <w:r w:rsidR="00AE0D57" w:rsidRPr="00292650">
        <w:rPr>
          <w:sz w:val="28"/>
          <w:szCs w:val="28"/>
        </w:rPr>
        <w:t xml:space="preserve"> </w:t>
      </w:r>
      <w:r w:rsidRPr="00292650">
        <w:rPr>
          <w:bCs/>
          <w:sz w:val="28"/>
          <w:szCs w:val="28"/>
        </w:rPr>
        <w:t>тыс. руб.</w:t>
      </w:r>
      <w:r w:rsidRPr="00292650">
        <w:rPr>
          <w:rFonts w:ascii="Times New Roman CYR" w:hAnsi="Times New Roman CYR" w:cs="Times New Roman CYR"/>
          <w:sz w:val="28"/>
          <w:szCs w:val="28"/>
        </w:rPr>
        <w:t xml:space="preserve"> </w:t>
      </w:r>
    </w:p>
    <w:p w:rsidR="00900F88" w:rsidRPr="00292650" w:rsidRDefault="00900F88" w:rsidP="003F4EBB">
      <w:pPr>
        <w:widowControl w:val="0"/>
        <w:autoSpaceDE w:val="0"/>
        <w:autoSpaceDN w:val="0"/>
        <w:adjustRightInd w:val="0"/>
        <w:jc w:val="both"/>
        <w:rPr>
          <w:rFonts w:ascii="Times New Roman CYR" w:hAnsi="Times New Roman CYR" w:cs="Times New Roman CYR"/>
          <w:sz w:val="28"/>
          <w:szCs w:val="28"/>
        </w:rPr>
      </w:pPr>
      <w:r w:rsidRPr="00292650">
        <w:rPr>
          <w:rFonts w:ascii="Times New Roman CYR" w:hAnsi="Times New Roman CYR" w:cs="Times New Roman CYR"/>
          <w:sz w:val="28"/>
          <w:szCs w:val="28"/>
        </w:rPr>
        <w:t xml:space="preserve">     Расходование средств субвенции на осуществление полномочий по предоставлению мер социальной поддержки детей-сирот и детей, оставшихся без попечения родителей, в части ежемесячного денежного содержания детей-сирот и детей, оставшихся без попечения родителей, переданных на воспитание в семьи опекунов или попечителей, составило </w:t>
      </w:r>
      <w:r w:rsidR="00FB08CF" w:rsidRPr="00292650">
        <w:rPr>
          <w:rFonts w:ascii="Times New Roman CYR" w:hAnsi="Times New Roman CYR" w:cs="Times New Roman CYR"/>
          <w:sz w:val="28"/>
          <w:szCs w:val="28"/>
        </w:rPr>
        <w:t>2 710,2</w:t>
      </w:r>
      <w:r w:rsidR="00AE0D57" w:rsidRPr="00292650">
        <w:rPr>
          <w:rFonts w:ascii="Times New Roman CYR" w:hAnsi="Times New Roman CYR" w:cs="Times New Roman CYR"/>
          <w:sz w:val="28"/>
          <w:szCs w:val="28"/>
        </w:rPr>
        <w:t xml:space="preserve"> </w:t>
      </w:r>
      <w:r w:rsidRPr="00292650">
        <w:rPr>
          <w:rFonts w:ascii="Times New Roman CYR" w:hAnsi="Times New Roman CYR" w:cs="Times New Roman CYR"/>
          <w:bCs/>
          <w:sz w:val="28"/>
          <w:szCs w:val="28"/>
        </w:rPr>
        <w:t>тыс.</w:t>
      </w:r>
      <w:r w:rsidR="00FB08CF" w:rsidRPr="00292650">
        <w:rPr>
          <w:rFonts w:ascii="Times New Roman CYR" w:hAnsi="Times New Roman CYR" w:cs="Times New Roman CYR"/>
          <w:bCs/>
          <w:sz w:val="28"/>
          <w:szCs w:val="28"/>
        </w:rPr>
        <w:t xml:space="preserve"> </w:t>
      </w:r>
      <w:r w:rsidRPr="00292650">
        <w:rPr>
          <w:rFonts w:ascii="Times New Roman CYR" w:hAnsi="Times New Roman CYR" w:cs="Times New Roman CYR"/>
          <w:bCs/>
          <w:sz w:val="28"/>
          <w:szCs w:val="28"/>
        </w:rPr>
        <w:t>руб</w:t>
      </w:r>
      <w:r w:rsidRPr="00292650">
        <w:rPr>
          <w:rFonts w:ascii="Times New Roman CYR" w:hAnsi="Times New Roman CYR" w:cs="Times New Roman CYR"/>
          <w:sz w:val="28"/>
          <w:szCs w:val="28"/>
        </w:rPr>
        <w:t>.</w:t>
      </w:r>
    </w:p>
    <w:p w:rsidR="00900F88" w:rsidRPr="00292650" w:rsidRDefault="00900F88" w:rsidP="003F4EBB">
      <w:pPr>
        <w:widowControl w:val="0"/>
        <w:autoSpaceDE w:val="0"/>
        <w:autoSpaceDN w:val="0"/>
        <w:adjustRightInd w:val="0"/>
        <w:ind w:firstLine="180"/>
        <w:jc w:val="both"/>
        <w:rPr>
          <w:rFonts w:ascii="Times New Roman CYR" w:hAnsi="Times New Roman CYR" w:cs="Times New Roman CYR"/>
          <w:sz w:val="28"/>
          <w:szCs w:val="28"/>
        </w:rPr>
      </w:pPr>
      <w:r w:rsidRPr="00292650">
        <w:rPr>
          <w:rFonts w:ascii="Times New Roman CYR" w:hAnsi="Times New Roman CYR" w:cs="Times New Roman CYR"/>
          <w:sz w:val="28"/>
          <w:szCs w:val="28"/>
        </w:rPr>
        <w:t xml:space="preserve">(Единовременное пособие – </w:t>
      </w:r>
      <w:r w:rsidR="0086354C" w:rsidRPr="00292650">
        <w:rPr>
          <w:rFonts w:ascii="Times New Roman CYR" w:hAnsi="Times New Roman CYR" w:cs="Times New Roman CYR"/>
          <w:sz w:val="28"/>
          <w:szCs w:val="28"/>
        </w:rPr>
        <w:t>1</w:t>
      </w:r>
      <w:r w:rsidR="00D327E4" w:rsidRPr="00292650">
        <w:rPr>
          <w:rFonts w:ascii="Times New Roman CYR" w:hAnsi="Times New Roman CYR" w:cs="Times New Roman CYR"/>
          <w:sz w:val="28"/>
          <w:szCs w:val="28"/>
        </w:rPr>
        <w:t>7 479,73</w:t>
      </w:r>
      <w:r w:rsidRPr="00292650">
        <w:rPr>
          <w:rFonts w:ascii="Times New Roman CYR" w:hAnsi="Times New Roman CYR" w:cs="Times New Roman CYR"/>
          <w:sz w:val="28"/>
          <w:szCs w:val="28"/>
        </w:rPr>
        <w:t xml:space="preserve"> руб., ежемесячное пособие на одного ребенка </w:t>
      </w:r>
      <w:r w:rsidR="0089687A" w:rsidRPr="00292650">
        <w:rPr>
          <w:rFonts w:ascii="Times New Roman CYR" w:hAnsi="Times New Roman CYR" w:cs="Times New Roman CYR"/>
          <w:sz w:val="28"/>
          <w:szCs w:val="28"/>
        </w:rPr>
        <w:t>10259</w:t>
      </w:r>
      <w:r w:rsidR="0086354C" w:rsidRPr="00292650">
        <w:rPr>
          <w:rFonts w:ascii="Times New Roman CYR" w:hAnsi="Times New Roman CYR" w:cs="Times New Roman CYR"/>
          <w:sz w:val="28"/>
          <w:szCs w:val="28"/>
        </w:rPr>
        <w:t>,00</w:t>
      </w:r>
      <w:r w:rsidRPr="00292650">
        <w:rPr>
          <w:rFonts w:ascii="Times New Roman CYR" w:hAnsi="Times New Roman CYR" w:cs="Times New Roman CYR"/>
          <w:sz w:val="28"/>
          <w:szCs w:val="28"/>
        </w:rPr>
        <w:t xml:space="preserve"> рублей).</w:t>
      </w:r>
    </w:p>
    <w:p w:rsidR="000635A4" w:rsidRPr="00292650" w:rsidRDefault="000635A4" w:rsidP="003F4EBB">
      <w:pPr>
        <w:jc w:val="both"/>
        <w:rPr>
          <w:sz w:val="28"/>
          <w:szCs w:val="28"/>
        </w:rPr>
      </w:pPr>
      <w:r w:rsidRPr="00292650">
        <w:rPr>
          <w:sz w:val="28"/>
          <w:szCs w:val="28"/>
        </w:rPr>
        <w:t xml:space="preserve">      </w:t>
      </w:r>
      <w:r w:rsidR="007E6A7B" w:rsidRPr="00292650">
        <w:rPr>
          <w:sz w:val="28"/>
          <w:szCs w:val="28"/>
        </w:rPr>
        <w:t xml:space="preserve">Всего состоит на учете детей и подростков, находящихся под опекой – </w:t>
      </w:r>
      <w:r w:rsidR="00D614AD" w:rsidRPr="00292650">
        <w:rPr>
          <w:sz w:val="28"/>
          <w:szCs w:val="28"/>
        </w:rPr>
        <w:t>74</w:t>
      </w:r>
      <w:r w:rsidR="007E6A7B" w:rsidRPr="00292650">
        <w:rPr>
          <w:sz w:val="28"/>
          <w:szCs w:val="28"/>
        </w:rPr>
        <w:t xml:space="preserve">, из них в приемной семье </w:t>
      </w:r>
      <w:r w:rsidR="00D614AD" w:rsidRPr="00292650">
        <w:rPr>
          <w:sz w:val="28"/>
          <w:szCs w:val="28"/>
        </w:rPr>
        <w:t>30 детей, 20</w:t>
      </w:r>
      <w:r w:rsidR="007E6A7B" w:rsidRPr="00292650">
        <w:rPr>
          <w:sz w:val="28"/>
          <w:szCs w:val="28"/>
        </w:rPr>
        <w:t xml:space="preserve"> </w:t>
      </w:r>
      <w:r w:rsidR="00D614AD" w:rsidRPr="00292650">
        <w:rPr>
          <w:sz w:val="28"/>
          <w:szCs w:val="28"/>
        </w:rPr>
        <w:t>детей</w:t>
      </w:r>
      <w:r w:rsidR="007E6A7B" w:rsidRPr="00292650">
        <w:rPr>
          <w:sz w:val="28"/>
          <w:szCs w:val="28"/>
        </w:rPr>
        <w:t xml:space="preserve"> под опекой и попечительством, на добровольной основе п</w:t>
      </w:r>
      <w:r w:rsidR="00D614AD" w:rsidRPr="00292650">
        <w:rPr>
          <w:sz w:val="28"/>
          <w:szCs w:val="28"/>
        </w:rPr>
        <w:t xml:space="preserve">о заявлению родителей 15 детей. </w:t>
      </w:r>
      <w:r w:rsidR="007E6A7B" w:rsidRPr="00292650">
        <w:rPr>
          <w:sz w:val="28"/>
          <w:szCs w:val="28"/>
        </w:rPr>
        <w:t>На полном государ</w:t>
      </w:r>
      <w:r w:rsidR="00D614AD" w:rsidRPr="00292650">
        <w:rPr>
          <w:sz w:val="28"/>
          <w:szCs w:val="28"/>
        </w:rPr>
        <w:t>ственном обеспечении находятся 9</w:t>
      </w:r>
      <w:r w:rsidR="007E6A7B" w:rsidRPr="00292650">
        <w:rPr>
          <w:sz w:val="28"/>
          <w:szCs w:val="28"/>
        </w:rPr>
        <w:t xml:space="preserve"> человек. </w:t>
      </w:r>
      <w:r w:rsidR="0054773B" w:rsidRPr="00292650">
        <w:rPr>
          <w:rFonts w:eastAsia="Calibri"/>
          <w:sz w:val="28"/>
          <w:szCs w:val="28"/>
        </w:rPr>
        <w:t>Всего на территории Милютинского района было выявлено 2 ребенка, оставшихся без попечения родителей, в связи со смертью родителей. Несовершеннолетние были своевременно устроены в семьи ближайших родственников.</w:t>
      </w:r>
      <w:r w:rsidR="0054773B" w:rsidRPr="00292650">
        <w:rPr>
          <w:sz w:val="28"/>
          <w:szCs w:val="28"/>
        </w:rPr>
        <w:t xml:space="preserve"> Всего на территори</w:t>
      </w:r>
      <w:r w:rsidR="00D614AD" w:rsidRPr="00292650">
        <w:rPr>
          <w:sz w:val="28"/>
          <w:szCs w:val="28"/>
        </w:rPr>
        <w:t>и муниципалитета функционирует 10</w:t>
      </w:r>
      <w:r w:rsidR="0054773B" w:rsidRPr="00292650">
        <w:rPr>
          <w:sz w:val="28"/>
          <w:szCs w:val="28"/>
        </w:rPr>
        <w:t xml:space="preserve"> приемных </w:t>
      </w:r>
      <w:r w:rsidR="0054773B" w:rsidRPr="00292650">
        <w:rPr>
          <w:sz w:val="28"/>
          <w:szCs w:val="28"/>
        </w:rPr>
        <w:lastRenderedPageBreak/>
        <w:t xml:space="preserve">семей, в которых воспитывается </w:t>
      </w:r>
      <w:r w:rsidR="00D614AD" w:rsidRPr="00292650">
        <w:rPr>
          <w:sz w:val="28"/>
          <w:szCs w:val="28"/>
        </w:rPr>
        <w:t>30</w:t>
      </w:r>
      <w:r w:rsidR="00A32C50" w:rsidRPr="00292650">
        <w:rPr>
          <w:sz w:val="28"/>
          <w:szCs w:val="28"/>
        </w:rPr>
        <w:t xml:space="preserve"> детей. Из них</w:t>
      </w:r>
      <w:r w:rsidR="00D614AD" w:rsidRPr="00292650">
        <w:rPr>
          <w:sz w:val="28"/>
          <w:szCs w:val="28"/>
        </w:rPr>
        <w:t>,</w:t>
      </w:r>
      <w:r w:rsidR="00A32C50" w:rsidRPr="00292650">
        <w:rPr>
          <w:sz w:val="28"/>
          <w:szCs w:val="28"/>
        </w:rPr>
        <w:t xml:space="preserve"> за </w:t>
      </w:r>
      <w:r w:rsidR="00D614AD" w:rsidRPr="00292650">
        <w:rPr>
          <w:sz w:val="28"/>
          <w:szCs w:val="28"/>
        </w:rPr>
        <w:t>год</w:t>
      </w:r>
      <w:r w:rsidR="00A32C50" w:rsidRPr="00292650">
        <w:rPr>
          <w:sz w:val="28"/>
          <w:szCs w:val="28"/>
        </w:rPr>
        <w:t xml:space="preserve"> о</w:t>
      </w:r>
      <w:r w:rsidR="00D614AD" w:rsidRPr="00292650">
        <w:rPr>
          <w:sz w:val="28"/>
          <w:szCs w:val="28"/>
        </w:rPr>
        <w:t>ткрыто 3</w:t>
      </w:r>
      <w:r w:rsidR="0054773B" w:rsidRPr="00292650">
        <w:rPr>
          <w:sz w:val="28"/>
          <w:szCs w:val="28"/>
        </w:rPr>
        <w:t xml:space="preserve"> при</w:t>
      </w:r>
      <w:r w:rsidR="00D614AD" w:rsidRPr="00292650">
        <w:rPr>
          <w:sz w:val="28"/>
          <w:szCs w:val="28"/>
        </w:rPr>
        <w:t>емные семьи, в которые принято 9</w:t>
      </w:r>
      <w:r w:rsidR="0054773B" w:rsidRPr="00292650">
        <w:rPr>
          <w:sz w:val="28"/>
          <w:szCs w:val="28"/>
        </w:rPr>
        <w:t xml:space="preserve"> несовершеннолетних подопечных из других территорий.</w:t>
      </w:r>
    </w:p>
    <w:p w:rsidR="00900F88" w:rsidRPr="00292650" w:rsidRDefault="00900F88" w:rsidP="003F4EBB">
      <w:pPr>
        <w:jc w:val="both"/>
        <w:rPr>
          <w:rFonts w:ascii="Times New Roman CYR" w:hAnsi="Times New Roman CYR" w:cs="Times New Roman CYR"/>
          <w:bCs/>
          <w:sz w:val="28"/>
          <w:szCs w:val="28"/>
          <w:u w:val="single"/>
        </w:rPr>
      </w:pPr>
      <w:r w:rsidRPr="00292650">
        <w:rPr>
          <w:rFonts w:ascii="Times New Roman CYR" w:hAnsi="Times New Roman CYR" w:cs="Times New Roman CYR"/>
          <w:sz w:val="28"/>
          <w:szCs w:val="28"/>
        </w:rPr>
        <w:t xml:space="preserve">  </w:t>
      </w:r>
      <w:r w:rsidRPr="00292650">
        <w:rPr>
          <w:sz w:val="28"/>
          <w:szCs w:val="28"/>
        </w:rPr>
        <w:t xml:space="preserve">   </w:t>
      </w:r>
      <w:r w:rsidRPr="00292650">
        <w:rPr>
          <w:rFonts w:ascii="Times New Roman CYR" w:hAnsi="Times New Roman CYR" w:cs="Times New Roman CYR"/>
          <w:sz w:val="28"/>
          <w:szCs w:val="28"/>
        </w:rPr>
        <w:t xml:space="preserve">   В рамках поддержки талант</w:t>
      </w:r>
      <w:r w:rsidR="007B652B" w:rsidRPr="00292650">
        <w:rPr>
          <w:rFonts w:ascii="Times New Roman CYR" w:hAnsi="Times New Roman CYR" w:cs="Times New Roman CYR"/>
          <w:sz w:val="28"/>
          <w:szCs w:val="28"/>
        </w:rPr>
        <w:t>ливой молодежи по итогам учебной четверти</w:t>
      </w:r>
      <w:r w:rsidRPr="00292650">
        <w:rPr>
          <w:rFonts w:ascii="Times New Roman CYR" w:hAnsi="Times New Roman CYR" w:cs="Times New Roman CYR"/>
          <w:sz w:val="28"/>
          <w:szCs w:val="28"/>
        </w:rPr>
        <w:t xml:space="preserve"> на выплату стипендии </w:t>
      </w:r>
      <w:r w:rsidR="002326F4" w:rsidRPr="00292650">
        <w:rPr>
          <w:rFonts w:ascii="Times New Roman CYR" w:hAnsi="Times New Roman CYR" w:cs="Times New Roman CYR"/>
          <w:sz w:val="28"/>
          <w:szCs w:val="28"/>
        </w:rPr>
        <w:t>г</w:t>
      </w:r>
      <w:r w:rsidRPr="00292650">
        <w:rPr>
          <w:rFonts w:ascii="Times New Roman CYR" w:hAnsi="Times New Roman CYR" w:cs="Times New Roman CYR"/>
          <w:sz w:val="28"/>
          <w:szCs w:val="28"/>
        </w:rPr>
        <w:t xml:space="preserve">лавы </w:t>
      </w:r>
      <w:r w:rsidR="002326F4" w:rsidRPr="00292650">
        <w:rPr>
          <w:rFonts w:ascii="Times New Roman CYR" w:hAnsi="Times New Roman CYR" w:cs="Times New Roman CYR"/>
          <w:sz w:val="28"/>
          <w:szCs w:val="28"/>
        </w:rPr>
        <w:t xml:space="preserve">Администрации </w:t>
      </w:r>
      <w:r w:rsidRPr="00292650">
        <w:rPr>
          <w:rFonts w:ascii="Times New Roman CYR" w:hAnsi="Times New Roman CYR" w:cs="Times New Roman CYR"/>
          <w:sz w:val="28"/>
          <w:szCs w:val="28"/>
        </w:rPr>
        <w:t xml:space="preserve">района из средств местного бюджета за </w:t>
      </w:r>
      <w:r w:rsidR="00273900" w:rsidRPr="00292650">
        <w:rPr>
          <w:rFonts w:ascii="Times New Roman CYR" w:hAnsi="Times New Roman CYR" w:cs="Times New Roman CYR"/>
          <w:sz w:val="28"/>
          <w:szCs w:val="28"/>
        </w:rPr>
        <w:t xml:space="preserve"> </w:t>
      </w:r>
      <w:r w:rsidRPr="00292650">
        <w:rPr>
          <w:rFonts w:ascii="Times New Roman CYR" w:hAnsi="Times New Roman CYR" w:cs="Times New Roman CYR"/>
          <w:sz w:val="28"/>
          <w:szCs w:val="28"/>
        </w:rPr>
        <w:t xml:space="preserve"> </w:t>
      </w:r>
      <w:r w:rsidR="0038536C" w:rsidRPr="00292650">
        <w:rPr>
          <w:rFonts w:ascii="Times New Roman CYR" w:hAnsi="Times New Roman CYR" w:cs="Times New Roman CYR"/>
          <w:sz w:val="28"/>
          <w:szCs w:val="28"/>
        </w:rPr>
        <w:t>12</w:t>
      </w:r>
      <w:r w:rsidR="00F778D7" w:rsidRPr="00292650">
        <w:rPr>
          <w:rFonts w:ascii="Times New Roman CYR" w:hAnsi="Times New Roman CYR" w:cs="Times New Roman CYR"/>
          <w:sz w:val="28"/>
          <w:szCs w:val="28"/>
        </w:rPr>
        <w:t xml:space="preserve"> месяцев</w:t>
      </w:r>
      <w:r w:rsidR="00493CB4" w:rsidRPr="00292650">
        <w:rPr>
          <w:rFonts w:ascii="Times New Roman CYR" w:hAnsi="Times New Roman CYR" w:cs="Times New Roman CYR"/>
          <w:sz w:val="28"/>
          <w:szCs w:val="28"/>
        </w:rPr>
        <w:t xml:space="preserve"> 201</w:t>
      </w:r>
      <w:r w:rsidR="00BA3AD8" w:rsidRPr="00292650">
        <w:rPr>
          <w:rFonts w:ascii="Times New Roman CYR" w:hAnsi="Times New Roman CYR" w:cs="Times New Roman CYR"/>
          <w:sz w:val="28"/>
          <w:szCs w:val="28"/>
        </w:rPr>
        <w:t>9</w:t>
      </w:r>
      <w:r w:rsidR="006225C5" w:rsidRPr="00292650">
        <w:rPr>
          <w:rFonts w:ascii="Times New Roman CYR" w:hAnsi="Times New Roman CYR" w:cs="Times New Roman CYR"/>
          <w:sz w:val="28"/>
          <w:szCs w:val="28"/>
        </w:rPr>
        <w:t xml:space="preserve"> год</w:t>
      </w:r>
      <w:r w:rsidR="00493CB4" w:rsidRPr="00292650">
        <w:rPr>
          <w:rFonts w:ascii="Times New Roman CYR" w:hAnsi="Times New Roman CYR" w:cs="Times New Roman CYR"/>
          <w:sz w:val="28"/>
          <w:szCs w:val="28"/>
        </w:rPr>
        <w:t>а</w:t>
      </w:r>
      <w:r w:rsidRPr="00292650">
        <w:rPr>
          <w:rFonts w:ascii="Times New Roman CYR" w:hAnsi="Times New Roman CYR" w:cs="Times New Roman CYR"/>
          <w:sz w:val="28"/>
          <w:szCs w:val="28"/>
        </w:rPr>
        <w:t xml:space="preserve"> выделено </w:t>
      </w:r>
      <w:r w:rsidR="00FB08CF" w:rsidRPr="00292650">
        <w:rPr>
          <w:rFonts w:ascii="Times New Roman CYR" w:hAnsi="Times New Roman CYR" w:cs="Times New Roman CYR"/>
          <w:sz w:val="28"/>
          <w:szCs w:val="28"/>
          <w:u w:val="single"/>
        </w:rPr>
        <w:t>95,4</w:t>
      </w:r>
      <w:r w:rsidRPr="00292650">
        <w:rPr>
          <w:rFonts w:ascii="Times New Roman CYR" w:hAnsi="Times New Roman CYR" w:cs="Times New Roman CYR"/>
          <w:sz w:val="28"/>
          <w:szCs w:val="28"/>
          <w:u w:val="single"/>
        </w:rPr>
        <w:t xml:space="preserve"> </w:t>
      </w:r>
      <w:r w:rsidRPr="00292650">
        <w:rPr>
          <w:rFonts w:ascii="Times New Roman CYR" w:hAnsi="Times New Roman CYR" w:cs="Times New Roman CYR"/>
          <w:bCs/>
          <w:sz w:val="28"/>
          <w:szCs w:val="28"/>
          <w:u w:val="single"/>
        </w:rPr>
        <w:t>тыс. руб</w:t>
      </w:r>
      <w:r w:rsidR="00C363F4" w:rsidRPr="00292650">
        <w:rPr>
          <w:rFonts w:ascii="Times New Roman CYR" w:hAnsi="Times New Roman CYR" w:cs="Times New Roman CYR"/>
          <w:bCs/>
          <w:sz w:val="28"/>
          <w:szCs w:val="28"/>
          <w:u w:val="single"/>
        </w:rPr>
        <w:t>.</w:t>
      </w:r>
    </w:p>
    <w:p w:rsidR="003D7A83" w:rsidRPr="00292650" w:rsidRDefault="00AC04A6" w:rsidP="003F4EBB">
      <w:pPr>
        <w:jc w:val="both"/>
        <w:rPr>
          <w:sz w:val="28"/>
          <w:szCs w:val="28"/>
        </w:rPr>
      </w:pPr>
      <w:r w:rsidRPr="00292650">
        <w:rPr>
          <w:sz w:val="28"/>
          <w:szCs w:val="28"/>
        </w:rPr>
        <w:t xml:space="preserve">       </w:t>
      </w:r>
    </w:p>
    <w:p w:rsidR="000A528B" w:rsidRPr="00292650" w:rsidRDefault="00E53F93" w:rsidP="000A528B">
      <w:pPr>
        <w:jc w:val="both"/>
        <w:rPr>
          <w:rFonts w:ascii="Times New Roman CYR" w:hAnsi="Times New Roman CYR" w:cs="Times New Roman CYR"/>
          <w:sz w:val="28"/>
          <w:szCs w:val="28"/>
        </w:rPr>
      </w:pPr>
      <w:r w:rsidRPr="00292650">
        <w:rPr>
          <w:rFonts w:ascii="Times New Roman CYR" w:hAnsi="Times New Roman CYR" w:cs="Times New Roman CYR"/>
          <w:sz w:val="28"/>
          <w:szCs w:val="28"/>
        </w:rPr>
        <w:t xml:space="preserve">  </w:t>
      </w:r>
      <w:r w:rsidR="008951AA" w:rsidRPr="00292650">
        <w:rPr>
          <w:rFonts w:ascii="Times New Roman CYR" w:hAnsi="Times New Roman CYR" w:cs="Times New Roman CYR"/>
          <w:sz w:val="28"/>
          <w:szCs w:val="28"/>
        </w:rPr>
        <w:t xml:space="preserve">       В </w:t>
      </w:r>
      <w:r w:rsidR="00ED73C8" w:rsidRPr="00292650">
        <w:rPr>
          <w:rFonts w:ascii="Times New Roman CYR" w:hAnsi="Times New Roman CYR" w:cs="Times New Roman CYR"/>
          <w:sz w:val="28"/>
          <w:szCs w:val="28"/>
        </w:rPr>
        <w:t>2018-</w:t>
      </w:r>
      <w:r w:rsidR="008951AA" w:rsidRPr="00292650">
        <w:rPr>
          <w:rFonts w:ascii="Times New Roman CYR" w:hAnsi="Times New Roman CYR" w:cs="Times New Roman CYR"/>
          <w:sz w:val="28"/>
          <w:szCs w:val="28"/>
        </w:rPr>
        <w:t>2019</w:t>
      </w:r>
      <w:r w:rsidR="000A528B" w:rsidRPr="00292650">
        <w:rPr>
          <w:rFonts w:ascii="Times New Roman CYR" w:hAnsi="Times New Roman CYR" w:cs="Times New Roman CYR"/>
          <w:sz w:val="28"/>
          <w:szCs w:val="28"/>
        </w:rPr>
        <w:t xml:space="preserve"> </w:t>
      </w:r>
      <w:r w:rsidR="00ED73C8" w:rsidRPr="00292650">
        <w:rPr>
          <w:rFonts w:ascii="Times New Roman CYR" w:hAnsi="Times New Roman CYR" w:cs="Times New Roman CYR"/>
          <w:sz w:val="28"/>
          <w:szCs w:val="28"/>
        </w:rPr>
        <w:t xml:space="preserve">учебном </w:t>
      </w:r>
      <w:r w:rsidR="000A528B" w:rsidRPr="00292650">
        <w:rPr>
          <w:rFonts w:ascii="Times New Roman CYR" w:hAnsi="Times New Roman CYR" w:cs="Times New Roman CYR"/>
          <w:sz w:val="28"/>
          <w:szCs w:val="28"/>
        </w:rPr>
        <w:t xml:space="preserve">году  во всех общеобразовательных организациях района  реализуются  федеральные образовательные стандарты начального общего образования, осуществлен переход на федеральные образовательные стандарты основного общего образования. </w:t>
      </w:r>
    </w:p>
    <w:p w:rsidR="00ED73C8" w:rsidRPr="00292650" w:rsidRDefault="008951AA" w:rsidP="000A528B">
      <w:pPr>
        <w:jc w:val="both"/>
        <w:rPr>
          <w:rFonts w:ascii="Times New Roman CYR" w:hAnsi="Times New Roman CYR" w:cs="Times New Roman CYR"/>
          <w:sz w:val="28"/>
          <w:szCs w:val="28"/>
        </w:rPr>
      </w:pPr>
      <w:r w:rsidRPr="00292650">
        <w:rPr>
          <w:rFonts w:ascii="Times New Roman CYR" w:hAnsi="Times New Roman CYR" w:cs="Times New Roman CYR"/>
          <w:sz w:val="28"/>
          <w:szCs w:val="28"/>
        </w:rPr>
        <w:t xml:space="preserve">        520 обучающихся начальных школ (100%) реализуют Федеральный  государственный образовательный стандарт начального общего образования; 600 обучающихся основных школ  (89 %) –  Федеральный  государственный образовательный стандарт основного общего образования. </w:t>
      </w:r>
    </w:p>
    <w:p w:rsidR="00671D8C" w:rsidRPr="00292650" w:rsidRDefault="00ED73C8" w:rsidP="000A528B">
      <w:pPr>
        <w:jc w:val="both"/>
        <w:rPr>
          <w:rFonts w:ascii="Times New Roman CYR" w:hAnsi="Times New Roman CYR" w:cs="Times New Roman CYR"/>
          <w:sz w:val="28"/>
          <w:szCs w:val="28"/>
        </w:rPr>
      </w:pPr>
      <w:r w:rsidRPr="00292650">
        <w:rPr>
          <w:rFonts w:ascii="Times New Roman CYR" w:hAnsi="Times New Roman CYR" w:cs="Times New Roman CYR"/>
          <w:sz w:val="28"/>
          <w:szCs w:val="28"/>
        </w:rPr>
        <w:t xml:space="preserve">По состоянию на 1 сентября 2019 года </w:t>
      </w:r>
      <w:r w:rsidR="008951AA" w:rsidRPr="00292650">
        <w:rPr>
          <w:rFonts w:ascii="Times New Roman CYR" w:hAnsi="Times New Roman CYR" w:cs="Times New Roman CYR"/>
          <w:sz w:val="28"/>
          <w:szCs w:val="28"/>
        </w:rPr>
        <w:t xml:space="preserve"> </w:t>
      </w:r>
      <w:r w:rsidR="00671D8C" w:rsidRPr="00292650">
        <w:rPr>
          <w:rFonts w:ascii="Times New Roman CYR" w:hAnsi="Times New Roman CYR" w:cs="Times New Roman CYR"/>
          <w:sz w:val="28"/>
          <w:szCs w:val="28"/>
        </w:rPr>
        <w:t>во всех общеобразовательных организациях района  реализуются  федеральные образовательные стандарты начального общего, основного общего образования, осуществлен переход на федеральные образовательные стандарты среднего общего образования</w:t>
      </w:r>
      <w:r w:rsidR="00B1746C" w:rsidRPr="00292650">
        <w:rPr>
          <w:rFonts w:ascii="Times New Roman CYR" w:hAnsi="Times New Roman CYR" w:cs="Times New Roman CYR"/>
          <w:sz w:val="28"/>
          <w:szCs w:val="28"/>
        </w:rPr>
        <w:t xml:space="preserve"> </w:t>
      </w:r>
      <w:r w:rsidR="00671D8C" w:rsidRPr="00292650">
        <w:rPr>
          <w:rFonts w:ascii="Times New Roman CYR" w:hAnsi="Times New Roman CYR" w:cs="Times New Roman CYR"/>
          <w:sz w:val="28"/>
          <w:szCs w:val="28"/>
        </w:rPr>
        <w:t>(МБОУ Милютинская СОШ, МБОУ М-Березовская СОШ, МБОУ Селивановская СОШ, МБОУ Петровская СОШ).</w:t>
      </w:r>
    </w:p>
    <w:p w:rsidR="008951AA" w:rsidRPr="00292650" w:rsidRDefault="00671D8C" w:rsidP="000A528B">
      <w:pPr>
        <w:jc w:val="both"/>
        <w:rPr>
          <w:rFonts w:ascii="Times New Roman CYR" w:hAnsi="Times New Roman CYR" w:cs="Times New Roman CYR"/>
          <w:sz w:val="28"/>
          <w:szCs w:val="28"/>
        </w:rPr>
      </w:pPr>
      <w:r w:rsidRPr="00292650">
        <w:rPr>
          <w:rFonts w:ascii="Times New Roman CYR" w:hAnsi="Times New Roman CYR" w:cs="Times New Roman CYR"/>
          <w:sz w:val="28"/>
          <w:szCs w:val="28"/>
        </w:rPr>
        <w:t xml:space="preserve"> </w:t>
      </w:r>
      <w:r w:rsidR="00ED73C8" w:rsidRPr="00292650">
        <w:rPr>
          <w:rFonts w:ascii="Times New Roman CYR" w:hAnsi="Times New Roman CYR" w:cs="Times New Roman CYR"/>
          <w:sz w:val="28"/>
          <w:szCs w:val="28"/>
        </w:rPr>
        <w:t>519</w:t>
      </w:r>
      <w:r w:rsidR="00B1746C" w:rsidRPr="00292650">
        <w:rPr>
          <w:rFonts w:ascii="Times New Roman CYR" w:hAnsi="Times New Roman CYR" w:cs="Times New Roman CYR"/>
          <w:sz w:val="28"/>
          <w:szCs w:val="28"/>
        </w:rPr>
        <w:t xml:space="preserve"> обучающихся </w:t>
      </w:r>
      <w:r w:rsidR="00ED73C8" w:rsidRPr="00292650">
        <w:rPr>
          <w:rFonts w:ascii="Times New Roman CYR" w:hAnsi="Times New Roman CYR" w:cs="Times New Roman CYR"/>
          <w:sz w:val="28"/>
          <w:szCs w:val="28"/>
        </w:rPr>
        <w:t>(100%) реализуют Федеральный  государственный образовательный стандарт на</w:t>
      </w:r>
      <w:r w:rsidRPr="00292650">
        <w:rPr>
          <w:rFonts w:ascii="Times New Roman CYR" w:hAnsi="Times New Roman CYR" w:cs="Times New Roman CYR"/>
          <w:sz w:val="28"/>
          <w:szCs w:val="28"/>
        </w:rPr>
        <w:t>чального общего образования; 611 обучающихся (100</w:t>
      </w:r>
      <w:r w:rsidR="00ED73C8" w:rsidRPr="00292650">
        <w:rPr>
          <w:rFonts w:ascii="Times New Roman CYR" w:hAnsi="Times New Roman CYR" w:cs="Times New Roman CYR"/>
          <w:sz w:val="28"/>
          <w:szCs w:val="28"/>
        </w:rPr>
        <w:t xml:space="preserve"> %) –  Федеральный  государственный образовательный стандарт основного общего образования</w:t>
      </w:r>
      <w:r w:rsidRPr="00292650">
        <w:rPr>
          <w:rFonts w:ascii="Times New Roman CYR" w:hAnsi="Times New Roman CYR" w:cs="Times New Roman CYR"/>
          <w:sz w:val="28"/>
          <w:szCs w:val="28"/>
        </w:rPr>
        <w:t>, 51 обучающихся</w:t>
      </w:r>
      <w:r w:rsidR="00B1746C" w:rsidRPr="00292650">
        <w:rPr>
          <w:rFonts w:ascii="Times New Roman CYR" w:hAnsi="Times New Roman CYR" w:cs="Times New Roman CYR"/>
          <w:sz w:val="28"/>
          <w:szCs w:val="28"/>
        </w:rPr>
        <w:t xml:space="preserve"> (49,5 %) Федеральный  государственный образовательный стандарт среднего общего образования.</w:t>
      </w:r>
      <w:r w:rsidRPr="00292650">
        <w:rPr>
          <w:rFonts w:ascii="Times New Roman CYR" w:hAnsi="Times New Roman CYR" w:cs="Times New Roman CYR"/>
          <w:sz w:val="28"/>
          <w:szCs w:val="28"/>
        </w:rPr>
        <w:t xml:space="preserve"> </w:t>
      </w:r>
      <w:r w:rsidR="008951AA" w:rsidRPr="00292650">
        <w:rPr>
          <w:rFonts w:ascii="Times New Roman CYR" w:hAnsi="Times New Roman CYR" w:cs="Times New Roman CYR"/>
          <w:sz w:val="28"/>
          <w:szCs w:val="28"/>
        </w:rPr>
        <w:t xml:space="preserve"> </w:t>
      </w:r>
    </w:p>
    <w:p w:rsidR="000A528B" w:rsidRPr="00292650" w:rsidRDefault="000A528B" w:rsidP="000A528B">
      <w:pPr>
        <w:jc w:val="both"/>
        <w:rPr>
          <w:rFonts w:ascii="Times New Roman CYR" w:hAnsi="Times New Roman CYR" w:cs="Times New Roman CYR"/>
          <w:sz w:val="28"/>
          <w:szCs w:val="28"/>
        </w:rPr>
      </w:pPr>
      <w:r w:rsidRPr="00292650">
        <w:rPr>
          <w:rFonts w:ascii="Times New Roman CYR" w:hAnsi="Times New Roman CYR" w:cs="Times New Roman CYR"/>
          <w:sz w:val="28"/>
          <w:szCs w:val="28"/>
        </w:rPr>
        <w:t xml:space="preserve">         В рамках ФГОС начального и основного общего образования в школах выделены основные направления внеурочной деятельности: спортивно-оздоровительное, духовно-нравственное, общеинтеллектуальное, общекультурное, социальное, художественно-эстетическое, техническое.</w:t>
      </w:r>
      <w:r w:rsidR="00E53F93" w:rsidRPr="00292650">
        <w:rPr>
          <w:rFonts w:ascii="Times New Roman CYR" w:hAnsi="Times New Roman CYR" w:cs="Times New Roman CYR"/>
          <w:sz w:val="28"/>
          <w:szCs w:val="28"/>
        </w:rPr>
        <w:t xml:space="preserve">    </w:t>
      </w:r>
    </w:p>
    <w:p w:rsidR="00DE1D10" w:rsidRPr="00292650" w:rsidRDefault="00FB01FF" w:rsidP="00DE1D10">
      <w:pPr>
        <w:jc w:val="both"/>
        <w:rPr>
          <w:sz w:val="28"/>
          <w:szCs w:val="28"/>
        </w:rPr>
      </w:pPr>
      <w:r w:rsidRPr="00292650">
        <w:rPr>
          <w:rFonts w:ascii="Times New Roman CYR" w:hAnsi="Times New Roman CYR" w:cs="Times New Roman CYR"/>
          <w:sz w:val="28"/>
          <w:szCs w:val="28"/>
        </w:rPr>
        <w:t xml:space="preserve">       </w:t>
      </w:r>
      <w:r w:rsidR="00DE1D10" w:rsidRPr="00292650">
        <w:rPr>
          <w:rFonts w:ascii="Times New Roman CYR" w:hAnsi="Times New Roman CYR" w:cs="Times New Roman CYR"/>
          <w:sz w:val="28"/>
          <w:szCs w:val="28"/>
        </w:rPr>
        <w:t>В соответствии с планом работы по организации и оздоровлению детей в каникулярный период на базе  общеобразовательных организаций Милютинского  района за истекший период 2019</w:t>
      </w:r>
      <w:r w:rsidR="00711861" w:rsidRPr="00292650">
        <w:rPr>
          <w:rFonts w:ascii="Times New Roman CYR" w:hAnsi="Times New Roman CYR" w:cs="Times New Roman CYR"/>
          <w:sz w:val="28"/>
          <w:szCs w:val="28"/>
        </w:rPr>
        <w:t xml:space="preserve"> </w:t>
      </w:r>
      <w:r w:rsidR="00DE1D10" w:rsidRPr="00292650">
        <w:rPr>
          <w:rFonts w:ascii="Times New Roman CYR" w:hAnsi="Times New Roman CYR" w:cs="Times New Roman CYR"/>
          <w:sz w:val="28"/>
          <w:szCs w:val="28"/>
        </w:rPr>
        <w:t>г. были открыты пришкольные</w:t>
      </w:r>
      <w:r w:rsidR="00711861" w:rsidRPr="00292650">
        <w:rPr>
          <w:rFonts w:ascii="Times New Roman CYR" w:hAnsi="Times New Roman CYR" w:cs="Times New Roman CYR"/>
          <w:sz w:val="28"/>
          <w:szCs w:val="28"/>
        </w:rPr>
        <w:t xml:space="preserve"> лагеря, в которых отдохнули 354</w:t>
      </w:r>
      <w:r w:rsidR="00DE1D10" w:rsidRPr="00292650">
        <w:rPr>
          <w:rFonts w:ascii="Times New Roman CYR" w:hAnsi="Times New Roman CYR" w:cs="Times New Roman CYR"/>
          <w:sz w:val="28"/>
          <w:szCs w:val="28"/>
        </w:rPr>
        <w:t xml:space="preserve"> обучающихся.</w:t>
      </w:r>
      <w:r w:rsidR="00DE1D10" w:rsidRPr="00292650">
        <w:rPr>
          <w:sz w:val="28"/>
          <w:szCs w:val="28"/>
        </w:rPr>
        <w:t xml:space="preserve"> </w:t>
      </w:r>
    </w:p>
    <w:p w:rsidR="00DE1D10" w:rsidRPr="00292650" w:rsidRDefault="00DE1D10" w:rsidP="00DE1D10">
      <w:pPr>
        <w:jc w:val="both"/>
        <w:rPr>
          <w:sz w:val="28"/>
          <w:szCs w:val="28"/>
        </w:rPr>
      </w:pPr>
      <w:r w:rsidRPr="00292650">
        <w:rPr>
          <w:sz w:val="28"/>
          <w:szCs w:val="28"/>
        </w:rPr>
        <w:t xml:space="preserve">      На период весенних каникул в 6 общеобразовательных организациях было организовано оздоровление 99 несовершеннолетних: МБОУ Терновская ООШ -15 человек, МБОУ Первомайская ООШ – 15 человек, МБОУ Авангардовская ООШ- 15 человек, МБОУ Новодмитриевская СОШ- 15 человек, МБОУ Каменная</w:t>
      </w:r>
      <w:r w:rsidR="00FB01FF" w:rsidRPr="00292650">
        <w:rPr>
          <w:sz w:val="28"/>
          <w:szCs w:val="28"/>
        </w:rPr>
        <w:t xml:space="preserve"> С</w:t>
      </w:r>
      <w:r w:rsidRPr="00292650">
        <w:rPr>
          <w:sz w:val="28"/>
          <w:szCs w:val="28"/>
        </w:rPr>
        <w:t>ОШ – 15 детей, МБОУ Лукичевская СОШ – 24 несовершеннолетних.</w:t>
      </w:r>
    </w:p>
    <w:p w:rsidR="00CC559D" w:rsidRPr="00292650" w:rsidRDefault="004476ED" w:rsidP="00CC559D">
      <w:pPr>
        <w:jc w:val="both"/>
        <w:rPr>
          <w:sz w:val="28"/>
          <w:szCs w:val="28"/>
        </w:rPr>
      </w:pPr>
      <w:r w:rsidRPr="00292650">
        <w:rPr>
          <w:sz w:val="28"/>
          <w:szCs w:val="28"/>
        </w:rPr>
        <w:t xml:space="preserve">      В</w:t>
      </w:r>
      <w:r w:rsidR="00CC559D" w:rsidRPr="00292650">
        <w:rPr>
          <w:sz w:val="28"/>
          <w:szCs w:val="28"/>
        </w:rPr>
        <w:t xml:space="preserve"> летний</w:t>
      </w:r>
      <w:r w:rsidRPr="00292650">
        <w:rPr>
          <w:sz w:val="28"/>
          <w:szCs w:val="28"/>
        </w:rPr>
        <w:t xml:space="preserve"> период 2019 года </w:t>
      </w:r>
      <w:r w:rsidR="00A42FFA" w:rsidRPr="00292650">
        <w:rPr>
          <w:sz w:val="28"/>
          <w:szCs w:val="28"/>
        </w:rPr>
        <w:t xml:space="preserve">было </w:t>
      </w:r>
      <w:r w:rsidRPr="00292650">
        <w:rPr>
          <w:sz w:val="28"/>
          <w:szCs w:val="28"/>
        </w:rPr>
        <w:t>оздоровлено</w:t>
      </w:r>
      <w:r w:rsidR="00CC559D" w:rsidRPr="00292650">
        <w:rPr>
          <w:sz w:val="28"/>
          <w:szCs w:val="28"/>
        </w:rPr>
        <w:t xml:space="preserve"> 255 детей. Первая смена (июнь) прошла в 5 общеобразовательных организациях, (всего 150 детей): МБОУ Милютинская СОШ 60 детей, МБОУ Николо-Березовская СОШ 25 детей, МБОУ Кутейниковская СОШ 20 детей, МБОУ Петровская СОШ 25 детей, МБОУ Светочниковская СОШ 20 детей. В первую смену во всех пришкольных лагерях была организована профильная антинаркотическая смена.</w:t>
      </w:r>
    </w:p>
    <w:p w:rsidR="00C6457E" w:rsidRPr="00292650" w:rsidRDefault="00C6457E" w:rsidP="00CC559D">
      <w:pPr>
        <w:jc w:val="both"/>
        <w:rPr>
          <w:sz w:val="28"/>
          <w:szCs w:val="28"/>
        </w:rPr>
      </w:pPr>
      <w:r w:rsidRPr="00292650">
        <w:rPr>
          <w:sz w:val="28"/>
          <w:szCs w:val="28"/>
        </w:rPr>
        <w:t xml:space="preserve">      Вторая  смена (июль) прошла в МБОУ Милютинская СОШ – 60 детей, МБОУ Кутейниковская СОШ – 20 детей, МБОУ Петровская СОШ – 25 детей, всего  отдохнуло 105 детей. </w:t>
      </w:r>
      <w:r w:rsidRPr="00292650">
        <w:rPr>
          <w:bCs/>
          <w:sz w:val="28"/>
          <w:szCs w:val="28"/>
        </w:rPr>
        <w:t xml:space="preserve"> </w:t>
      </w:r>
      <w:r w:rsidRPr="00292650">
        <w:rPr>
          <w:sz w:val="28"/>
          <w:szCs w:val="28"/>
        </w:rPr>
        <w:t xml:space="preserve">Во втором потоке несовершеннолетние дети были задействованы мероприятиями, проводимыми по профилактике наркомании и </w:t>
      </w:r>
      <w:r w:rsidRPr="00292650">
        <w:rPr>
          <w:sz w:val="28"/>
          <w:szCs w:val="28"/>
        </w:rPr>
        <w:lastRenderedPageBreak/>
        <w:t xml:space="preserve">пропаганде ЗОЖ в пришкольных лагерях: конкурсы рисунков, эмблем, сочинений, спортивные состязания, профилактические беседы, круглые столы и др. </w:t>
      </w:r>
    </w:p>
    <w:p w:rsidR="00D614AD" w:rsidRPr="00292650" w:rsidRDefault="00D614AD" w:rsidP="00CC559D">
      <w:pPr>
        <w:jc w:val="both"/>
        <w:rPr>
          <w:sz w:val="28"/>
          <w:szCs w:val="28"/>
        </w:rPr>
      </w:pPr>
      <w:r w:rsidRPr="00292650">
        <w:rPr>
          <w:sz w:val="28"/>
          <w:szCs w:val="28"/>
        </w:rPr>
        <w:t xml:space="preserve">       В период осенних каникул на базе 2 общеобразовательных школ: МБОУ Лукичевская СОШ и МБОУ Новодмитриевская СОШ были открыты 2 пришкольных лагеря, в которых отдохнуло 33 ребенка.</w:t>
      </w:r>
    </w:p>
    <w:p w:rsidR="00D614AD" w:rsidRPr="00292650" w:rsidRDefault="00D614AD" w:rsidP="00CC559D">
      <w:pPr>
        <w:jc w:val="both"/>
        <w:rPr>
          <w:sz w:val="28"/>
          <w:szCs w:val="28"/>
        </w:rPr>
      </w:pPr>
      <w:r w:rsidRPr="00292650">
        <w:rPr>
          <w:sz w:val="28"/>
          <w:szCs w:val="28"/>
        </w:rPr>
        <w:t xml:space="preserve">      Всего за год на базе общеобразовательных школ было оздоровлено в пришкольных лагерях 387 детей.</w:t>
      </w:r>
    </w:p>
    <w:p w:rsidR="00CC559D" w:rsidRPr="00292650" w:rsidRDefault="00CC559D" w:rsidP="00CC559D">
      <w:pPr>
        <w:tabs>
          <w:tab w:val="left" w:pos="360"/>
        </w:tabs>
        <w:jc w:val="both"/>
        <w:rPr>
          <w:bCs/>
          <w:iCs/>
          <w:sz w:val="28"/>
          <w:szCs w:val="28"/>
        </w:rPr>
      </w:pPr>
      <w:r w:rsidRPr="00292650">
        <w:rPr>
          <w:sz w:val="28"/>
          <w:szCs w:val="28"/>
        </w:rPr>
        <w:t xml:space="preserve">      </w:t>
      </w:r>
      <w:r w:rsidRPr="00292650">
        <w:rPr>
          <w:noProof/>
          <w:sz w:val="28"/>
          <w:szCs w:val="28"/>
        </w:rPr>
        <w:t xml:space="preserve">Согласно дислокации пришкольных лагерей, из семей, состоящих на учете в банке данных,  пришкольный лагерь посетили 8 несовершенолетних: Шило С., Шило И., Дроздова О., Дроздова Е., Парфенова Д., Березко Е., Жукова Д., Бондарев Ф. </w:t>
      </w:r>
      <w:r w:rsidRPr="00292650">
        <w:rPr>
          <w:bCs/>
          <w:iCs/>
          <w:sz w:val="28"/>
          <w:szCs w:val="28"/>
        </w:rPr>
        <w:t xml:space="preserve">и состоящий на учете в КДН и ЗП при Администрации,  </w:t>
      </w:r>
      <w:r w:rsidRPr="00292650">
        <w:rPr>
          <w:sz w:val="28"/>
          <w:szCs w:val="28"/>
        </w:rPr>
        <w:t>Пуковский Виталий (МБОУ Петровская СОШ).</w:t>
      </w:r>
    </w:p>
    <w:p w:rsidR="005A630E" w:rsidRPr="00292650" w:rsidRDefault="00CC559D" w:rsidP="00BD1E4A">
      <w:pPr>
        <w:jc w:val="both"/>
        <w:rPr>
          <w:sz w:val="28"/>
          <w:szCs w:val="28"/>
        </w:rPr>
      </w:pPr>
      <w:r w:rsidRPr="00292650">
        <w:rPr>
          <w:sz w:val="28"/>
          <w:szCs w:val="28"/>
        </w:rPr>
        <w:t xml:space="preserve">       Согласно разнарядки по путевкам  министерства образования Ростовской области, 15 детей-сирот, детей, оставшихся без попечения родителей, отдохнули в </w:t>
      </w:r>
      <w:r w:rsidRPr="00292650">
        <w:rPr>
          <w:bCs/>
          <w:iCs/>
          <w:sz w:val="28"/>
          <w:szCs w:val="28"/>
        </w:rPr>
        <w:t>ООО ДОЦ  "Дмитриадовский" с 01.06 по 21.06.2019 г.</w:t>
      </w:r>
      <w:r w:rsidRPr="00292650">
        <w:rPr>
          <w:sz w:val="28"/>
          <w:szCs w:val="28"/>
        </w:rPr>
        <w:t xml:space="preserve"> </w:t>
      </w:r>
    </w:p>
    <w:p w:rsidR="00900F88" w:rsidRPr="00292650" w:rsidRDefault="00900F88" w:rsidP="00FB01FF">
      <w:pPr>
        <w:jc w:val="both"/>
        <w:rPr>
          <w:rFonts w:ascii="Times New Roman CYR" w:hAnsi="Times New Roman CYR" w:cs="Times New Roman CYR"/>
          <w:sz w:val="28"/>
          <w:szCs w:val="28"/>
        </w:rPr>
      </w:pPr>
      <w:r w:rsidRPr="00292650">
        <w:rPr>
          <w:sz w:val="28"/>
          <w:szCs w:val="28"/>
        </w:rPr>
        <w:t xml:space="preserve">   </w:t>
      </w:r>
      <w:r w:rsidR="005A630E" w:rsidRPr="00292650">
        <w:rPr>
          <w:rFonts w:ascii="Times New Roman CYR" w:hAnsi="Times New Roman CYR" w:cs="Times New Roman CYR"/>
          <w:sz w:val="28"/>
          <w:szCs w:val="28"/>
        </w:rPr>
        <w:t xml:space="preserve">   </w:t>
      </w:r>
      <w:r w:rsidR="00E611CA" w:rsidRPr="00292650">
        <w:rPr>
          <w:rFonts w:ascii="Times New Roman CYR" w:hAnsi="Times New Roman CYR" w:cs="Times New Roman CYR"/>
          <w:sz w:val="28"/>
          <w:szCs w:val="28"/>
        </w:rPr>
        <w:t>На территории Милютинск</w:t>
      </w:r>
      <w:r w:rsidR="00F92DD2" w:rsidRPr="00292650">
        <w:rPr>
          <w:rFonts w:ascii="Times New Roman CYR" w:hAnsi="Times New Roman CYR" w:cs="Times New Roman CYR"/>
          <w:sz w:val="28"/>
          <w:szCs w:val="28"/>
        </w:rPr>
        <w:t>ого района по состоянию</w:t>
      </w:r>
      <w:r w:rsidR="00B1746C" w:rsidRPr="00292650">
        <w:rPr>
          <w:rFonts w:ascii="Times New Roman CYR" w:hAnsi="Times New Roman CYR" w:cs="Times New Roman CYR"/>
          <w:sz w:val="28"/>
          <w:szCs w:val="28"/>
        </w:rPr>
        <w:t xml:space="preserve"> на 01.09</w:t>
      </w:r>
      <w:r w:rsidR="008951AA" w:rsidRPr="00292650">
        <w:rPr>
          <w:rFonts w:ascii="Times New Roman CYR" w:hAnsi="Times New Roman CYR" w:cs="Times New Roman CYR"/>
          <w:sz w:val="28"/>
          <w:szCs w:val="28"/>
        </w:rPr>
        <w:t>.2019 года размещено 1</w:t>
      </w:r>
      <w:r w:rsidR="002A77B1" w:rsidRPr="00292650">
        <w:rPr>
          <w:rFonts w:ascii="Times New Roman CYR" w:hAnsi="Times New Roman CYR" w:cs="Times New Roman CYR"/>
          <w:sz w:val="28"/>
          <w:szCs w:val="28"/>
        </w:rPr>
        <w:t>0</w:t>
      </w:r>
      <w:r w:rsidR="00E611CA" w:rsidRPr="00292650">
        <w:rPr>
          <w:rFonts w:ascii="Times New Roman CYR" w:hAnsi="Times New Roman CYR" w:cs="Times New Roman CYR"/>
          <w:sz w:val="28"/>
          <w:szCs w:val="28"/>
        </w:rPr>
        <w:t xml:space="preserve"> детей из числа граждан, вынужденно покинувших территорию</w:t>
      </w:r>
      <w:r w:rsidR="000A528B" w:rsidRPr="00292650">
        <w:rPr>
          <w:rFonts w:ascii="Times New Roman CYR" w:hAnsi="Times New Roman CYR" w:cs="Times New Roman CYR"/>
          <w:sz w:val="28"/>
          <w:szCs w:val="28"/>
        </w:rPr>
        <w:t xml:space="preserve"> Юго-Восточной Украины, из них </w:t>
      </w:r>
      <w:r w:rsidR="00112071" w:rsidRPr="00292650">
        <w:rPr>
          <w:rFonts w:ascii="Times New Roman CYR" w:hAnsi="Times New Roman CYR" w:cs="Times New Roman CYR"/>
          <w:sz w:val="28"/>
          <w:szCs w:val="28"/>
        </w:rPr>
        <w:t>2 ребенка</w:t>
      </w:r>
      <w:r w:rsidR="008951AA" w:rsidRPr="00292650">
        <w:rPr>
          <w:rFonts w:ascii="Times New Roman CYR" w:hAnsi="Times New Roman CYR" w:cs="Times New Roman CYR"/>
          <w:sz w:val="28"/>
          <w:szCs w:val="28"/>
        </w:rPr>
        <w:t xml:space="preserve"> </w:t>
      </w:r>
      <w:r w:rsidR="002A77B1" w:rsidRPr="00292650">
        <w:rPr>
          <w:rFonts w:ascii="Times New Roman CYR" w:hAnsi="Times New Roman CYR" w:cs="Times New Roman CYR"/>
          <w:sz w:val="28"/>
          <w:szCs w:val="28"/>
        </w:rPr>
        <w:t>дошкольного возраста, 8</w:t>
      </w:r>
      <w:r w:rsidR="00F92DD2" w:rsidRPr="00292650">
        <w:rPr>
          <w:rFonts w:ascii="Times New Roman CYR" w:hAnsi="Times New Roman CYR" w:cs="Times New Roman CYR"/>
          <w:sz w:val="28"/>
          <w:szCs w:val="28"/>
        </w:rPr>
        <w:t xml:space="preserve"> детей школьного возраста. </w:t>
      </w:r>
      <w:r w:rsidR="00E611CA" w:rsidRPr="00292650">
        <w:rPr>
          <w:rFonts w:ascii="Times New Roman CYR" w:hAnsi="Times New Roman CYR" w:cs="Times New Roman CYR"/>
          <w:sz w:val="28"/>
          <w:szCs w:val="28"/>
        </w:rPr>
        <w:t xml:space="preserve"> </w:t>
      </w:r>
      <w:r w:rsidR="002A77B1" w:rsidRPr="00292650">
        <w:rPr>
          <w:rFonts w:ascii="Times New Roman CYR" w:hAnsi="Times New Roman CYR" w:cs="Times New Roman CYR"/>
          <w:sz w:val="28"/>
          <w:szCs w:val="28"/>
        </w:rPr>
        <w:t>8</w:t>
      </w:r>
      <w:r w:rsidR="00E611CA" w:rsidRPr="00292650">
        <w:rPr>
          <w:rFonts w:ascii="Times New Roman CYR" w:hAnsi="Times New Roman CYR" w:cs="Times New Roman CYR"/>
          <w:sz w:val="28"/>
          <w:szCs w:val="28"/>
        </w:rPr>
        <w:t xml:space="preserve"> обучающихся продолжают обучение в общеобразовательных организациях района (МБОУ Милютинская СОШ, МБОУ Светочниковская СОШ, МБОУ Н-Березовская СОШ, МБОУ М-Березовская СОШ</w:t>
      </w:r>
      <w:r w:rsidR="00D33B7A" w:rsidRPr="00292650">
        <w:rPr>
          <w:rFonts w:ascii="Times New Roman CYR" w:hAnsi="Times New Roman CYR" w:cs="Times New Roman CYR"/>
          <w:sz w:val="28"/>
          <w:szCs w:val="28"/>
        </w:rPr>
        <w:t xml:space="preserve">, МБОУ Россошанская ООШ); </w:t>
      </w:r>
      <w:r w:rsidR="009D5EC7" w:rsidRPr="00292650">
        <w:rPr>
          <w:rFonts w:ascii="Times New Roman CYR" w:hAnsi="Times New Roman CYR" w:cs="Times New Roman CYR"/>
          <w:sz w:val="28"/>
          <w:szCs w:val="28"/>
        </w:rPr>
        <w:t>2</w:t>
      </w:r>
      <w:r w:rsidR="00E611CA" w:rsidRPr="00292650">
        <w:rPr>
          <w:rFonts w:ascii="Times New Roman CYR" w:hAnsi="Times New Roman CYR" w:cs="Times New Roman CYR"/>
          <w:sz w:val="28"/>
          <w:szCs w:val="28"/>
        </w:rPr>
        <w:t xml:space="preserve"> </w:t>
      </w:r>
      <w:r w:rsidR="009D5EC7" w:rsidRPr="00292650">
        <w:rPr>
          <w:rFonts w:ascii="Times New Roman CYR" w:hAnsi="Times New Roman CYR" w:cs="Times New Roman CYR"/>
          <w:sz w:val="28"/>
          <w:szCs w:val="28"/>
        </w:rPr>
        <w:t>ребён</w:t>
      </w:r>
      <w:r w:rsidR="00857669" w:rsidRPr="00292650">
        <w:rPr>
          <w:rFonts w:ascii="Times New Roman CYR" w:hAnsi="Times New Roman CYR" w:cs="Times New Roman CYR"/>
          <w:sz w:val="28"/>
          <w:szCs w:val="28"/>
        </w:rPr>
        <w:t>к</w:t>
      </w:r>
      <w:r w:rsidR="009D5EC7" w:rsidRPr="00292650">
        <w:rPr>
          <w:rFonts w:ascii="Times New Roman CYR" w:hAnsi="Times New Roman CYR" w:cs="Times New Roman CYR"/>
          <w:sz w:val="28"/>
          <w:szCs w:val="28"/>
        </w:rPr>
        <w:t>а</w:t>
      </w:r>
      <w:r w:rsidR="00E611CA" w:rsidRPr="00292650">
        <w:rPr>
          <w:rFonts w:ascii="Times New Roman CYR" w:hAnsi="Times New Roman CYR" w:cs="Times New Roman CYR"/>
          <w:sz w:val="28"/>
          <w:szCs w:val="28"/>
        </w:rPr>
        <w:t xml:space="preserve"> из числа беженцев посеща</w:t>
      </w:r>
      <w:r w:rsidR="00857669" w:rsidRPr="00292650">
        <w:rPr>
          <w:rFonts w:ascii="Times New Roman CYR" w:hAnsi="Times New Roman CYR" w:cs="Times New Roman CYR"/>
          <w:sz w:val="28"/>
          <w:szCs w:val="28"/>
        </w:rPr>
        <w:t>е</w:t>
      </w:r>
      <w:r w:rsidR="00E611CA" w:rsidRPr="00292650">
        <w:rPr>
          <w:rFonts w:ascii="Times New Roman CYR" w:hAnsi="Times New Roman CYR" w:cs="Times New Roman CYR"/>
          <w:sz w:val="28"/>
          <w:szCs w:val="28"/>
        </w:rPr>
        <w:t>т дошкольн</w:t>
      </w:r>
      <w:r w:rsidR="009D5EC7" w:rsidRPr="00292650">
        <w:rPr>
          <w:rFonts w:ascii="Times New Roman CYR" w:hAnsi="Times New Roman CYR" w:cs="Times New Roman CYR"/>
          <w:sz w:val="28"/>
          <w:szCs w:val="28"/>
        </w:rPr>
        <w:t>ые</w:t>
      </w:r>
      <w:r w:rsidR="00857669" w:rsidRPr="00292650">
        <w:rPr>
          <w:rFonts w:ascii="Times New Roman CYR" w:hAnsi="Times New Roman CYR" w:cs="Times New Roman CYR"/>
          <w:sz w:val="28"/>
          <w:szCs w:val="28"/>
        </w:rPr>
        <w:t xml:space="preserve"> образовательн</w:t>
      </w:r>
      <w:r w:rsidR="009D5EC7" w:rsidRPr="00292650">
        <w:rPr>
          <w:rFonts w:ascii="Times New Roman CYR" w:hAnsi="Times New Roman CYR" w:cs="Times New Roman CYR"/>
          <w:sz w:val="28"/>
          <w:szCs w:val="28"/>
        </w:rPr>
        <w:t>ые</w:t>
      </w:r>
      <w:r w:rsidR="00E611CA" w:rsidRPr="00292650">
        <w:rPr>
          <w:rFonts w:ascii="Times New Roman CYR" w:hAnsi="Times New Roman CYR" w:cs="Times New Roman CYR"/>
          <w:sz w:val="28"/>
          <w:szCs w:val="28"/>
        </w:rPr>
        <w:t xml:space="preserve"> </w:t>
      </w:r>
      <w:r w:rsidR="00857669" w:rsidRPr="00292650">
        <w:rPr>
          <w:rFonts w:ascii="Times New Roman CYR" w:hAnsi="Times New Roman CYR" w:cs="Times New Roman CYR"/>
          <w:sz w:val="28"/>
          <w:szCs w:val="28"/>
        </w:rPr>
        <w:t>учреждени</w:t>
      </w:r>
      <w:r w:rsidR="009D5EC7" w:rsidRPr="00292650">
        <w:rPr>
          <w:rFonts w:ascii="Times New Roman CYR" w:hAnsi="Times New Roman CYR" w:cs="Times New Roman CYR"/>
          <w:sz w:val="28"/>
          <w:szCs w:val="28"/>
        </w:rPr>
        <w:t>я</w:t>
      </w:r>
      <w:r w:rsidR="00E611CA" w:rsidRPr="00292650">
        <w:rPr>
          <w:rFonts w:ascii="Times New Roman CYR" w:hAnsi="Times New Roman CYR" w:cs="Times New Roman CYR"/>
          <w:sz w:val="28"/>
          <w:szCs w:val="28"/>
        </w:rPr>
        <w:t xml:space="preserve"> (</w:t>
      </w:r>
      <w:r w:rsidR="009D5EC7" w:rsidRPr="00292650">
        <w:rPr>
          <w:rFonts w:ascii="Times New Roman CYR" w:hAnsi="Times New Roman CYR" w:cs="Times New Roman CYR"/>
          <w:sz w:val="28"/>
          <w:szCs w:val="28"/>
        </w:rPr>
        <w:t xml:space="preserve">МБДОУ д/с №1 ст.Милютинская, </w:t>
      </w:r>
      <w:r w:rsidR="00E611CA" w:rsidRPr="00292650">
        <w:rPr>
          <w:rFonts w:ascii="Times New Roman CYR" w:hAnsi="Times New Roman CYR" w:cs="Times New Roman CYR"/>
          <w:sz w:val="28"/>
          <w:szCs w:val="28"/>
        </w:rPr>
        <w:t>МБДОУ детский сад №4 п.Свет</w:t>
      </w:r>
      <w:r w:rsidR="00D33B7A" w:rsidRPr="00292650">
        <w:rPr>
          <w:rFonts w:ascii="Times New Roman CYR" w:hAnsi="Times New Roman CYR" w:cs="Times New Roman CYR"/>
          <w:sz w:val="28"/>
          <w:szCs w:val="28"/>
        </w:rPr>
        <w:t>оч</w:t>
      </w:r>
      <w:r w:rsidR="00E611CA" w:rsidRPr="00292650">
        <w:rPr>
          <w:rFonts w:ascii="Times New Roman CYR" w:hAnsi="Times New Roman CYR" w:cs="Times New Roman CYR"/>
          <w:sz w:val="28"/>
          <w:szCs w:val="28"/>
        </w:rPr>
        <w:t>).</w:t>
      </w:r>
    </w:p>
    <w:p w:rsidR="00900F88" w:rsidRPr="00292650" w:rsidRDefault="00261C2A" w:rsidP="003F4EBB">
      <w:pPr>
        <w:jc w:val="both"/>
        <w:rPr>
          <w:sz w:val="28"/>
          <w:szCs w:val="28"/>
        </w:rPr>
      </w:pPr>
      <w:r w:rsidRPr="00292650">
        <w:rPr>
          <w:bCs/>
          <w:sz w:val="28"/>
          <w:szCs w:val="28"/>
        </w:rPr>
        <w:t xml:space="preserve">      </w:t>
      </w:r>
      <w:r w:rsidR="00900F88" w:rsidRPr="00292650">
        <w:rPr>
          <w:sz w:val="28"/>
          <w:szCs w:val="28"/>
        </w:rPr>
        <w:t>Ведется профилактическая работа с семьями группы социального риска. Проводятся обследования жилищно-бытовых условий, с родителями проводятся профилактические беседы, родителей и детей приглашают на комиссию по делам несовершеннолетних, родители привлекаются к административной ответственности; органом опеки и попечительства оказывается помощь в оформлении документов на оказание адресной помощи, организуется отдых и оздоровление в каникулярный период.</w:t>
      </w:r>
    </w:p>
    <w:p w:rsidR="00261C2A" w:rsidRPr="00292650" w:rsidRDefault="00261C2A" w:rsidP="003F4EBB">
      <w:pPr>
        <w:jc w:val="both"/>
        <w:rPr>
          <w:sz w:val="28"/>
          <w:szCs w:val="28"/>
        </w:rPr>
      </w:pPr>
      <w:r w:rsidRPr="00292650">
        <w:rPr>
          <w:sz w:val="28"/>
          <w:szCs w:val="28"/>
        </w:rPr>
        <w:t xml:space="preserve">       В соответствии с планом отдела образования Администрации Милютинского района проведены плановые тематические проверки МБОУ Маньково-Берёзовской СОШ, МБОУ Лукичёвской СОШ, МБОУ Петровской СОШ, МБОУ Степано-Савченской ООШ, МБОУ Кутейниковской СОШ, МБОУ Орловской НОШ, МБОУ Николо-Берёзовская СОШ. В ходе проверки рассматривались различные направления работы общеобразовательных организаций, в том числе деятельность общеобразовательных организаций по профилактике правонарушений. По итогам проверок вынесены замечания и даны рекомендации по их устранению.</w:t>
      </w:r>
    </w:p>
    <w:p w:rsidR="000635A4" w:rsidRPr="00292650" w:rsidRDefault="0051054A" w:rsidP="0051054A">
      <w:pPr>
        <w:jc w:val="both"/>
        <w:rPr>
          <w:sz w:val="28"/>
        </w:rPr>
      </w:pPr>
      <w:r w:rsidRPr="00292650">
        <w:rPr>
          <w:sz w:val="28"/>
          <w:szCs w:val="28"/>
        </w:rPr>
        <w:t xml:space="preserve">        </w:t>
      </w:r>
      <w:r w:rsidR="000635A4" w:rsidRPr="00292650">
        <w:rPr>
          <w:sz w:val="28"/>
          <w:szCs w:val="28"/>
        </w:rPr>
        <w:t xml:space="preserve"> </w:t>
      </w:r>
      <w:r w:rsidR="000635A4" w:rsidRPr="00292650">
        <w:rPr>
          <w:sz w:val="28"/>
        </w:rPr>
        <w:t>На жилищном учет</w:t>
      </w:r>
      <w:r w:rsidRPr="00292650">
        <w:rPr>
          <w:sz w:val="28"/>
        </w:rPr>
        <w:t xml:space="preserve">е в Милютинском районе состоят </w:t>
      </w:r>
      <w:r w:rsidR="00C404AB" w:rsidRPr="00292650">
        <w:rPr>
          <w:sz w:val="28"/>
        </w:rPr>
        <w:t>18</w:t>
      </w:r>
      <w:r w:rsidR="000635A4" w:rsidRPr="00292650">
        <w:rPr>
          <w:sz w:val="28"/>
        </w:rPr>
        <w:t xml:space="preserve"> </w:t>
      </w:r>
      <w:r w:rsidR="00C404AB" w:rsidRPr="00292650">
        <w:rPr>
          <w:sz w:val="28"/>
        </w:rPr>
        <w:t>человек</w:t>
      </w:r>
      <w:r w:rsidR="00846D1F" w:rsidRPr="00292650">
        <w:rPr>
          <w:sz w:val="28"/>
        </w:rPr>
        <w:t xml:space="preserve"> из категории </w:t>
      </w:r>
      <w:r w:rsidR="000635A4" w:rsidRPr="00292650">
        <w:rPr>
          <w:sz w:val="28"/>
        </w:rPr>
        <w:t>детей-сирот и детей, оставшихся без попечения родителей</w:t>
      </w:r>
      <w:r w:rsidR="00846D1F" w:rsidRPr="00292650">
        <w:rPr>
          <w:sz w:val="28"/>
        </w:rPr>
        <w:t>, лиц из их числа</w:t>
      </w:r>
      <w:r w:rsidR="000635A4" w:rsidRPr="00292650">
        <w:rPr>
          <w:sz w:val="28"/>
        </w:rPr>
        <w:t xml:space="preserve">. </w:t>
      </w:r>
    </w:p>
    <w:p w:rsidR="000635A4" w:rsidRPr="00292650" w:rsidRDefault="000635A4" w:rsidP="003F4EBB">
      <w:pPr>
        <w:ind w:firstLine="708"/>
        <w:jc w:val="both"/>
        <w:rPr>
          <w:sz w:val="28"/>
        </w:rPr>
      </w:pPr>
      <w:r w:rsidRPr="00292650">
        <w:rPr>
          <w:sz w:val="28"/>
        </w:rPr>
        <w:t>Вышеуказанная категория детей обеспечивается жилыми помещениями в Милютинском районе</w:t>
      </w:r>
      <w:r w:rsidR="004E7121" w:rsidRPr="00292650">
        <w:rPr>
          <w:sz w:val="28"/>
        </w:rPr>
        <w:t xml:space="preserve"> </w:t>
      </w:r>
      <w:r w:rsidRPr="00292650">
        <w:rPr>
          <w:sz w:val="28"/>
        </w:rPr>
        <w:t>на вторичном рынке.</w:t>
      </w:r>
    </w:p>
    <w:p w:rsidR="00C6457E" w:rsidRPr="00292650" w:rsidRDefault="00C6457E" w:rsidP="00FB01FF">
      <w:pPr>
        <w:ind w:firstLine="708"/>
        <w:jc w:val="both"/>
        <w:rPr>
          <w:sz w:val="28"/>
          <w:szCs w:val="28"/>
        </w:rPr>
      </w:pPr>
      <w:r w:rsidRPr="00292650">
        <w:rPr>
          <w:sz w:val="28"/>
          <w:szCs w:val="28"/>
        </w:rPr>
        <w:t>В 2019 году обеспеч</w:t>
      </w:r>
      <w:r w:rsidR="00C404AB" w:rsidRPr="00292650">
        <w:rPr>
          <w:sz w:val="28"/>
          <w:szCs w:val="28"/>
        </w:rPr>
        <w:t>ено</w:t>
      </w:r>
      <w:r w:rsidRPr="00292650">
        <w:rPr>
          <w:sz w:val="28"/>
          <w:szCs w:val="28"/>
        </w:rPr>
        <w:t xml:space="preserve"> 7 человек из категории детей-сирот и детей, оставшихся без попечения родителей. </w:t>
      </w:r>
    </w:p>
    <w:p w:rsidR="0029247E" w:rsidRPr="00292650" w:rsidRDefault="00900F88" w:rsidP="003F4EBB">
      <w:pPr>
        <w:widowControl w:val="0"/>
        <w:ind w:firstLine="709"/>
        <w:jc w:val="both"/>
        <w:rPr>
          <w:sz w:val="28"/>
          <w:szCs w:val="28"/>
        </w:rPr>
      </w:pPr>
      <w:r w:rsidRPr="00292650">
        <w:rPr>
          <w:sz w:val="28"/>
          <w:szCs w:val="28"/>
        </w:rPr>
        <w:t xml:space="preserve">   За отчетный пери</w:t>
      </w:r>
      <w:r w:rsidR="005A0C95" w:rsidRPr="00292650">
        <w:rPr>
          <w:sz w:val="28"/>
          <w:szCs w:val="28"/>
        </w:rPr>
        <w:t>о</w:t>
      </w:r>
      <w:r w:rsidR="003205D0" w:rsidRPr="00292650">
        <w:rPr>
          <w:sz w:val="28"/>
          <w:szCs w:val="28"/>
        </w:rPr>
        <w:t>д 201</w:t>
      </w:r>
      <w:r w:rsidR="005F6590" w:rsidRPr="00292650">
        <w:rPr>
          <w:sz w:val="28"/>
          <w:szCs w:val="28"/>
        </w:rPr>
        <w:t>9</w:t>
      </w:r>
      <w:r w:rsidR="003205D0" w:rsidRPr="00292650">
        <w:rPr>
          <w:sz w:val="28"/>
          <w:szCs w:val="28"/>
        </w:rPr>
        <w:t xml:space="preserve"> года аттестацию </w:t>
      </w:r>
      <w:r w:rsidR="00947916" w:rsidRPr="00292650">
        <w:rPr>
          <w:sz w:val="28"/>
          <w:szCs w:val="28"/>
        </w:rPr>
        <w:t xml:space="preserve">на присвоение </w:t>
      </w:r>
      <w:r w:rsidR="00A319EA" w:rsidRPr="00292650">
        <w:rPr>
          <w:sz w:val="28"/>
          <w:szCs w:val="28"/>
        </w:rPr>
        <w:t>первой</w:t>
      </w:r>
      <w:r w:rsidR="00947916" w:rsidRPr="00292650">
        <w:rPr>
          <w:sz w:val="28"/>
          <w:szCs w:val="28"/>
        </w:rPr>
        <w:t xml:space="preserve"> квалификационной категории </w:t>
      </w:r>
      <w:r w:rsidR="003205D0" w:rsidRPr="00292650">
        <w:rPr>
          <w:sz w:val="28"/>
          <w:szCs w:val="28"/>
        </w:rPr>
        <w:t>пр</w:t>
      </w:r>
      <w:r w:rsidR="0029247E" w:rsidRPr="00292650">
        <w:rPr>
          <w:sz w:val="28"/>
          <w:szCs w:val="28"/>
        </w:rPr>
        <w:t>ош</w:t>
      </w:r>
      <w:r w:rsidR="00947916" w:rsidRPr="00292650">
        <w:rPr>
          <w:sz w:val="28"/>
          <w:szCs w:val="28"/>
        </w:rPr>
        <w:t>л</w:t>
      </w:r>
      <w:r w:rsidR="0029247E" w:rsidRPr="00292650">
        <w:rPr>
          <w:sz w:val="28"/>
          <w:szCs w:val="28"/>
        </w:rPr>
        <w:t>и</w:t>
      </w:r>
      <w:r w:rsidR="00C114A5" w:rsidRPr="00292650">
        <w:rPr>
          <w:sz w:val="28"/>
          <w:szCs w:val="28"/>
        </w:rPr>
        <w:t xml:space="preserve"> </w:t>
      </w:r>
      <w:r w:rsidR="00C54E64" w:rsidRPr="00292650">
        <w:rPr>
          <w:sz w:val="28"/>
          <w:szCs w:val="28"/>
        </w:rPr>
        <w:t>25</w:t>
      </w:r>
      <w:r w:rsidR="00C114A5" w:rsidRPr="00292650">
        <w:rPr>
          <w:sz w:val="28"/>
          <w:szCs w:val="28"/>
        </w:rPr>
        <w:t xml:space="preserve"> </w:t>
      </w:r>
      <w:r w:rsidR="0029247E" w:rsidRPr="00292650">
        <w:rPr>
          <w:sz w:val="28"/>
          <w:szCs w:val="28"/>
        </w:rPr>
        <w:t>педработников, высшую квали</w:t>
      </w:r>
      <w:r w:rsidR="0022371D" w:rsidRPr="00292650">
        <w:rPr>
          <w:sz w:val="28"/>
          <w:szCs w:val="28"/>
        </w:rPr>
        <w:t xml:space="preserve">фикационную категорию получили </w:t>
      </w:r>
      <w:r w:rsidR="00C54E64" w:rsidRPr="00292650">
        <w:rPr>
          <w:sz w:val="28"/>
          <w:szCs w:val="28"/>
        </w:rPr>
        <w:t>18</w:t>
      </w:r>
      <w:r w:rsidR="00AB72C3" w:rsidRPr="00292650">
        <w:rPr>
          <w:sz w:val="28"/>
          <w:szCs w:val="28"/>
        </w:rPr>
        <w:t xml:space="preserve"> педагогов</w:t>
      </w:r>
      <w:r w:rsidR="0029247E" w:rsidRPr="00292650">
        <w:rPr>
          <w:sz w:val="28"/>
          <w:szCs w:val="28"/>
        </w:rPr>
        <w:t>.</w:t>
      </w:r>
    </w:p>
    <w:p w:rsidR="00562BDC" w:rsidRPr="00292650" w:rsidRDefault="003809F3" w:rsidP="00562BDC">
      <w:pPr>
        <w:numPr>
          <w:ilvl w:val="0"/>
          <w:numId w:val="10"/>
        </w:numPr>
        <w:overflowPunct w:val="0"/>
        <w:autoSpaceDE w:val="0"/>
        <w:autoSpaceDN w:val="0"/>
        <w:adjustRightInd w:val="0"/>
        <w:ind w:left="0" w:firstLine="0"/>
        <w:jc w:val="both"/>
        <w:rPr>
          <w:sz w:val="28"/>
          <w:szCs w:val="28"/>
        </w:rPr>
      </w:pPr>
      <w:r w:rsidRPr="00292650">
        <w:rPr>
          <w:sz w:val="28"/>
          <w:szCs w:val="28"/>
        </w:rPr>
        <w:lastRenderedPageBreak/>
        <w:t>8</w:t>
      </w:r>
      <w:r w:rsidR="00914B96" w:rsidRPr="00292650">
        <w:rPr>
          <w:sz w:val="28"/>
          <w:szCs w:val="28"/>
        </w:rPr>
        <w:t xml:space="preserve"> учителей начальных классов прошли курсы повышения квалиф</w:t>
      </w:r>
      <w:r w:rsidRPr="00292650">
        <w:rPr>
          <w:sz w:val="28"/>
          <w:szCs w:val="28"/>
        </w:rPr>
        <w:t>икации в ГБУ ДПО РО РИПК и ППРО.</w:t>
      </w:r>
      <w:r w:rsidR="00562BDC" w:rsidRPr="00292650">
        <w:rPr>
          <w:sz w:val="28"/>
          <w:szCs w:val="28"/>
        </w:rPr>
        <w:t xml:space="preserve"> 1 педагог прошёл обучение по финансовой грамотности </w:t>
      </w:r>
      <w:r w:rsidR="00562BDC" w:rsidRPr="00292650">
        <w:t xml:space="preserve"> </w:t>
      </w:r>
      <w:r w:rsidR="00562BDC" w:rsidRPr="00292650">
        <w:rPr>
          <w:sz w:val="28"/>
          <w:szCs w:val="28"/>
        </w:rPr>
        <w:t>в г.Ростове-на-Дону, в Южно-Российском институте управления - филиале РАНХиГС.</w:t>
      </w:r>
    </w:p>
    <w:p w:rsidR="00562BDC" w:rsidRPr="00292650" w:rsidRDefault="003809F3" w:rsidP="00562BDC">
      <w:pPr>
        <w:rPr>
          <w:sz w:val="28"/>
          <w:szCs w:val="28"/>
        </w:rPr>
      </w:pPr>
      <w:r w:rsidRPr="00292650">
        <w:rPr>
          <w:sz w:val="28"/>
          <w:szCs w:val="28"/>
        </w:rPr>
        <w:t xml:space="preserve">2 педагога приняли участие в апробации </w:t>
      </w:r>
      <w:r w:rsidR="00562BDC" w:rsidRPr="00292650">
        <w:rPr>
          <w:sz w:val="28"/>
          <w:szCs w:val="28"/>
        </w:rPr>
        <w:t>модели оценки компетенций работников образовательных организаций в г.Ростове-на-Дону.</w:t>
      </w:r>
    </w:p>
    <w:p w:rsidR="00791772" w:rsidRPr="00292650" w:rsidRDefault="00791772" w:rsidP="00791772">
      <w:pPr>
        <w:pStyle w:val="a9"/>
        <w:spacing w:before="0" w:after="0"/>
        <w:jc w:val="both"/>
        <w:rPr>
          <w:sz w:val="28"/>
          <w:szCs w:val="28"/>
        </w:rPr>
      </w:pPr>
      <w:r w:rsidRPr="00292650">
        <w:rPr>
          <w:sz w:val="28"/>
          <w:szCs w:val="28"/>
        </w:rPr>
        <w:t xml:space="preserve">19 марта 2019 года в РДК ст. Милютинской состоялся муниципальный конкурсный отбор на присуждение премий лучшим учителям за достижения в педагогической деятельности на территории Ростовской области в 2019 году. </w:t>
      </w:r>
    </w:p>
    <w:p w:rsidR="00791772" w:rsidRPr="00292650" w:rsidRDefault="00791772" w:rsidP="00791772">
      <w:pPr>
        <w:pStyle w:val="a9"/>
        <w:spacing w:before="0" w:after="0"/>
        <w:jc w:val="both"/>
        <w:rPr>
          <w:sz w:val="28"/>
          <w:szCs w:val="28"/>
          <w:shd w:val="clear" w:color="auto" w:fill="FFFFFF"/>
        </w:rPr>
      </w:pPr>
      <w:r w:rsidRPr="00292650">
        <w:rPr>
          <w:sz w:val="28"/>
          <w:szCs w:val="28"/>
        </w:rPr>
        <w:t xml:space="preserve">     </w:t>
      </w:r>
      <w:r w:rsidRPr="00292650">
        <w:rPr>
          <w:bCs/>
          <w:sz w:val="28"/>
          <w:szCs w:val="28"/>
        </w:rPr>
        <w:t xml:space="preserve">     Членам комиссии была представлена презентация опыта учителя русского языка и литературы МБОУ Милютинской СОШ Ефимовой Татьяны Николаевны. Конкурсная комиссии высоко оценила результаты работы педагога.</w:t>
      </w:r>
      <w:r w:rsidRPr="00292650">
        <w:rPr>
          <w:rFonts w:ascii="Verdana" w:hAnsi="Verdana"/>
          <w:sz w:val="28"/>
          <w:szCs w:val="28"/>
          <w:shd w:val="clear" w:color="auto" w:fill="FFFFFF"/>
        </w:rPr>
        <w:t xml:space="preserve"> </w:t>
      </w:r>
      <w:r w:rsidRPr="00292650">
        <w:rPr>
          <w:sz w:val="28"/>
          <w:szCs w:val="28"/>
          <w:shd w:val="clear" w:color="auto" w:fill="FFFFFF"/>
        </w:rPr>
        <w:t>Татьяне Николаевне, как победителю, предоставлено право участия в региональном этапе конкурса.</w:t>
      </w:r>
    </w:p>
    <w:p w:rsidR="00B5238C" w:rsidRPr="00292650" w:rsidRDefault="00B5238C" w:rsidP="00B5238C">
      <w:pPr>
        <w:pStyle w:val="af4"/>
        <w:rPr>
          <w:rFonts w:ascii="Times New Roman" w:hAnsi="Times New Roman"/>
          <w:sz w:val="28"/>
          <w:szCs w:val="28"/>
        </w:rPr>
      </w:pPr>
      <w:r w:rsidRPr="00292650">
        <w:rPr>
          <w:rFonts w:ascii="Times New Roman" w:hAnsi="Times New Roman"/>
          <w:sz w:val="28"/>
          <w:szCs w:val="28"/>
        </w:rPr>
        <w:t>Нагрудным знаком «Почётный работник воспитания и просвещения Российской Федерации» награждены: Козлова Л. Л., учитель русского языка и литературы Милютинской средней школы; Орыщенко О. А., методист отдела образования Администрации Милютинского района.</w:t>
      </w:r>
    </w:p>
    <w:p w:rsidR="00B5238C" w:rsidRPr="00292650" w:rsidRDefault="00B5238C" w:rsidP="00B5238C">
      <w:pPr>
        <w:pStyle w:val="a7"/>
        <w:tabs>
          <w:tab w:val="clear" w:pos="4677"/>
          <w:tab w:val="left" w:pos="640"/>
          <w:tab w:val="left" w:pos="1720"/>
          <w:tab w:val="left" w:pos="4980"/>
          <w:tab w:val="left" w:pos="7320"/>
        </w:tabs>
        <w:jc w:val="both"/>
        <w:rPr>
          <w:noProof/>
          <w:sz w:val="28"/>
          <w:szCs w:val="28"/>
          <w:lang w:val="ru-RU"/>
        </w:rPr>
      </w:pPr>
      <w:r w:rsidRPr="00292650">
        <w:rPr>
          <w:noProof/>
          <w:sz w:val="28"/>
          <w:szCs w:val="28"/>
        </w:rPr>
        <w:t xml:space="preserve">Почётной грамотой Министерства просвещения Российской Федерации </w:t>
      </w:r>
      <w:r w:rsidRPr="00292650">
        <w:rPr>
          <w:noProof/>
          <w:sz w:val="28"/>
          <w:szCs w:val="28"/>
          <w:lang w:val="ru-RU"/>
        </w:rPr>
        <w:t xml:space="preserve">награждены: </w:t>
      </w:r>
      <w:r w:rsidRPr="00292650">
        <w:rPr>
          <w:sz w:val="28"/>
          <w:szCs w:val="28"/>
        </w:rPr>
        <w:t xml:space="preserve">Икрянникова Л. А., учитель начальных классов </w:t>
      </w:r>
      <w:r w:rsidRPr="00292650">
        <w:rPr>
          <w:sz w:val="28"/>
          <w:szCs w:val="28"/>
          <w:lang w:val="ru-RU"/>
        </w:rPr>
        <w:t xml:space="preserve">МБОУ </w:t>
      </w:r>
      <w:r w:rsidRPr="00292650">
        <w:rPr>
          <w:sz w:val="28"/>
          <w:szCs w:val="28"/>
        </w:rPr>
        <w:t>Россошанской ООШ;</w:t>
      </w:r>
      <w:r w:rsidRPr="00292650">
        <w:rPr>
          <w:sz w:val="28"/>
          <w:szCs w:val="28"/>
          <w:lang w:val="ru-RU"/>
        </w:rPr>
        <w:t xml:space="preserve"> </w:t>
      </w:r>
      <w:r w:rsidRPr="00292650">
        <w:rPr>
          <w:sz w:val="28"/>
          <w:szCs w:val="28"/>
        </w:rPr>
        <w:t xml:space="preserve">Пушкарева Н. В., заместитель директора по учебной работе </w:t>
      </w:r>
      <w:r w:rsidRPr="00292650">
        <w:rPr>
          <w:sz w:val="28"/>
          <w:szCs w:val="28"/>
          <w:lang w:val="ru-RU"/>
        </w:rPr>
        <w:t xml:space="preserve">МБОУ </w:t>
      </w:r>
      <w:r w:rsidRPr="00292650">
        <w:rPr>
          <w:sz w:val="28"/>
          <w:szCs w:val="28"/>
        </w:rPr>
        <w:t xml:space="preserve">Селивановской </w:t>
      </w:r>
      <w:r w:rsidRPr="00292650">
        <w:rPr>
          <w:sz w:val="28"/>
          <w:szCs w:val="28"/>
          <w:lang w:val="ru-RU"/>
        </w:rPr>
        <w:t>СОШ</w:t>
      </w:r>
      <w:r w:rsidRPr="00292650">
        <w:rPr>
          <w:sz w:val="28"/>
          <w:szCs w:val="28"/>
        </w:rPr>
        <w:t>;</w:t>
      </w:r>
      <w:r w:rsidRPr="00292650">
        <w:rPr>
          <w:sz w:val="28"/>
          <w:szCs w:val="28"/>
          <w:lang w:val="ru-RU"/>
        </w:rPr>
        <w:t xml:space="preserve"> </w:t>
      </w:r>
      <w:r w:rsidRPr="00292650">
        <w:rPr>
          <w:sz w:val="28"/>
          <w:szCs w:val="28"/>
        </w:rPr>
        <w:t>Чернова Г. Н., директор</w:t>
      </w:r>
      <w:r w:rsidRPr="00292650">
        <w:rPr>
          <w:sz w:val="28"/>
          <w:szCs w:val="28"/>
          <w:lang w:val="ru-RU"/>
        </w:rPr>
        <w:t xml:space="preserve"> МБОУ</w:t>
      </w:r>
      <w:r w:rsidRPr="00292650">
        <w:rPr>
          <w:sz w:val="28"/>
          <w:szCs w:val="28"/>
        </w:rPr>
        <w:t xml:space="preserve"> Николо-Березовской </w:t>
      </w:r>
      <w:r w:rsidRPr="00292650">
        <w:rPr>
          <w:sz w:val="28"/>
          <w:szCs w:val="28"/>
          <w:lang w:val="ru-RU"/>
        </w:rPr>
        <w:t>СОШ</w:t>
      </w:r>
      <w:r w:rsidRPr="00292650">
        <w:rPr>
          <w:sz w:val="28"/>
          <w:szCs w:val="28"/>
        </w:rPr>
        <w:t xml:space="preserve">; </w:t>
      </w:r>
      <w:r w:rsidRPr="00292650">
        <w:rPr>
          <w:noProof/>
          <w:sz w:val="28"/>
          <w:szCs w:val="28"/>
        </w:rPr>
        <w:t>Юдина Е. Т., учитель начальных класов</w:t>
      </w:r>
      <w:r w:rsidRPr="00292650">
        <w:rPr>
          <w:noProof/>
          <w:sz w:val="28"/>
          <w:szCs w:val="28"/>
          <w:lang w:val="ru-RU"/>
        </w:rPr>
        <w:t xml:space="preserve"> МБОУ</w:t>
      </w:r>
      <w:r w:rsidRPr="00292650">
        <w:rPr>
          <w:noProof/>
          <w:sz w:val="28"/>
          <w:szCs w:val="28"/>
        </w:rPr>
        <w:t xml:space="preserve"> Милютинской </w:t>
      </w:r>
      <w:r w:rsidRPr="00292650">
        <w:rPr>
          <w:noProof/>
          <w:sz w:val="28"/>
          <w:szCs w:val="28"/>
          <w:lang w:val="ru-RU"/>
        </w:rPr>
        <w:t>СОШ.</w:t>
      </w:r>
    </w:p>
    <w:p w:rsidR="009236CB" w:rsidRPr="00292650" w:rsidRDefault="00791772" w:rsidP="006A5B72">
      <w:pPr>
        <w:jc w:val="both"/>
        <w:rPr>
          <w:sz w:val="28"/>
          <w:szCs w:val="28"/>
        </w:rPr>
      </w:pPr>
      <w:r w:rsidRPr="00292650">
        <w:rPr>
          <w:rFonts w:ascii="Verdana" w:hAnsi="Verdana"/>
          <w:sz w:val="23"/>
          <w:szCs w:val="23"/>
        </w:rPr>
        <w:t>          </w:t>
      </w:r>
      <w:r w:rsidR="00900F88" w:rsidRPr="00292650">
        <w:rPr>
          <w:sz w:val="28"/>
          <w:szCs w:val="28"/>
        </w:rPr>
        <w:t>В целях выявления талантливых учителей, обобщения и распространения их передового опыта, стимулирования дальнейшего профессионального роста учителей и повыше</w:t>
      </w:r>
      <w:r w:rsidR="00485266" w:rsidRPr="00292650">
        <w:rPr>
          <w:sz w:val="28"/>
          <w:szCs w:val="28"/>
        </w:rPr>
        <w:t>н</w:t>
      </w:r>
      <w:r w:rsidR="009236CB" w:rsidRPr="00292650">
        <w:rPr>
          <w:sz w:val="28"/>
          <w:szCs w:val="28"/>
        </w:rPr>
        <w:t>ия престижа профессии учителя 15</w:t>
      </w:r>
      <w:r w:rsidR="00900F88" w:rsidRPr="00292650">
        <w:rPr>
          <w:sz w:val="28"/>
          <w:szCs w:val="28"/>
        </w:rPr>
        <w:t>.02.201</w:t>
      </w:r>
      <w:r w:rsidR="00DC4550" w:rsidRPr="00292650">
        <w:rPr>
          <w:sz w:val="28"/>
          <w:szCs w:val="28"/>
        </w:rPr>
        <w:t>9</w:t>
      </w:r>
      <w:r w:rsidR="00900F88" w:rsidRPr="00292650">
        <w:rPr>
          <w:sz w:val="28"/>
          <w:szCs w:val="28"/>
        </w:rPr>
        <w:t xml:space="preserve"> года проведен </w:t>
      </w:r>
      <w:r w:rsidR="00292B0D" w:rsidRPr="00292650">
        <w:rPr>
          <w:sz w:val="28"/>
          <w:szCs w:val="28"/>
        </w:rPr>
        <w:t>финал районного</w:t>
      </w:r>
      <w:r w:rsidR="00900F88" w:rsidRPr="00292650">
        <w:rPr>
          <w:sz w:val="28"/>
          <w:szCs w:val="28"/>
        </w:rPr>
        <w:t xml:space="preserve"> конкурс</w:t>
      </w:r>
      <w:r w:rsidR="00292B0D" w:rsidRPr="00292650">
        <w:rPr>
          <w:sz w:val="28"/>
          <w:szCs w:val="28"/>
        </w:rPr>
        <w:t>а</w:t>
      </w:r>
      <w:r w:rsidR="00900F88" w:rsidRPr="00292650">
        <w:rPr>
          <w:sz w:val="28"/>
          <w:szCs w:val="28"/>
        </w:rPr>
        <w:t xml:space="preserve"> «Учитель года-201</w:t>
      </w:r>
      <w:r w:rsidR="00DC4550" w:rsidRPr="00292650">
        <w:rPr>
          <w:sz w:val="28"/>
          <w:szCs w:val="28"/>
        </w:rPr>
        <w:t>9</w:t>
      </w:r>
      <w:r w:rsidR="00900F88" w:rsidRPr="00292650">
        <w:rPr>
          <w:sz w:val="28"/>
          <w:szCs w:val="28"/>
        </w:rPr>
        <w:t xml:space="preserve">». </w:t>
      </w:r>
      <w:r w:rsidR="009236CB" w:rsidRPr="00292650">
        <w:rPr>
          <w:sz w:val="28"/>
          <w:szCs w:val="28"/>
        </w:rPr>
        <w:t xml:space="preserve"> В муниципальном конкурсе приняли участие </w:t>
      </w:r>
      <w:r w:rsidR="006A5B72" w:rsidRPr="00292650">
        <w:rPr>
          <w:sz w:val="28"/>
          <w:szCs w:val="28"/>
        </w:rPr>
        <w:t>4 педагога</w:t>
      </w:r>
      <w:r w:rsidR="009236CB" w:rsidRPr="00292650">
        <w:rPr>
          <w:sz w:val="28"/>
          <w:szCs w:val="28"/>
        </w:rPr>
        <w:t>:</w:t>
      </w:r>
      <w:r w:rsidR="006A5B72" w:rsidRPr="00292650">
        <w:t xml:space="preserve"> </w:t>
      </w:r>
      <w:r w:rsidR="006A5B72" w:rsidRPr="00292650">
        <w:rPr>
          <w:sz w:val="28"/>
          <w:szCs w:val="28"/>
        </w:rPr>
        <w:t>Абрамова Е.Н., учитель истории и обществознания  МБОУ Светочниковской СОШ; Беланова Г.В., учитель начальных классов МБОУ Новодмитриевской СОШ; Ковалев С.Н., учитель физической культуры МБОУ Первомайской ООШ; Мушиц О.А., учитель начальных классов МБОУ Милютинской СОШ.</w:t>
      </w:r>
      <w:r w:rsidR="006A5B72" w:rsidRPr="00292650">
        <w:t xml:space="preserve"> </w:t>
      </w:r>
    </w:p>
    <w:p w:rsidR="009236CB" w:rsidRPr="00292650" w:rsidRDefault="00485266" w:rsidP="009236CB">
      <w:pPr>
        <w:jc w:val="both"/>
        <w:rPr>
          <w:sz w:val="28"/>
          <w:szCs w:val="28"/>
        </w:rPr>
      </w:pPr>
      <w:r w:rsidRPr="00292650">
        <w:rPr>
          <w:sz w:val="28"/>
          <w:szCs w:val="28"/>
        </w:rPr>
        <w:t xml:space="preserve">В номинации «Воспитатель года» приняли участие </w:t>
      </w:r>
      <w:r w:rsidR="006A5B72" w:rsidRPr="00292650">
        <w:rPr>
          <w:sz w:val="28"/>
          <w:szCs w:val="28"/>
        </w:rPr>
        <w:t>2</w:t>
      </w:r>
      <w:r w:rsidRPr="00292650">
        <w:rPr>
          <w:sz w:val="28"/>
          <w:szCs w:val="28"/>
        </w:rPr>
        <w:t xml:space="preserve"> воспитателя: </w:t>
      </w:r>
      <w:r w:rsidR="006A5B72" w:rsidRPr="00292650">
        <w:rPr>
          <w:sz w:val="28"/>
          <w:szCs w:val="28"/>
        </w:rPr>
        <w:t>Бесчастная Э.Б., воспитатель детского сада № 1 ст.Милютинская; Джапенова Е.И., воспитатель детского сада  № 4 п.Светоч.</w:t>
      </w:r>
    </w:p>
    <w:p w:rsidR="00900F88" w:rsidRPr="00292650" w:rsidRDefault="00900F88" w:rsidP="003F4EBB">
      <w:pPr>
        <w:jc w:val="both"/>
        <w:rPr>
          <w:sz w:val="28"/>
          <w:szCs w:val="28"/>
        </w:rPr>
      </w:pPr>
      <w:r w:rsidRPr="00292650">
        <w:rPr>
          <w:sz w:val="28"/>
          <w:szCs w:val="28"/>
        </w:rPr>
        <w:t xml:space="preserve">  По результатам конкурса признаны победителями  и призерами:</w:t>
      </w:r>
    </w:p>
    <w:p w:rsidR="00900F88" w:rsidRPr="00292650" w:rsidRDefault="00900F88" w:rsidP="003F4EBB">
      <w:pPr>
        <w:jc w:val="both"/>
        <w:rPr>
          <w:sz w:val="28"/>
          <w:szCs w:val="28"/>
        </w:rPr>
      </w:pPr>
      <w:r w:rsidRPr="00292650">
        <w:rPr>
          <w:sz w:val="28"/>
          <w:szCs w:val="28"/>
        </w:rPr>
        <w:t xml:space="preserve">    в номинации «Учитель года-201</w:t>
      </w:r>
      <w:r w:rsidR="006A5B72" w:rsidRPr="00292650">
        <w:rPr>
          <w:sz w:val="28"/>
          <w:szCs w:val="28"/>
        </w:rPr>
        <w:t>9</w:t>
      </w:r>
      <w:r w:rsidRPr="00292650">
        <w:rPr>
          <w:sz w:val="28"/>
          <w:szCs w:val="28"/>
        </w:rPr>
        <w:t xml:space="preserve">»:    </w:t>
      </w:r>
    </w:p>
    <w:p w:rsidR="00900F88" w:rsidRPr="00292650" w:rsidRDefault="00900F88" w:rsidP="003F4EBB">
      <w:pPr>
        <w:jc w:val="both"/>
        <w:rPr>
          <w:sz w:val="28"/>
          <w:szCs w:val="28"/>
        </w:rPr>
      </w:pPr>
      <w:r w:rsidRPr="00292650">
        <w:rPr>
          <w:sz w:val="28"/>
          <w:szCs w:val="28"/>
        </w:rPr>
        <w:t xml:space="preserve">    1 место – </w:t>
      </w:r>
      <w:r w:rsidR="006A5B72" w:rsidRPr="00292650">
        <w:rPr>
          <w:sz w:val="28"/>
          <w:szCs w:val="28"/>
        </w:rPr>
        <w:t>Беланова</w:t>
      </w:r>
      <w:r w:rsidR="009236CB" w:rsidRPr="00292650">
        <w:rPr>
          <w:sz w:val="28"/>
          <w:szCs w:val="28"/>
        </w:rPr>
        <w:t xml:space="preserve"> </w:t>
      </w:r>
      <w:r w:rsidR="006A5B72" w:rsidRPr="00292650">
        <w:rPr>
          <w:sz w:val="28"/>
          <w:szCs w:val="28"/>
        </w:rPr>
        <w:t>Галина</w:t>
      </w:r>
      <w:r w:rsidR="009236CB" w:rsidRPr="00292650">
        <w:rPr>
          <w:sz w:val="28"/>
          <w:szCs w:val="28"/>
        </w:rPr>
        <w:t xml:space="preserve"> </w:t>
      </w:r>
      <w:r w:rsidR="006A5B72" w:rsidRPr="00292650">
        <w:rPr>
          <w:sz w:val="28"/>
          <w:szCs w:val="28"/>
        </w:rPr>
        <w:t>Валентиновна</w:t>
      </w:r>
      <w:r w:rsidRPr="00292650">
        <w:rPr>
          <w:sz w:val="28"/>
          <w:szCs w:val="28"/>
        </w:rPr>
        <w:t xml:space="preserve">, учитель </w:t>
      </w:r>
      <w:r w:rsidR="009236CB" w:rsidRPr="00292650">
        <w:rPr>
          <w:sz w:val="28"/>
          <w:szCs w:val="28"/>
        </w:rPr>
        <w:t>биологии и химии</w:t>
      </w:r>
      <w:r w:rsidR="0031786C" w:rsidRPr="00292650">
        <w:rPr>
          <w:sz w:val="28"/>
          <w:szCs w:val="28"/>
        </w:rPr>
        <w:t xml:space="preserve"> </w:t>
      </w:r>
    </w:p>
    <w:p w:rsidR="00900F88" w:rsidRPr="00292650" w:rsidRDefault="00900F88" w:rsidP="003F4EBB">
      <w:pPr>
        <w:jc w:val="both"/>
        <w:rPr>
          <w:sz w:val="28"/>
          <w:szCs w:val="28"/>
        </w:rPr>
      </w:pPr>
      <w:r w:rsidRPr="00292650">
        <w:rPr>
          <w:sz w:val="28"/>
          <w:szCs w:val="28"/>
        </w:rPr>
        <w:t xml:space="preserve">                     МБОУ </w:t>
      </w:r>
      <w:r w:rsidR="006A5B72" w:rsidRPr="00292650">
        <w:rPr>
          <w:sz w:val="28"/>
          <w:szCs w:val="28"/>
        </w:rPr>
        <w:t>Новодмитриевской</w:t>
      </w:r>
      <w:r w:rsidRPr="00292650">
        <w:rPr>
          <w:sz w:val="28"/>
          <w:szCs w:val="28"/>
        </w:rPr>
        <w:t xml:space="preserve"> СОШ;</w:t>
      </w:r>
    </w:p>
    <w:p w:rsidR="00900F88" w:rsidRPr="00292650" w:rsidRDefault="00900F88" w:rsidP="003F4EBB">
      <w:pPr>
        <w:jc w:val="both"/>
        <w:rPr>
          <w:sz w:val="28"/>
          <w:szCs w:val="28"/>
        </w:rPr>
      </w:pPr>
      <w:r w:rsidRPr="00292650">
        <w:rPr>
          <w:sz w:val="28"/>
          <w:szCs w:val="28"/>
        </w:rPr>
        <w:t xml:space="preserve">    2 место – </w:t>
      </w:r>
      <w:r w:rsidR="006A5B72" w:rsidRPr="00292650">
        <w:rPr>
          <w:sz w:val="28"/>
          <w:szCs w:val="28"/>
        </w:rPr>
        <w:t>Ковалев Сергей</w:t>
      </w:r>
      <w:r w:rsidR="0031786C" w:rsidRPr="00292650">
        <w:rPr>
          <w:sz w:val="28"/>
          <w:szCs w:val="28"/>
        </w:rPr>
        <w:t xml:space="preserve"> </w:t>
      </w:r>
      <w:r w:rsidR="006A5B72" w:rsidRPr="00292650">
        <w:rPr>
          <w:sz w:val="28"/>
          <w:szCs w:val="28"/>
        </w:rPr>
        <w:t>Николаевич</w:t>
      </w:r>
      <w:r w:rsidRPr="00292650">
        <w:rPr>
          <w:sz w:val="28"/>
          <w:szCs w:val="28"/>
        </w:rPr>
        <w:t xml:space="preserve">, учитель </w:t>
      </w:r>
      <w:r w:rsidR="006A5B72" w:rsidRPr="00292650">
        <w:rPr>
          <w:sz w:val="28"/>
          <w:szCs w:val="28"/>
        </w:rPr>
        <w:t>физической культуры</w:t>
      </w:r>
      <w:r w:rsidRPr="00292650">
        <w:rPr>
          <w:sz w:val="28"/>
          <w:szCs w:val="28"/>
        </w:rPr>
        <w:t xml:space="preserve">     </w:t>
      </w:r>
    </w:p>
    <w:p w:rsidR="00900F88" w:rsidRPr="00292650" w:rsidRDefault="00900F88" w:rsidP="003F4EBB">
      <w:pPr>
        <w:jc w:val="both"/>
        <w:rPr>
          <w:sz w:val="28"/>
          <w:szCs w:val="28"/>
        </w:rPr>
      </w:pPr>
      <w:r w:rsidRPr="00292650">
        <w:rPr>
          <w:sz w:val="28"/>
          <w:szCs w:val="28"/>
        </w:rPr>
        <w:t xml:space="preserve">                    МБОУ </w:t>
      </w:r>
      <w:r w:rsidR="006A5B72" w:rsidRPr="00292650">
        <w:rPr>
          <w:sz w:val="28"/>
          <w:szCs w:val="28"/>
        </w:rPr>
        <w:t>Первомайской</w:t>
      </w:r>
      <w:r w:rsidRPr="00292650">
        <w:rPr>
          <w:sz w:val="28"/>
          <w:szCs w:val="28"/>
        </w:rPr>
        <w:t xml:space="preserve"> </w:t>
      </w:r>
      <w:r w:rsidR="009236CB" w:rsidRPr="00292650">
        <w:rPr>
          <w:sz w:val="28"/>
          <w:szCs w:val="28"/>
        </w:rPr>
        <w:t>ОО</w:t>
      </w:r>
      <w:r w:rsidRPr="00292650">
        <w:rPr>
          <w:sz w:val="28"/>
          <w:szCs w:val="28"/>
        </w:rPr>
        <w:t xml:space="preserve">Ш; </w:t>
      </w:r>
    </w:p>
    <w:p w:rsidR="0031786C" w:rsidRPr="00292650" w:rsidRDefault="0031786C" w:rsidP="003F4EBB">
      <w:pPr>
        <w:jc w:val="both"/>
        <w:rPr>
          <w:sz w:val="28"/>
          <w:szCs w:val="28"/>
        </w:rPr>
      </w:pPr>
      <w:r w:rsidRPr="00292650">
        <w:rPr>
          <w:sz w:val="28"/>
          <w:szCs w:val="28"/>
        </w:rPr>
        <w:t xml:space="preserve">                    </w:t>
      </w:r>
      <w:r w:rsidR="006A5B72" w:rsidRPr="00292650">
        <w:rPr>
          <w:sz w:val="28"/>
          <w:szCs w:val="28"/>
        </w:rPr>
        <w:t>Мушиц</w:t>
      </w:r>
      <w:r w:rsidR="009236CB" w:rsidRPr="00292650">
        <w:rPr>
          <w:sz w:val="28"/>
          <w:szCs w:val="28"/>
        </w:rPr>
        <w:t xml:space="preserve"> </w:t>
      </w:r>
      <w:r w:rsidR="006A5B72" w:rsidRPr="00292650">
        <w:rPr>
          <w:sz w:val="28"/>
          <w:szCs w:val="28"/>
        </w:rPr>
        <w:t>Оксана</w:t>
      </w:r>
      <w:r w:rsidRPr="00292650">
        <w:rPr>
          <w:sz w:val="28"/>
          <w:szCs w:val="28"/>
        </w:rPr>
        <w:t xml:space="preserve"> А</w:t>
      </w:r>
      <w:r w:rsidR="006A5B72" w:rsidRPr="00292650">
        <w:rPr>
          <w:sz w:val="28"/>
          <w:szCs w:val="28"/>
        </w:rPr>
        <w:t>лександровна</w:t>
      </w:r>
      <w:r w:rsidRPr="00292650">
        <w:rPr>
          <w:sz w:val="28"/>
          <w:szCs w:val="28"/>
        </w:rPr>
        <w:t xml:space="preserve">, учитель начальных классов МБОУ </w:t>
      </w:r>
    </w:p>
    <w:p w:rsidR="0031786C" w:rsidRPr="00292650" w:rsidRDefault="0031786C" w:rsidP="003F4EBB">
      <w:pPr>
        <w:jc w:val="both"/>
        <w:rPr>
          <w:sz w:val="28"/>
          <w:szCs w:val="28"/>
        </w:rPr>
      </w:pPr>
      <w:r w:rsidRPr="00292650">
        <w:rPr>
          <w:sz w:val="28"/>
          <w:szCs w:val="28"/>
        </w:rPr>
        <w:t xml:space="preserve">                    </w:t>
      </w:r>
      <w:r w:rsidR="009236CB" w:rsidRPr="00292650">
        <w:rPr>
          <w:sz w:val="28"/>
          <w:szCs w:val="28"/>
        </w:rPr>
        <w:t>М</w:t>
      </w:r>
      <w:r w:rsidR="006A5B72" w:rsidRPr="00292650">
        <w:rPr>
          <w:sz w:val="28"/>
          <w:szCs w:val="28"/>
        </w:rPr>
        <w:t>илютинской</w:t>
      </w:r>
      <w:r w:rsidR="009236CB" w:rsidRPr="00292650">
        <w:rPr>
          <w:sz w:val="28"/>
          <w:szCs w:val="28"/>
        </w:rPr>
        <w:t xml:space="preserve"> </w:t>
      </w:r>
      <w:r w:rsidRPr="00292650">
        <w:rPr>
          <w:sz w:val="28"/>
          <w:szCs w:val="28"/>
        </w:rPr>
        <w:t>СОШ;</w:t>
      </w:r>
    </w:p>
    <w:p w:rsidR="00900F88" w:rsidRPr="00292650" w:rsidRDefault="00900F88" w:rsidP="003F4EBB">
      <w:pPr>
        <w:jc w:val="both"/>
        <w:rPr>
          <w:sz w:val="28"/>
          <w:szCs w:val="28"/>
        </w:rPr>
      </w:pPr>
      <w:r w:rsidRPr="00292650">
        <w:rPr>
          <w:sz w:val="28"/>
          <w:szCs w:val="28"/>
        </w:rPr>
        <w:t xml:space="preserve">    3 место – </w:t>
      </w:r>
      <w:r w:rsidR="006A5B72" w:rsidRPr="00292650">
        <w:rPr>
          <w:sz w:val="28"/>
          <w:szCs w:val="28"/>
        </w:rPr>
        <w:t>Абрамова</w:t>
      </w:r>
      <w:r w:rsidR="009236CB" w:rsidRPr="00292650">
        <w:rPr>
          <w:sz w:val="28"/>
          <w:szCs w:val="28"/>
        </w:rPr>
        <w:t xml:space="preserve"> </w:t>
      </w:r>
      <w:r w:rsidR="006A5B72" w:rsidRPr="00292650">
        <w:rPr>
          <w:sz w:val="28"/>
          <w:szCs w:val="28"/>
        </w:rPr>
        <w:t>Елена</w:t>
      </w:r>
      <w:r w:rsidR="0031786C" w:rsidRPr="00292650">
        <w:rPr>
          <w:sz w:val="28"/>
          <w:szCs w:val="28"/>
        </w:rPr>
        <w:t xml:space="preserve"> </w:t>
      </w:r>
      <w:r w:rsidR="009236CB" w:rsidRPr="00292650">
        <w:rPr>
          <w:sz w:val="28"/>
          <w:szCs w:val="28"/>
        </w:rPr>
        <w:t>Николаев</w:t>
      </w:r>
      <w:r w:rsidR="0031786C" w:rsidRPr="00292650">
        <w:rPr>
          <w:sz w:val="28"/>
          <w:szCs w:val="28"/>
        </w:rPr>
        <w:t xml:space="preserve">на, учитель </w:t>
      </w:r>
      <w:r w:rsidR="006A5B72" w:rsidRPr="00292650">
        <w:rPr>
          <w:sz w:val="28"/>
          <w:szCs w:val="28"/>
        </w:rPr>
        <w:t>истории и обществознания</w:t>
      </w:r>
      <w:r w:rsidR="0031786C" w:rsidRPr="00292650">
        <w:rPr>
          <w:sz w:val="28"/>
          <w:szCs w:val="28"/>
        </w:rPr>
        <w:t xml:space="preserve"> </w:t>
      </w:r>
    </w:p>
    <w:p w:rsidR="00900F88" w:rsidRPr="00292650" w:rsidRDefault="00900F88" w:rsidP="003F4EBB">
      <w:pPr>
        <w:jc w:val="both"/>
        <w:rPr>
          <w:sz w:val="28"/>
          <w:szCs w:val="28"/>
        </w:rPr>
      </w:pPr>
      <w:r w:rsidRPr="00292650">
        <w:rPr>
          <w:sz w:val="28"/>
          <w:szCs w:val="28"/>
        </w:rPr>
        <w:t xml:space="preserve">                    МБОУ </w:t>
      </w:r>
      <w:r w:rsidR="006A5B72" w:rsidRPr="00292650">
        <w:rPr>
          <w:sz w:val="28"/>
          <w:szCs w:val="28"/>
        </w:rPr>
        <w:t>Светочниковской</w:t>
      </w:r>
      <w:r w:rsidR="009236CB" w:rsidRPr="00292650">
        <w:rPr>
          <w:sz w:val="28"/>
          <w:szCs w:val="28"/>
        </w:rPr>
        <w:t xml:space="preserve"> С</w:t>
      </w:r>
      <w:r w:rsidRPr="00292650">
        <w:rPr>
          <w:sz w:val="28"/>
          <w:szCs w:val="28"/>
        </w:rPr>
        <w:t>ОШ;</w:t>
      </w:r>
    </w:p>
    <w:p w:rsidR="006A5B72" w:rsidRPr="00292650" w:rsidRDefault="009236CB" w:rsidP="003F4EBB">
      <w:pPr>
        <w:jc w:val="both"/>
        <w:rPr>
          <w:sz w:val="28"/>
          <w:szCs w:val="28"/>
        </w:rPr>
      </w:pPr>
      <w:r w:rsidRPr="00292650">
        <w:rPr>
          <w:sz w:val="28"/>
          <w:szCs w:val="28"/>
        </w:rPr>
        <w:t xml:space="preserve">                    </w:t>
      </w:r>
    </w:p>
    <w:p w:rsidR="00000869" w:rsidRPr="00292650" w:rsidRDefault="006A5B72" w:rsidP="003F4EBB">
      <w:pPr>
        <w:jc w:val="both"/>
        <w:rPr>
          <w:sz w:val="28"/>
          <w:szCs w:val="28"/>
        </w:rPr>
      </w:pPr>
      <w:r w:rsidRPr="00292650">
        <w:rPr>
          <w:sz w:val="28"/>
          <w:szCs w:val="28"/>
        </w:rPr>
        <w:t xml:space="preserve">    </w:t>
      </w:r>
      <w:r w:rsidR="00000869" w:rsidRPr="00292650">
        <w:rPr>
          <w:sz w:val="28"/>
          <w:szCs w:val="28"/>
        </w:rPr>
        <w:t>в номинации «Воспитатель года - 201</w:t>
      </w:r>
      <w:r w:rsidRPr="00292650">
        <w:rPr>
          <w:sz w:val="28"/>
          <w:szCs w:val="28"/>
        </w:rPr>
        <w:t>9</w:t>
      </w:r>
      <w:r w:rsidR="00000869" w:rsidRPr="00292650">
        <w:rPr>
          <w:sz w:val="28"/>
          <w:szCs w:val="28"/>
        </w:rPr>
        <w:t>»:</w:t>
      </w:r>
    </w:p>
    <w:p w:rsidR="006A5B72" w:rsidRPr="00292650" w:rsidRDefault="00000869" w:rsidP="006A5B72">
      <w:pPr>
        <w:jc w:val="both"/>
        <w:rPr>
          <w:sz w:val="28"/>
          <w:szCs w:val="28"/>
        </w:rPr>
      </w:pPr>
      <w:r w:rsidRPr="00292650">
        <w:rPr>
          <w:sz w:val="28"/>
          <w:szCs w:val="28"/>
        </w:rPr>
        <w:t xml:space="preserve">    1 место – </w:t>
      </w:r>
      <w:r w:rsidR="006A5B72" w:rsidRPr="00292650">
        <w:rPr>
          <w:sz w:val="28"/>
          <w:szCs w:val="28"/>
        </w:rPr>
        <w:t>Джапенова</w:t>
      </w:r>
      <w:r w:rsidR="002E6826" w:rsidRPr="00292650">
        <w:rPr>
          <w:sz w:val="28"/>
          <w:szCs w:val="28"/>
        </w:rPr>
        <w:t xml:space="preserve"> </w:t>
      </w:r>
      <w:r w:rsidR="006A5B72" w:rsidRPr="00292650">
        <w:rPr>
          <w:sz w:val="28"/>
          <w:szCs w:val="28"/>
        </w:rPr>
        <w:t>Елена</w:t>
      </w:r>
      <w:r w:rsidR="002E6826" w:rsidRPr="00292650">
        <w:rPr>
          <w:sz w:val="28"/>
          <w:szCs w:val="28"/>
        </w:rPr>
        <w:t xml:space="preserve"> </w:t>
      </w:r>
      <w:r w:rsidR="006A5B72" w:rsidRPr="00292650">
        <w:rPr>
          <w:sz w:val="28"/>
          <w:szCs w:val="28"/>
        </w:rPr>
        <w:t>Ивановна</w:t>
      </w:r>
      <w:r w:rsidRPr="00292650">
        <w:rPr>
          <w:sz w:val="28"/>
          <w:szCs w:val="28"/>
        </w:rPr>
        <w:t xml:space="preserve">, </w:t>
      </w:r>
      <w:r w:rsidR="006A5B72" w:rsidRPr="00292650">
        <w:rPr>
          <w:sz w:val="28"/>
          <w:szCs w:val="28"/>
        </w:rPr>
        <w:t>воспитатель</w:t>
      </w:r>
      <w:r w:rsidRPr="00292650">
        <w:rPr>
          <w:sz w:val="28"/>
          <w:szCs w:val="28"/>
        </w:rPr>
        <w:t xml:space="preserve"> </w:t>
      </w:r>
      <w:r w:rsidR="006A5B72" w:rsidRPr="00292650">
        <w:rPr>
          <w:sz w:val="28"/>
          <w:szCs w:val="28"/>
        </w:rPr>
        <w:t>детского сада  № 4 п.Светоч.</w:t>
      </w:r>
    </w:p>
    <w:p w:rsidR="00000869" w:rsidRPr="00292650" w:rsidRDefault="00573A01" w:rsidP="003F4EBB">
      <w:pPr>
        <w:jc w:val="both"/>
        <w:rPr>
          <w:sz w:val="28"/>
          <w:szCs w:val="28"/>
        </w:rPr>
      </w:pPr>
      <w:r w:rsidRPr="00292650">
        <w:rPr>
          <w:sz w:val="28"/>
          <w:szCs w:val="28"/>
        </w:rPr>
        <w:t xml:space="preserve">    2 место – </w:t>
      </w:r>
      <w:r w:rsidR="006A5B72" w:rsidRPr="00292650">
        <w:rPr>
          <w:sz w:val="28"/>
          <w:szCs w:val="28"/>
        </w:rPr>
        <w:t>Бесчастная</w:t>
      </w:r>
      <w:r w:rsidRPr="00292650">
        <w:rPr>
          <w:sz w:val="28"/>
          <w:szCs w:val="28"/>
        </w:rPr>
        <w:t xml:space="preserve"> </w:t>
      </w:r>
      <w:r w:rsidR="006A5B72" w:rsidRPr="00292650">
        <w:rPr>
          <w:sz w:val="28"/>
          <w:szCs w:val="28"/>
        </w:rPr>
        <w:t>Эльвира Бисенальевна</w:t>
      </w:r>
      <w:r w:rsidR="00000869" w:rsidRPr="00292650">
        <w:rPr>
          <w:sz w:val="28"/>
          <w:szCs w:val="28"/>
        </w:rPr>
        <w:t>, воспитател</w:t>
      </w:r>
      <w:r w:rsidRPr="00292650">
        <w:rPr>
          <w:sz w:val="28"/>
          <w:szCs w:val="28"/>
        </w:rPr>
        <w:t>ь</w:t>
      </w:r>
      <w:r w:rsidR="00000869" w:rsidRPr="00292650">
        <w:rPr>
          <w:sz w:val="28"/>
          <w:szCs w:val="28"/>
        </w:rPr>
        <w:t xml:space="preserve"> детского сада № </w:t>
      </w:r>
      <w:r w:rsidR="002E6826" w:rsidRPr="00292650">
        <w:rPr>
          <w:sz w:val="28"/>
          <w:szCs w:val="28"/>
        </w:rPr>
        <w:t>1</w:t>
      </w:r>
      <w:r w:rsidR="00000869" w:rsidRPr="00292650">
        <w:rPr>
          <w:sz w:val="28"/>
          <w:szCs w:val="28"/>
        </w:rPr>
        <w:t xml:space="preserve"> </w:t>
      </w:r>
    </w:p>
    <w:p w:rsidR="00000869" w:rsidRPr="00292650" w:rsidRDefault="00000869" w:rsidP="003F4EBB">
      <w:pPr>
        <w:jc w:val="both"/>
        <w:rPr>
          <w:sz w:val="28"/>
          <w:szCs w:val="28"/>
        </w:rPr>
      </w:pPr>
      <w:r w:rsidRPr="00292650">
        <w:rPr>
          <w:sz w:val="28"/>
          <w:szCs w:val="28"/>
        </w:rPr>
        <w:t xml:space="preserve">                    </w:t>
      </w:r>
      <w:r w:rsidR="00DC4550" w:rsidRPr="00292650">
        <w:rPr>
          <w:sz w:val="28"/>
          <w:szCs w:val="28"/>
        </w:rPr>
        <w:t>ст. Милютинская</w:t>
      </w:r>
      <w:r w:rsidR="006A5B72" w:rsidRPr="00292650">
        <w:rPr>
          <w:sz w:val="28"/>
          <w:szCs w:val="28"/>
        </w:rPr>
        <w:t>.</w:t>
      </w:r>
    </w:p>
    <w:p w:rsidR="008D204E" w:rsidRPr="00292650" w:rsidRDefault="008D204E" w:rsidP="008D204E">
      <w:pPr>
        <w:jc w:val="both"/>
        <w:rPr>
          <w:bCs/>
        </w:rPr>
      </w:pPr>
      <w:r w:rsidRPr="00292650">
        <w:rPr>
          <w:sz w:val="28"/>
          <w:szCs w:val="28"/>
        </w:rPr>
        <w:lastRenderedPageBreak/>
        <w:t>28 января   2019 года на базе МБОУ  Милютинской СОШ прошло районное   методическое  объединение учителей физики.</w:t>
      </w:r>
      <w:r w:rsidR="00000869" w:rsidRPr="00292650">
        <w:rPr>
          <w:sz w:val="28"/>
          <w:szCs w:val="28"/>
        </w:rPr>
        <w:t xml:space="preserve">    </w:t>
      </w:r>
    </w:p>
    <w:p w:rsidR="008D204E" w:rsidRPr="00292650" w:rsidRDefault="008D204E" w:rsidP="008D204E">
      <w:pPr>
        <w:jc w:val="both"/>
        <w:rPr>
          <w:sz w:val="28"/>
          <w:szCs w:val="28"/>
        </w:rPr>
      </w:pPr>
      <w:r w:rsidRPr="00292650">
        <w:rPr>
          <w:sz w:val="28"/>
          <w:szCs w:val="28"/>
        </w:rPr>
        <w:t>29 января   2019 года на базе МБОУ  Милютинской СОШ проведено районное   методическое  объединение заместителей директоров по учебной работе.</w:t>
      </w:r>
    </w:p>
    <w:p w:rsidR="008D204E" w:rsidRPr="00292650" w:rsidRDefault="008D204E" w:rsidP="008D204E">
      <w:pPr>
        <w:jc w:val="both"/>
        <w:rPr>
          <w:sz w:val="28"/>
          <w:szCs w:val="28"/>
        </w:rPr>
      </w:pPr>
      <w:r w:rsidRPr="00292650">
        <w:rPr>
          <w:sz w:val="28"/>
          <w:szCs w:val="28"/>
        </w:rPr>
        <w:t xml:space="preserve"> 1 марта 2019 года на базе МБОУ Лукичевской СОШ состоялось заседание районного методического объединения учителей физической культуры.</w:t>
      </w:r>
    </w:p>
    <w:p w:rsidR="008D204E" w:rsidRPr="00292650" w:rsidRDefault="008D204E" w:rsidP="003F4EBB">
      <w:pPr>
        <w:jc w:val="both"/>
        <w:rPr>
          <w:sz w:val="28"/>
          <w:szCs w:val="28"/>
        </w:rPr>
      </w:pPr>
      <w:r w:rsidRPr="00292650">
        <w:rPr>
          <w:sz w:val="28"/>
          <w:szCs w:val="28"/>
        </w:rPr>
        <w:t>5 марта  2019 года в МБОУ Терновской ООШ прошло заседание районного методического объединения учителей начальных классов.</w:t>
      </w:r>
    </w:p>
    <w:p w:rsidR="00D27696" w:rsidRPr="00292650" w:rsidRDefault="006A5B72" w:rsidP="003F4EBB">
      <w:pPr>
        <w:jc w:val="both"/>
        <w:rPr>
          <w:sz w:val="28"/>
          <w:szCs w:val="28"/>
        </w:rPr>
      </w:pPr>
      <w:r w:rsidRPr="00292650">
        <w:rPr>
          <w:sz w:val="28"/>
          <w:szCs w:val="28"/>
        </w:rPr>
        <w:t>26 марта 2019</w:t>
      </w:r>
      <w:r w:rsidR="00D27696" w:rsidRPr="00292650">
        <w:rPr>
          <w:sz w:val="28"/>
          <w:szCs w:val="28"/>
        </w:rPr>
        <w:t xml:space="preserve"> года на базе МБОУ Милютинской СОШ проведены заседания районных методических объединений по русскому языку и литературе, математике, физике, информатике, географии, истории и обществознанию, ОРКСЭ, технологии и ИЗО</w:t>
      </w:r>
      <w:r w:rsidRPr="00292650">
        <w:rPr>
          <w:sz w:val="28"/>
          <w:szCs w:val="28"/>
        </w:rPr>
        <w:t>,</w:t>
      </w:r>
      <w:r w:rsidR="00D27696" w:rsidRPr="00292650">
        <w:rPr>
          <w:sz w:val="28"/>
          <w:szCs w:val="28"/>
        </w:rPr>
        <w:t xml:space="preserve"> </w:t>
      </w:r>
      <w:r w:rsidRPr="00292650">
        <w:rPr>
          <w:sz w:val="28"/>
          <w:szCs w:val="28"/>
        </w:rPr>
        <w:t>ОБЖ и организатор</w:t>
      </w:r>
      <w:r w:rsidR="008D204E" w:rsidRPr="00292650">
        <w:rPr>
          <w:sz w:val="28"/>
          <w:szCs w:val="28"/>
        </w:rPr>
        <w:t>ов</w:t>
      </w:r>
      <w:r w:rsidRPr="00292650">
        <w:rPr>
          <w:sz w:val="28"/>
          <w:szCs w:val="28"/>
        </w:rPr>
        <w:t xml:space="preserve"> воспитательной работы</w:t>
      </w:r>
      <w:r w:rsidR="008D204E" w:rsidRPr="00292650">
        <w:rPr>
          <w:sz w:val="28"/>
          <w:szCs w:val="28"/>
        </w:rPr>
        <w:t>,</w:t>
      </w:r>
      <w:r w:rsidR="00D27696" w:rsidRPr="00292650">
        <w:rPr>
          <w:sz w:val="28"/>
          <w:szCs w:val="28"/>
        </w:rPr>
        <w:t xml:space="preserve"> в которых были задействованы все педагоги  района.</w:t>
      </w:r>
    </w:p>
    <w:p w:rsidR="00517B52" w:rsidRPr="00292650" w:rsidRDefault="00517B52" w:rsidP="003F4EBB">
      <w:pPr>
        <w:jc w:val="both"/>
        <w:rPr>
          <w:sz w:val="28"/>
          <w:szCs w:val="28"/>
        </w:rPr>
      </w:pPr>
      <w:r w:rsidRPr="00292650">
        <w:rPr>
          <w:sz w:val="28"/>
          <w:szCs w:val="28"/>
        </w:rPr>
        <w:t>16 мая 2019 года на базе  МБОУ Милютинской СОШ проведено районное методическое объединение преподавателей основ безопасности жизнедеятельности.</w:t>
      </w:r>
    </w:p>
    <w:p w:rsidR="00517B52" w:rsidRPr="00292650" w:rsidRDefault="00517B52" w:rsidP="003F4EBB">
      <w:pPr>
        <w:jc w:val="both"/>
        <w:rPr>
          <w:sz w:val="28"/>
          <w:szCs w:val="28"/>
        </w:rPr>
      </w:pPr>
      <w:r w:rsidRPr="00292650">
        <w:rPr>
          <w:sz w:val="28"/>
          <w:szCs w:val="28"/>
        </w:rPr>
        <w:t>10 июня 2019 года пошло заседание районного методического объединения заместителей директоров по учебной работе.</w:t>
      </w:r>
    </w:p>
    <w:p w:rsidR="00517B52" w:rsidRPr="00292650" w:rsidRDefault="00517B52" w:rsidP="003F4EBB">
      <w:pPr>
        <w:jc w:val="both"/>
        <w:rPr>
          <w:sz w:val="28"/>
          <w:szCs w:val="28"/>
        </w:rPr>
      </w:pPr>
      <w:r w:rsidRPr="00292650">
        <w:rPr>
          <w:sz w:val="28"/>
          <w:szCs w:val="28"/>
        </w:rPr>
        <w:t>26 августа 2019 года в рамках августовской педагогической конференции проведены РМО учителей – предметников: русского языка и литературы, математики, истории и обществознания, физики, биологии и химии, иностранного языка, географии, начальных классов, ОБЖ, физической культуры.</w:t>
      </w:r>
    </w:p>
    <w:p w:rsidR="00ED72BF" w:rsidRPr="00292650" w:rsidRDefault="00ED72BF" w:rsidP="00ED72BF">
      <w:pPr>
        <w:overflowPunct w:val="0"/>
        <w:autoSpaceDE w:val="0"/>
        <w:autoSpaceDN w:val="0"/>
        <w:adjustRightInd w:val="0"/>
        <w:jc w:val="both"/>
        <w:textAlignment w:val="baseline"/>
        <w:rPr>
          <w:sz w:val="28"/>
          <w:szCs w:val="28"/>
        </w:rPr>
      </w:pPr>
      <w:r w:rsidRPr="00292650">
        <w:rPr>
          <w:sz w:val="28"/>
          <w:szCs w:val="28"/>
        </w:rPr>
        <w:t>17 октября 2019 года проведено районное  методическое объединение учителей начальных классов в  МБОУ Петровской  СОШ.</w:t>
      </w:r>
    </w:p>
    <w:p w:rsidR="00ED72BF" w:rsidRPr="00292650" w:rsidRDefault="00ED72BF" w:rsidP="00ED72BF">
      <w:pPr>
        <w:overflowPunct w:val="0"/>
        <w:autoSpaceDE w:val="0"/>
        <w:autoSpaceDN w:val="0"/>
        <w:adjustRightInd w:val="0"/>
        <w:jc w:val="both"/>
        <w:textAlignment w:val="baseline"/>
        <w:rPr>
          <w:sz w:val="28"/>
          <w:szCs w:val="28"/>
        </w:rPr>
      </w:pPr>
      <w:r w:rsidRPr="00292650">
        <w:rPr>
          <w:sz w:val="28"/>
          <w:szCs w:val="28"/>
        </w:rPr>
        <w:t>18 октября 2019 года состоялось районное методическое объединение учителей истории и обществознания в МБОУ Степано-Савченской ООШ.</w:t>
      </w:r>
    </w:p>
    <w:p w:rsidR="00ED72BF" w:rsidRPr="00292650" w:rsidRDefault="00ED72BF" w:rsidP="00ED72BF">
      <w:pPr>
        <w:overflowPunct w:val="0"/>
        <w:autoSpaceDE w:val="0"/>
        <w:autoSpaceDN w:val="0"/>
        <w:adjustRightInd w:val="0"/>
        <w:jc w:val="both"/>
        <w:textAlignment w:val="baseline"/>
        <w:rPr>
          <w:sz w:val="28"/>
          <w:szCs w:val="28"/>
        </w:rPr>
      </w:pPr>
      <w:r w:rsidRPr="00292650">
        <w:rPr>
          <w:sz w:val="28"/>
          <w:szCs w:val="28"/>
        </w:rPr>
        <w:t>30 октября 2019 года прошли районные  методические объединения учителей математики, русского языка, биологии и химии, ОРКСЭ, технологии и организаторов воспитательной работы на базе  МБОУ Милютинской  СОШ.</w:t>
      </w:r>
    </w:p>
    <w:p w:rsidR="00ED72BF" w:rsidRPr="00292650" w:rsidRDefault="00ED72BF" w:rsidP="00ED72BF">
      <w:pPr>
        <w:overflowPunct w:val="0"/>
        <w:autoSpaceDE w:val="0"/>
        <w:autoSpaceDN w:val="0"/>
        <w:adjustRightInd w:val="0"/>
        <w:jc w:val="both"/>
        <w:textAlignment w:val="baseline"/>
        <w:rPr>
          <w:sz w:val="28"/>
          <w:szCs w:val="28"/>
        </w:rPr>
      </w:pPr>
      <w:r w:rsidRPr="00292650">
        <w:rPr>
          <w:sz w:val="28"/>
          <w:szCs w:val="28"/>
        </w:rPr>
        <w:t>29 ноября 2019 года проведено районное  методическое объединение учителей физики на базе МБОУ Милютинской СОШ.</w:t>
      </w:r>
    </w:p>
    <w:p w:rsidR="00ED72BF" w:rsidRPr="00292650" w:rsidRDefault="00ED72BF" w:rsidP="00ED72BF">
      <w:pPr>
        <w:overflowPunct w:val="0"/>
        <w:autoSpaceDE w:val="0"/>
        <w:autoSpaceDN w:val="0"/>
        <w:adjustRightInd w:val="0"/>
        <w:jc w:val="both"/>
        <w:textAlignment w:val="baseline"/>
        <w:rPr>
          <w:sz w:val="28"/>
          <w:szCs w:val="28"/>
        </w:rPr>
      </w:pPr>
      <w:r w:rsidRPr="00292650">
        <w:rPr>
          <w:sz w:val="28"/>
          <w:szCs w:val="28"/>
        </w:rPr>
        <w:t xml:space="preserve">10 декабря 2019 года </w:t>
      </w:r>
      <w:r w:rsidR="00DD1C87" w:rsidRPr="00292650">
        <w:rPr>
          <w:sz w:val="28"/>
          <w:szCs w:val="28"/>
        </w:rPr>
        <w:t xml:space="preserve">состоялось </w:t>
      </w:r>
      <w:r w:rsidRPr="00292650">
        <w:rPr>
          <w:sz w:val="28"/>
          <w:szCs w:val="28"/>
        </w:rPr>
        <w:t>районное  методическое объединение учителей физической культуры в   МБОУ Каменной  СОШ.</w:t>
      </w:r>
    </w:p>
    <w:p w:rsidR="00ED72BF" w:rsidRPr="00292650" w:rsidRDefault="00D21E63" w:rsidP="003F4EBB">
      <w:pPr>
        <w:jc w:val="both"/>
        <w:rPr>
          <w:sz w:val="28"/>
          <w:szCs w:val="28"/>
        </w:rPr>
      </w:pPr>
      <w:r w:rsidRPr="00292650">
        <w:rPr>
          <w:sz w:val="28"/>
          <w:szCs w:val="28"/>
        </w:rPr>
        <w:t>23.10.2019 года было организовано и проведено методическое объединение воспитателей дошкольных образовательных учреждений.</w:t>
      </w:r>
    </w:p>
    <w:p w:rsidR="00B5428C" w:rsidRPr="00292650" w:rsidRDefault="00900F88" w:rsidP="000E76E3">
      <w:pPr>
        <w:jc w:val="both"/>
        <w:rPr>
          <w:sz w:val="28"/>
          <w:szCs w:val="28"/>
        </w:rPr>
      </w:pPr>
      <w:r w:rsidRPr="00292650">
        <w:rPr>
          <w:sz w:val="28"/>
          <w:szCs w:val="28"/>
        </w:rPr>
        <w:t xml:space="preserve">    </w:t>
      </w:r>
      <w:r w:rsidR="00B5428C" w:rsidRPr="00292650">
        <w:rPr>
          <w:sz w:val="28"/>
          <w:szCs w:val="28"/>
        </w:rPr>
        <w:t xml:space="preserve">    В рамках подготовки к государственной итоговой аттестации по образовательным программам </w:t>
      </w:r>
      <w:r w:rsidR="000E76E3" w:rsidRPr="00292650">
        <w:rPr>
          <w:sz w:val="28"/>
          <w:szCs w:val="28"/>
        </w:rPr>
        <w:t xml:space="preserve">основного общего и </w:t>
      </w:r>
      <w:r w:rsidR="00B5428C" w:rsidRPr="00292650">
        <w:rPr>
          <w:sz w:val="28"/>
          <w:szCs w:val="28"/>
        </w:rPr>
        <w:t>среднего общего образования проведена информационно-разъяснительная работа со всеми участниками экзаменов, их родителями (законными представителями) по вопросам организации и проведения государственной итоговой аттестации; инструктивные совещания с лицами, привлекаемыми к проведению ГИА, включая граждан, желающих принять участие в качестве общественных наблюдателей при проведении ГИА.</w:t>
      </w:r>
      <w:r w:rsidR="000E76E3" w:rsidRPr="00292650">
        <w:rPr>
          <w:sz w:val="28"/>
          <w:szCs w:val="28"/>
        </w:rPr>
        <w:t xml:space="preserve"> Вносятся</w:t>
      </w:r>
      <w:r w:rsidR="00B5428C" w:rsidRPr="00292650">
        <w:rPr>
          <w:sz w:val="28"/>
          <w:szCs w:val="28"/>
        </w:rPr>
        <w:t xml:space="preserve"> сведения в региональную информационную систему обеспечения </w:t>
      </w:r>
      <w:r w:rsidR="000E76E3" w:rsidRPr="00292650">
        <w:rPr>
          <w:sz w:val="28"/>
          <w:szCs w:val="28"/>
        </w:rPr>
        <w:t xml:space="preserve">проведения в соответствии с графиком. </w:t>
      </w:r>
    </w:p>
    <w:p w:rsidR="000676AC" w:rsidRPr="00292650" w:rsidRDefault="000676AC" w:rsidP="000676AC">
      <w:pPr>
        <w:jc w:val="both"/>
        <w:rPr>
          <w:sz w:val="28"/>
          <w:szCs w:val="28"/>
        </w:rPr>
      </w:pPr>
      <w:r w:rsidRPr="00292650">
        <w:rPr>
          <w:sz w:val="28"/>
          <w:szCs w:val="28"/>
        </w:rPr>
        <w:t xml:space="preserve">       13 февраля 2019 года во всех общеобразовательных организациях было проведено итоговое собеседование по русскому языку для обучающихся 9 классов, в котором участвовало 166 человек. Согласно новому порядку проведения ГИА-9, итоговое собеседование становится допуском к ОГЭ. </w:t>
      </w:r>
    </w:p>
    <w:p w:rsidR="002A77B1" w:rsidRPr="00292650" w:rsidRDefault="002A77B1" w:rsidP="002A77B1">
      <w:pPr>
        <w:jc w:val="both"/>
        <w:rPr>
          <w:sz w:val="28"/>
          <w:szCs w:val="28"/>
        </w:rPr>
      </w:pPr>
      <w:r w:rsidRPr="00292650">
        <w:rPr>
          <w:sz w:val="28"/>
          <w:szCs w:val="28"/>
        </w:rPr>
        <w:t xml:space="preserve">        </w:t>
      </w:r>
      <w:r w:rsidR="008951AA" w:rsidRPr="00292650">
        <w:rPr>
          <w:sz w:val="28"/>
          <w:szCs w:val="28"/>
        </w:rPr>
        <w:t>На базе  МБОУ Милютинской СОШ 22 марта 2019</w:t>
      </w:r>
      <w:r w:rsidR="00A27CF2" w:rsidRPr="00292650">
        <w:rPr>
          <w:sz w:val="28"/>
          <w:szCs w:val="28"/>
        </w:rPr>
        <w:t xml:space="preserve"> года для обучающихся 9 классов общеобразовательных организаций района было организовано и проведено</w:t>
      </w:r>
      <w:r w:rsidR="00A27CF2" w:rsidRPr="00292650">
        <w:t xml:space="preserve"> </w:t>
      </w:r>
      <w:r w:rsidR="00A27CF2" w:rsidRPr="00292650">
        <w:rPr>
          <w:sz w:val="28"/>
          <w:szCs w:val="28"/>
        </w:rPr>
        <w:lastRenderedPageBreak/>
        <w:t>пробное тестирование в форме ОГЭ по математике. В пробном</w:t>
      </w:r>
      <w:r w:rsidR="008951AA" w:rsidRPr="00292650">
        <w:rPr>
          <w:sz w:val="28"/>
          <w:szCs w:val="28"/>
        </w:rPr>
        <w:t xml:space="preserve"> тестировании приня</w:t>
      </w:r>
      <w:r w:rsidRPr="00292650">
        <w:rPr>
          <w:sz w:val="28"/>
          <w:szCs w:val="28"/>
        </w:rPr>
        <w:t>ло участие 164</w:t>
      </w:r>
      <w:r w:rsidR="00A27CF2" w:rsidRPr="00292650">
        <w:rPr>
          <w:sz w:val="28"/>
          <w:szCs w:val="28"/>
        </w:rPr>
        <w:t xml:space="preserve"> обучающихся.</w:t>
      </w:r>
      <w:r w:rsidRPr="00292650">
        <w:rPr>
          <w:sz w:val="28"/>
          <w:szCs w:val="28"/>
        </w:rPr>
        <w:t xml:space="preserve">                </w:t>
      </w:r>
    </w:p>
    <w:p w:rsidR="002A77B1" w:rsidRPr="00292650" w:rsidRDefault="002A77B1" w:rsidP="002A77B1">
      <w:pPr>
        <w:jc w:val="both"/>
        <w:rPr>
          <w:sz w:val="28"/>
          <w:szCs w:val="28"/>
        </w:rPr>
      </w:pPr>
      <w:r w:rsidRPr="00292650">
        <w:rPr>
          <w:sz w:val="28"/>
          <w:szCs w:val="28"/>
        </w:rPr>
        <w:t xml:space="preserve">       В рамках подготовки к государственной итоговой аттестации по образовательным программам основного общего и среднего общего образования проведена информационно-разъяснительная работа со всеми участниками экзаменов, их родителями (законными представителями) по вопросам организации и проведения государственной итоговой аттестации; инструктивные совещания с лицами, привлекаемыми к проведению ГИА, включая граждан, желающих принять участие в качестве общественных наблюдателей при проведении ГИА. Вносятся сведения в региональную информационную систему обеспечения проведения в соответствии с графиком. </w:t>
      </w:r>
    </w:p>
    <w:p w:rsidR="002A77B1" w:rsidRPr="00292650" w:rsidRDefault="002A77B1" w:rsidP="002A77B1">
      <w:pPr>
        <w:jc w:val="both"/>
        <w:rPr>
          <w:sz w:val="28"/>
          <w:szCs w:val="28"/>
        </w:rPr>
      </w:pPr>
      <w:r w:rsidRPr="00292650">
        <w:rPr>
          <w:sz w:val="28"/>
          <w:szCs w:val="28"/>
        </w:rPr>
        <w:t xml:space="preserve">        На конец 2018-2019 учебного года в районе было 173  выпускника 9 классов в 16 ОО района.</w:t>
      </w:r>
    </w:p>
    <w:p w:rsidR="00B1746C" w:rsidRPr="00292650" w:rsidRDefault="002A77B1" w:rsidP="00B1746C">
      <w:pPr>
        <w:jc w:val="both"/>
        <w:rPr>
          <w:sz w:val="28"/>
          <w:szCs w:val="28"/>
        </w:rPr>
      </w:pPr>
      <w:r w:rsidRPr="00292650">
        <w:rPr>
          <w:sz w:val="28"/>
          <w:szCs w:val="28"/>
        </w:rPr>
        <w:t xml:space="preserve">       </w:t>
      </w:r>
      <w:r w:rsidR="00B1746C" w:rsidRPr="00292650">
        <w:rPr>
          <w:sz w:val="28"/>
          <w:szCs w:val="28"/>
        </w:rPr>
        <w:t xml:space="preserve">     Государственную итоговую аттестацию в форме основного государственного экзамена (далее – ОГЭ) проходили 163 обучающихся по 4-м общеобразовательным предметам: русскому языку и математике и предметам по выбору; в форме государственного выпускного экзамена (далее – ГВЭ) по 2-м обязательным предметам – 2 обучающихся,  из числа детей – инвалидов и детей с ограниченными возможностями здоровья, которые получили рекомендации ПМПК, проходить ГИА в условиях, отвечающих психофизическим особенностям и состоянию здоровья; 7- обучающихся по медицинским показаниям получили справку об окончании основного общего образования и свидетельство об обучении. Экзамены по предметам по выбору дети с ОВЗ и дети-инвалиды на добровольной основе не сдавали.</w:t>
      </w:r>
    </w:p>
    <w:p w:rsidR="00664154" w:rsidRPr="00292650" w:rsidRDefault="00B1746C" w:rsidP="002A77B1">
      <w:pPr>
        <w:jc w:val="both"/>
        <w:rPr>
          <w:sz w:val="28"/>
          <w:szCs w:val="28"/>
        </w:rPr>
      </w:pPr>
      <w:r w:rsidRPr="00292650">
        <w:rPr>
          <w:sz w:val="28"/>
          <w:szCs w:val="28"/>
        </w:rPr>
        <w:t xml:space="preserve">      16 обучающихся получили не удовлетворительные результаты, в соответствии с порядком проведения ГИА, пересдача была назначена в дополнительный период на сентябрь 2019 года. В дополнительный период все обучающиеся 9-х классов успешно прошли государственную итоговую аттестацию в форме основного государственного экзамена.</w:t>
      </w:r>
      <w:r w:rsidR="0067329A" w:rsidRPr="00292650">
        <w:rPr>
          <w:sz w:val="28"/>
          <w:szCs w:val="28"/>
        </w:rPr>
        <w:t xml:space="preserve">    </w:t>
      </w:r>
    </w:p>
    <w:p w:rsidR="002A77B1" w:rsidRPr="00292650" w:rsidRDefault="00D66768" w:rsidP="002A77B1">
      <w:pPr>
        <w:jc w:val="both"/>
        <w:rPr>
          <w:sz w:val="28"/>
          <w:szCs w:val="28"/>
        </w:rPr>
      </w:pPr>
      <w:r w:rsidRPr="00292650">
        <w:rPr>
          <w:sz w:val="28"/>
          <w:szCs w:val="28"/>
        </w:rPr>
        <w:t xml:space="preserve">      </w:t>
      </w:r>
      <w:r w:rsidR="002A77B1" w:rsidRPr="00292650">
        <w:rPr>
          <w:sz w:val="28"/>
          <w:szCs w:val="28"/>
        </w:rPr>
        <w:t>В 201</w:t>
      </w:r>
      <w:r w:rsidRPr="00292650">
        <w:rPr>
          <w:sz w:val="28"/>
          <w:szCs w:val="28"/>
        </w:rPr>
        <w:t>9</w:t>
      </w:r>
      <w:r w:rsidR="002A77B1" w:rsidRPr="00292650">
        <w:rPr>
          <w:sz w:val="28"/>
          <w:szCs w:val="28"/>
        </w:rPr>
        <w:t xml:space="preserve"> году государственная итоговая аттестация по образовательным программам основного общего образования проходила в штатном режиме, печать КИМ на бумажные носители, их по</w:t>
      </w:r>
      <w:r w:rsidRPr="00292650">
        <w:rPr>
          <w:sz w:val="28"/>
          <w:szCs w:val="28"/>
        </w:rPr>
        <w:t xml:space="preserve"> </w:t>
      </w:r>
      <w:r w:rsidR="002A77B1" w:rsidRPr="00292650">
        <w:rPr>
          <w:sz w:val="28"/>
          <w:szCs w:val="28"/>
        </w:rPr>
        <w:t>аудиторная упаковка в конверты по количеству участников ГИА, зарегистрированных в ППЭ производилась в ППЭ Милютинского района(№ 4000, №4071).</w:t>
      </w:r>
    </w:p>
    <w:p w:rsidR="002A77B1" w:rsidRPr="00292650" w:rsidRDefault="00D66768" w:rsidP="002A77B1">
      <w:pPr>
        <w:jc w:val="both"/>
        <w:rPr>
          <w:sz w:val="28"/>
          <w:szCs w:val="28"/>
        </w:rPr>
      </w:pPr>
      <w:r w:rsidRPr="00292650">
        <w:rPr>
          <w:sz w:val="28"/>
          <w:szCs w:val="28"/>
        </w:rPr>
        <w:t xml:space="preserve">     </w:t>
      </w:r>
      <w:r w:rsidR="002A77B1" w:rsidRPr="00292650">
        <w:rPr>
          <w:sz w:val="28"/>
          <w:szCs w:val="28"/>
        </w:rPr>
        <w:t>В соответствии с нормативно-правовыми документами, регламентирующими проведение государственной итоговой аттестации в форме ОГЭ и ГВЭ, в целях независимого контроля</w:t>
      </w:r>
      <w:r w:rsidRPr="00292650">
        <w:rPr>
          <w:sz w:val="28"/>
          <w:szCs w:val="28"/>
        </w:rPr>
        <w:t xml:space="preserve"> в период его проведения, в 2019 году было аккредитовано 21   общественный</w:t>
      </w:r>
      <w:r w:rsidR="002A77B1" w:rsidRPr="00292650">
        <w:rPr>
          <w:sz w:val="28"/>
          <w:szCs w:val="28"/>
        </w:rPr>
        <w:t xml:space="preserve"> наблюд</w:t>
      </w:r>
      <w:r w:rsidRPr="00292650">
        <w:rPr>
          <w:sz w:val="28"/>
          <w:szCs w:val="28"/>
        </w:rPr>
        <w:t>атель</w:t>
      </w:r>
      <w:r w:rsidR="002A77B1" w:rsidRPr="00292650">
        <w:rPr>
          <w:sz w:val="28"/>
          <w:szCs w:val="28"/>
        </w:rPr>
        <w:t>, которые присутствовали на экзаменах. Общественные наблюдатели не выявили никаких фактов нарушения</w:t>
      </w:r>
      <w:r w:rsidRPr="00292650">
        <w:rPr>
          <w:sz w:val="28"/>
          <w:szCs w:val="28"/>
        </w:rPr>
        <w:t xml:space="preserve"> процедуры </w:t>
      </w:r>
      <w:r w:rsidR="00B1746C" w:rsidRPr="00292650">
        <w:rPr>
          <w:sz w:val="28"/>
          <w:szCs w:val="28"/>
        </w:rPr>
        <w:t>проведения ГИА в 2019</w:t>
      </w:r>
      <w:r w:rsidR="002A77B1" w:rsidRPr="00292650">
        <w:rPr>
          <w:sz w:val="28"/>
          <w:szCs w:val="28"/>
        </w:rPr>
        <w:t xml:space="preserve"> году.</w:t>
      </w:r>
    </w:p>
    <w:p w:rsidR="0052029B" w:rsidRPr="00292650" w:rsidRDefault="008951AA" w:rsidP="00A27CF2">
      <w:pPr>
        <w:jc w:val="both"/>
        <w:rPr>
          <w:sz w:val="28"/>
          <w:szCs w:val="28"/>
        </w:rPr>
      </w:pPr>
      <w:r w:rsidRPr="00292650">
        <w:rPr>
          <w:sz w:val="28"/>
          <w:szCs w:val="28"/>
        </w:rPr>
        <w:t xml:space="preserve">             </w:t>
      </w:r>
      <w:r w:rsidR="0052029B" w:rsidRPr="00292650">
        <w:rPr>
          <w:sz w:val="28"/>
          <w:szCs w:val="28"/>
        </w:rPr>
        <w:t xml:space="preserve">В рамках подготовки выпускников 11 классов общеобразовательных организаций района к государственной итоговой аттестации в форме ЕГЭ </w:t>
      </w:r>
      <w:r w:rsidR="00AB429F" w:rsidRPr="00292650">
        <w:rPr>
          <w:sz w:val="28"/>
          <w:szCs w:val="28"/>
        </w:rPr>
        <w:t xml:space="preserve">20 марта </w:t>
      </w:r>
      <w:r w:rsidR="0052029B" w:rsidRPr="00292650">
        <w:rPr>
          <w:sz w:val="28"/>
          <w:szCs w:val="28"/>
        </w:rPr>
        <w:t xml:space="preserve">были проведены </w:t>
      </w:r>
      <w:r w:rsidR="00AB429F" w:rsidRPr="00292650">
        <w:rPr>
          <w:sz w:val="28"/>
          <w:szCs w:val="28"/>
        </w:rPr>
        <w:t>пробные тестирования</w:t>
      </w:r>
      <w:r w:rsidR="0052029B" w:rsidRPr="00292650">
        <w:rPr>
          <w:sz w:val="28"/>
          <w:szCs w:val="28"/>
        </w:rPr>
        <w:t xml:space="preserve"> по русс</w:t>
      </w:r>
      <w:r w:rsidR="00AB429F" w:rsidRPr="00292650">
        <w:rPr>
          <w:sz w:val="28"/>
          <w:szCs w:val="28"/>
        </w:rPr>
        <w:t xml:space="preserve">кому языку, </w:t>
      </w:r>
      <w:r w:rsidR="0052029B" w:rsidRPr="00292650">
        <w:rPr>
          <w:sz w:val="28"/>
          <w:szCs w:val="28"/>
        </w:rPr>
        <w:t>по математике базового и профильного уровня.</w:t>
      </w:r>
    </w:p>
    <w:p w:rsidR="000E76E3" w:rsidRPr="00292650" w:rsidRDefault="000E76E3" w:rsidP="000E76E3">
      <w:pPr>
        <w:ind w:firstLine="567"/>
        <w:jc w:val="both"/>
        <w:rPr>
          <w:sz w:val="28"/>
          <w:szCs w:val="28"/>
        </w:rPr>
      </w:pPr>
      <w:r w:rsidRPr="00292650">
        <w:rPr>
          <w:b/>
          <w:sz w:val="28"/>
          <w:szCs w:val="28"/>
        </w:rPr>
        <w:t xml:space="preserve">        </w:t>
      </w:r>
      <w:r w:rsidR="00AB429F" w:rsidRPr="00292650">
        <w:rPr>
          <w:sz w:val="28"/>
          <w:szCs w:val="28"/>
        </w:rPr>
        <w:t>27 февраля 2019</w:t>
      </w:r>
      <w:r w:rsidR="00B5428C" w:rsidRPr="00292650">
        <w:rPr>
          <w:sz w:val="28"/>
          <w:szCs w:val="28"/>
        </w:rPr>
        <w:t xml:space="preserve"> года прошло мероприятие в рамках Всероссийской акции «Единый день сдачи ЕГЭ родителями» по русскому языку, организованной Рособрнадзором. </w:t>
      </w:r>
      <w:r w:rsidRPr="00292650">
        <w:rPr>
          <w:sz w:val="28"/>
          <w:szCs w:val="28"/>
        </w:rPr>
        <w:t xml:space="preserve">На территории Милютинского района </w:t>
      </w:r>
      <w:r w:rsidRPr="00292650">
        <w:rPr>
          <w:rFonts w:eastAsia="Calibri"/>
          <w:sz w:val="28"/>
          <w:szCs w:val="28"/>
          <w:lang w:eastAsia="en-US"/>
        </w:rPr>
        <w:t xml:space="preserve">акция «Единый день ЕГЭ для родителей» проводилась в МБОУ Милютинской СОШ, являющейся пунктом проведения единого государственного экзамена. </w:t>
      </w:r>
    </w:p>
    <w:p w:rsidR="000E76E3" w:rsidRPr="00292650" w:rsidRDefault="000E76E3" w:rsidP="000E76E3">
      <w:pPr>
        <w:ind w:firstLine="567"/>
        <w:jc w:val="both"/>
        <w:rPr>
          <w:rFonts w:eastAsia="Calibri"/>
          <w:sz w:val="28"/>
          <w:szCs w:val="28"/>
          <w:lang w:eastAsia="en-US"/>
        </w:rPr>
      </w:pPr>
      <w:r w:rsidRPr="00292650">
        <w:rPr>
          <w:sz w:val="28"/>
          <w:szCs w:val="28"/>
        </w:rPr>
        <w:lastRenderedPageBreak/>
        <w:t xml:space="preserve"> </w:t>
      </w:r>
      <w:r w:rsidRPr="00292650">
        <w:rPr>
          <w:rFonts w:eastAsia="Calibri"/>
          <w:sz w:val="28"/>
          <w:szCs w:val="28"/>
          <w:lang w:eastAsia="en-US"/>
        </w:rPr>
        <w:t xml:space="preserve">     В экзамене приняли участие все желающие родители выпускников 11 классов.  Мероприятие проводилось по технологии, максимально приближенной к настоящему экзамену в форме ЕГЭ. Процедура проходила строго по правилам. Участники акции прошли всю процедуру сдачи экзамена - от прохода через рамку металлодетектора до ответов на экзаменационные вопросы. В аудиториях было организовано видеонаблюдение. </w:t>
      </w:r>
    </w:p>
    <w:p w:rsidR="0031617F" w:rsidRPr="00292650" w:rsidRDefault="00637409" w:rsidP="0031617F">
      <w:pPr>
        <w:jc w:val="both"/>
        <w:rPr>
          <w:sz w:val="28"/>
          <w:szCs w:val="28"/>
        </w:rPr>
      </w:pPr>
      <w:r w:rsidRPr="00292650">
        <w:rPr>
          <w:sz w:val="28"/>
          <w:szCs w:val="28"/>
        </w:rPr>
        <w:t xml:space="preserve">   </w:t>
      </w:r>
      <w:r w:rsidR="00A52197" w:rsidRPr="00292650">
        <w:rPr>
          <w:sz w:val="28"/>
          <w:szCs w:val="28"/>
        </w:rPr>
        <w:t xml:space="preserve">   Государственную итоговую аттестацию по образовательным программам среднего общего образования в форме ЕГЭ в 2019 году прошли 60 выпускников 11 классов. По результатам обязательных экзаменов (русский язык и математика) преодолели пороговый бал и получили аттестаты о среднем общем образовании 53 выпускника (88,3%). Не преодолели  пороговый бал по одному из обязательных предметов 7 выпускников: по русскому языку 1 выпускник, по  математике (базового уровня) 2 выпускника, по математике профильного уровня 4 выпускника. Все были допущены к пересдаче в дополнительные сроки</w:t>
      </w:r>
      <w:r w:rsidR="0031617F" w:rsidRPr="00292650">
        <w:rPr>
          <w:sz w:val="28"/>
          <w:szCs w:val="28"/>
        </w:rPr>
        <w:t xml:space="preserve">, </w:t>
      </w:r>
      <w:r w:rsidR="00A52197" w:rsidRPr="00292650">
        <w:rPr>
          <w:sz w:val="28"/>
          <w:szCs w:val="28"/>
        </w:rPr>
        <w:t xml:space="preserve"> </w:t>
      </w:r>
      <w:r w:rsidR="0031617F" w:rsidRPr="00292650">
        <w:rPr>
          <w:sz w:val="28"/>
          <w:szCs w:val="28"/>
        </w:rPr>
        <w:t>6 из них получили положительный результат, 1 выпускник был допущен к пересдаче в дополнительные сентябрьские сроки и получил неудовлетворительный результат. Аттестат о среднем общем образовании получили 59 выпускников (98,3%).</w:t>
      </w:r>
    </w:p>
    <w:p w:rsidR="00637409" w:rsidRPr="00292650" w:rsidRDefault="0031617F" w:rsidP="00637409">
      <w:pPr>
        <w:jc w:val="both"/>
        <w:rPr>
          <w:sz w:val="28"/>
          <w:szCs w:val="28"/>
        </w:rPr>
      </w:pPr>
      <w:r w:rsidRPr="00292650">
        <w:rPr>
          <w:sz w:val="28"/>
          <w:szCs w:val="28"/>
        </w:rPr>
        <w:t xml:space="preserve">       </w:t>
      </w:r>
      <w:r w:rsidR="00A52197" w:rsidRPr="00292650">
        <w:rPr>
          <w:sz w:val="28"/>
          <w:szCs w:val="28"/>
        </w:rPr>
        <w:t xml:space="preserve"> В 2019</w:t>
      </w:r>
      <w:r w:rsidR="00637409" w:rsidRPr="00292650">
        <w:rPr>
          <w:sz w:val="28"/>
          <w:szCs w:val="28"/>
        </w:rPr>
        <w:t xml:space="preserve"> год</w:t>
      </w:r>
      <w:r w:rsidR="00A52197" w:rsidRPr="00292650">
        <w:rPr>
          <w:sz w:val="28"/>
          <w:szCs w:val="28"/>
        </w:rPr>
        <w:t>у   2  выпускника</w:t>
      </w:r>
      <w:r w:rsidR="00637409" w:rsidRPr="00292650">
        <w:rPr>
          <w:sz w:val="28"/>
          <w:szCs w:val="28"/>
        </w:rPr>
        <w:t xml:space="preserve"> 11 классов общеобразовательных организаций района награждены медалями федерального, регионального уровня и муниципального  уровня  (золотого цвета):</w:t>
      </w:r>
    </w:p>
    <w:p w:rsidR="00637409" w:rsidRPr="00292650" w:rsidRDefault="00A52197" w:rsidP="00637409">
      <w:pPr>
        <w:jc w:val="both"/>
        <w:rPr>
          <w:sz w:val="28"/>
          <w:szCs w:val="28"/>
        </w:rPr>
      </w:pPr>
      <w:r w:rsidRPr="00292650">
        <w:rPr>
          <w:sz w:val="28"/>
          <w:szCs w:val="28"/>
        </w:rPr>
        <w:t xml:space="preserve"> Егорова Виктория, Шаповалова Алина (МБОУ Селивановская СОШ).</w:t>
      </w:r>
      <w:r w:rsidR="00637409" w:rsidRPr="00292650">
        <w:rPr>
          <w:sz w:val="28"/>
          <w:szCs w:val="28"/>
        </w:rPr>
        <w:t xml:space="preserve"> </w:t>
      </w:r>
    </w:p>
    <w:p w:rsidR="00A52197" w:rsidRPr="00292650" w:rsidRDefault="00A52197" w:rsidP="00A52197">
      <w:pPr>
        <w:jc w:val="both"/>
        <w:rPr>
          <w:sz w:val="28"/>
          <w:szCs w:val="28"/>
        </w:rPr>
      </w:pPr>
      <w:r w:rsidRPr="00292650">
        <w:rPr>
          <w:sz w:val="28"/>
          <w:szCs w:val="28"/>
        </w:rPr>
        <w:t xml:space="preserve">     4  выпускников 11 классов общеобразовательных организаций района награждены медалями федерального уровня и муниципального  уровня  (золотого цвета):</w:t>
      </w:r>
    </w:p>
    <w:p w:rsidR="00A52197" w:rsidRPr="00292650" w:rsidRDefault="00A52197" w:rsidP="00A52197">
      <w:pPr>
        <w:jc w:val="both"/>
        <w:rPr>
          <w:sz w:val="28"/>
          <w:szCs w:val="28"/>
        </w:rPr>
      </w:pPr>
      <w:r w:rsidRPr="00292650">
        <w:rPr>
          <w:sz w:val="28"/>
          <w:szCs w:val="28"/>
        </w:rPr>
        <w:t xml:space="preserve">Аль Гандур Дарья, Кравцова Дарья (МБОУ Милютинская СОШ); </w:t>
      </w:r>
    </w:p>
    <w:p w:rsidR="00A52197" w:rsidRPr="00292650" w:rsidRDefault="00A52197" w:rsidP="00A52197">
      <w:pPr>
        <w:rPr>
          <w:sz w:val="28"/>
          <w:szCs w:val="28"/>
        </w:rPr>
      </w:pPr>
      <w:r w:rsidRPr="00292650">
        <w:rPr>
          <w:sz w:val="28"/>
          <w:szCs w:val="28"/>
        </w:rPr>
        <w:t>Адамова Анна, Кравцова Ольга (МБОУ Николо-Березовская СОШ).</w:t>
      </w:r>
    </w:p>
    <w:p w:rsidR="00637409" w:rsidRPr="00292650" w:rsidRDefault="00637409" w:rsidP="00637409">
      <w:pPr>
        <w:jc w:val="both"/>
        <w:rPr>
          <w:sz w:val="28"/>
          <w:szCs w:val="28"/>
        </w:rPr>
      </w:pPr>
      <w:r w:rsidRPr="00292650">
        <w:rPr>
          <w:sz w:val="28"/>
          <w:szCs w:val="28"/>
        </w:rPr>
        <w:t xml:space="preserve">    1 выпускник 11 классов общеобразовательных организаций района награжден медалью федерального уровня и медалью</w:t>
      </w:r>
      <w:r w:rsidRPr="00292650">
        <w:t xml:space="preserve"> </w:t>
      </w:r>
      <w:r w:rsidRPr="00292650">
        <w:rPr>
          <w:sz w:val="28"/>
          <w:szCs w:val="28"/>
        </w:rPr>
        <w:t>муниципального уровня (се</w:t>
      </w:r>
      <w:r w:rsidR="00A52197" w:rsidRPr="00292650">
        <w:rPr>
          <w:sz w:val="28"/>
          <w:szCs w:val="28"/>
        </w:rPr>
        <w:t>ребряного цвета) Калитвянский Александр (МБОУ Селивановская</w:t>
      </w:r>
      <w:r w:rsidRPr="00292650">
        <w:rPr>
          <w:sz w:val="28"/>
          <w:szCs w:val="28"/>
        </w:rPr>
        <w:t xml:space="preserve"> СОШ);</w:t>
      </w:r>
    </w:p>
    <w:p w:rsidR="00637409" w:rsidRPr="00292650" w:rsidRDefault="00A52197" w:rsidP="00637409">
      <w:pPr>
        <w:jc w:val="both"/>
        <w:rPr>
          <w:sz w:val="28"/>
          <w:szCs w:val="28"/>
        </w:rPr>
      </w:pPr>
      <w:r w:rsidRPr="00292650">
        <w:rPr>
          <w:sz w:val="28"/>
          <w:szCs w:val="28"/>
        </w:rPr>
        <w:t xml:space="preserve">     6</w:t>
      </w:r>
      <w:r w:rsidR="00637409" w:rsidRPr="00292650">
        <w:rPr>
          <w:sz w:val="28"/>
          <w:szCs w:val="28"/>
        </w:rPr>
        <w:t xml:space="preserve"> выпускник</w:t>
      </w:r>
      <w:r w:rsidRPr="00292650">
        <w:rPr>
          <w:sz w:val="28"/>
          <w:szCs w:val="28"/>
        </w:rPr>
        <w:t>ов</w:t>
      </w:r>
      <w:r w:rsidR="00637409" w:rsidRPr="00292650">
        <w:rPr>
          <w:sz w:val="28"/>
          <w:szCs w:val="28"/>
        </w:rPr>
        <w:t xml:space="preserve"> 11 классов общеобразовательных организаций района награжден</w:t>
      </w:r>
      <w:r w:rsidRPr="00292650">
        <w:rPr>
          <w:sz w:val="28"/>
          <w:szCs w:val="28"/>
        </w:rPr>
        <w:t>ы</w:t>
      </w:r>
      <w:r w:rsidR="00637409" w:rsidRPr="00292650">
        <w:rPr>
          <w:sz w:val="28"/>
          <w:szCs w:val="28"/>
        </w:rPr>
        <w:t xml:space="preserve"> медалью</w:t>
      </w:r>
      <w:r w:rsidR="00637409" w:rsidRPr="00292650">
        <w:t xml:space="preserve"> </w:t>
      </w:r>
      <w:r w:rsidR="00637409" w:rsidRPr="00292650">
        <w:rPr>
          <w:sz w:val="28"/>
          <w:szCs w:val="28"/>
        </w:rPr>
        <w:t>муниципального уровня (серебряного цвета):</w:t>
      </w:r>
    </w:p>
    <w:p w:rsidR="0063591D" w:rsidRPr="00292650" w:rsidRDefault="00A52197" w:rsidP="00637409">
      <w:pPr>
        <w:jc w:val="both"/>
        <w:rPr>
          <w:sz w:val="28"/>
          <w:szCs w:val="28"/>
        </w:rPr>
      </w:pPr>
      <w:r w:rsidRPr="00292650">
        <w:rPr>
          <w:sz w:val="28"/>
          <w:szCs w:val="28"/>
        </w:rPr>
        <w:t xml:space="preserve">  </w:t>
      </w:r>
      <w:r w:rsidR="0063591D" w:rsidRPr="00292650">
        <w:rPr>
          <w:sz w:val="28"/>
          <w:szCs w:val="28"/>
        </w:rPr>
        <w:t>Дьяченко Денис, Стеч Антон</w:t>
      </w:r>
      <w:r w:rsidR="00637409" w:rsidRPr="00292650">
        <w:rPr>
          <w:sz w:val="28"/>
          <w:szCs w:val="28"/>
        </w:rPr>
        <w:t xml:space="preserve"> (МБОУ </w:t>
      </w:r>
      <w:r w:rsidR="0063591D" w:rsidRPr="00292650">
        <w:rPr>
          <w:sz w:val="28"/>
          <w:szCs w:val="28"/>
        </w:rPr>
        <w:t>Милютинская СОШ).,</w:t>
      </w:r>
    </w:p>
    <w:p w:rsidR="0063591D" w:rsidRPr="00292650" w:rsidRDefault="0063591D" w:rsidP="00637409">
      <w:pPr>
        <w:jc w:val="both"/>
        <w:rPr>
          <w:sz w:val="28"/>
          <w:szCs w:val="28"/>
        </w:rPr>
      </w:pPr>
      <w:r w:rsidRPr="00292650">
        <w:rPr>
          <w:sz w:val="28"/>
          <w:szCs w:val="28"/>
        </w:rPr>
        <w:t xml:space="preserve">  Сухомлинова Юлия, Хомета Елена (МБОУ Кутейниковская СОШ),</w:t>
      </w:r>
    </w:p>
    <w:p w:rsidR="0063591D" w:rsidRPr="00292650" w:rsidRDefault="0063591D" w:rsidP="00637409">
      <w:pPr>
        <w:jc w:val="both"/>
        <w:rPr>
          <w:sz w:val="28"/>
          <w:szCs w:val="28"/>
        </w:rPr>
      </w:pPr>
      <w:r w:rsidRPr="00292650">
        <w:rPr>
          <w:sz w:val="28"/>
          <w:szCs w:val="28"/>
        </w:rPr>
        <w:t xml:space="preserve">  Скрылева Олеся, Юшкова Елизавета (МБОУ Новодмитриевская СОШ).</w:t>
      </w:r>
    </w:p>
    <w:p w:rsidR="00637409" w:rsidRPr="00292650" w:rsidRDefault="0063591D" w:rsidP="00637409">
      <w:pPr>
        <w:jc w:val="both"/>
        <w:rPr>
          <w:sz w:val="28"/>
          <w:szCs w:val="28"/>
        </w:rPr>
      </w:pPr>
      <w:r w:rsidRPr="00292650">
        <w:rPr>
          <w:sz w:val="28"/>
          <w:szCs w:val="28"/>
        </w:rPr>
        <w:t xml:space="preserve"> </w:t>
      </w:r>
      <w:r w:rsidR="00637409" w:rsidRPr="00292650">
        <w:rPr>
          <w:sz w:val="28"/>
          <w:szCs w:val="28"/>
        </w:rPr>
        <w:t xml:space="preserve">    В соответствии </w:t>
      </w:r>
      <w:r w:rsidR="006D7567" w:rsidRPr="00292650">
        <w:rPr>
          <w:sz w:val="28"/>
          <w:szCs w:val="28"/>
        </w:rPr>
        <w:t>с графиком проведения мониторинга</w:t>
      </w:r>
      <w:r w:rsidR="00637409" w:rsidRPr="00292650">
        <w:rPr>
          <w:sz w:val="28"/>
          <w:szCs w:val="28"/>
        </w:rPr>
        <w:t xml:space="preserve"> качества </w:t>
      </w:r>
      <w:r w:rsidR="006D7567" w:rsidRPr="00292650">
        <w:rPr>
          <w:sz w:val="28"/>
          <w:szCs w:val="28"/>
        </w:rPr>
        <w:t>подготовки обучающихся общеобразовательных организаций в форме всероссийских проверочных работ в 2019 году, утвержденному приказом</w:t>
      </w:r>
      <w:r w:rsidR="00637409" w:rsidRPr="00292650">
        <w:rPr>
          <w:sz w:val="28"/>
          <w:szCs w:val="28"/>
        </w:rPr>
        <w:t xml:space="preserve"> Рособрнадзора, в </w:t>
      </w:r>
      <w:r w:rsidR="006D7567" w:rsidRPr="00292650">
        <w:rPr>
          <w:sz w:val="28"/>
          <w:szCs w:val="28"/>
        </w:rPr>
        <w:t xml:space="preserve">муниципальных </w:t>
      </w:r>
      <w:r w:rsidR="00637409" w:rsidRPr="00292650">
        <w:rPr>
          <w:sz w:val="28"/>
          <w:szCs w:val="28"/>
        </w:rPr>
        <w:t>обще</w:t>
      </w:r>
      <w:r w:rsidR="006D7567" w:rsidRPr="00292650">
        <w:rPr>
          <w:sz w:val="28"/>
          <w:szCs w:val="28"/>
        </w:rPr>
        <w:t>образовательных организациях в апреле 2019</w:t>
      </w:r>
      <w:r w:rsidR="00637409" w:rsidRPr="00292650">
        <w:rPr>
          <w:sz w:val="28"/>
          <w:szCs w:val="28"/>
        </w:rPr>
        <w:t xml:space="preserve">г. прошли Всероссийские проверочные работы. </w:t>
      </w:r>
    </w:p>
    <w:p w:rsidR="00637409" w:rsidRPr="00292650" w:rsidRDefault="00637409" w:rsidP="00637409">
      <w:pPr>
        <w:jc w:val="both"/>
        <w:rPr>
          <w:sz w:val="28"/>
          <w:szCs w:val="28"/>
        </w:rPr>
      </w:pPr>
      <w:r w:rsidRPr="00292650">
        <w:rPr>
          <w:sz w:val="28"/>
          <w:szCs w:val="28"/>
        </w:rPr>
        <w:t xml:space="preserve">   Решение об участии в ВПР 11 классов принимали образовательные организации самостоятельно. ВПР по истории  писали обучающиеся 11 классов Милютинской</w:t>
      </w:r>
      <w:r w:rsidR="006D7567" w:rsidRPr="00292650">
        <w:rPr>
          <w:sz w:val="28"/>
          <w:szCs w:val="28"/>
        </w:rPr>
        <w:t>, Светочниковской, Кутейниковской</w:t>
      </w:r>
      <w:r w:rsidRPr="00292650">
        <w:rPr>
          <w:sz w:val="28"/>
          <w:szCs w:val="28"/>
        </w:rPr>
        <w:t xml:space="preserve"> и Селивановской</w:t>
      </w:r>
      <w:r w:rsidR="006D7567" w:rsidRPr="00292650">
        <w:rPr>
          <w:sz w:val="28"/>
          <w:szCs w:val="28"/>
        </w:rPr>
        <w:t xml:space="preserve"> школ, по географии – </w:t>
      </w:r>
      <w:r w:rsidRPr="00292650">
        <w:rPr>
          <w:sz w:val="28"/>
          <w:szCs w:val="28"/>
        </w:rPr>
        <w:t xml:space="preserve"> Каменной школ</w:t>
      </w:r>
      <w:r w:rsidR="006D7567" w:rsidRPr="00292650">
        <w:rPr>
          <w:sz w:val="28"/>
          <w:szCs w:val="28"/>
        </w:rPr>
        <w:t>ы, по биологии – Петровской</w:t>
      </w:r>
      <w:r w:rsidRPr="00292650">
        <w:rPr>
          <w:sz w:val="28"/>
          <w:szCs w:val="28"/>
        </w:rPr>
        <w:t>, Новодмитриевской</w:t>
      </w:r>
      <w:r w:rsidR="006D7567" w:rsidRPr="00292650">
        <w:rPr>
          <w:sz w:val="28"/>
          <w:szCs w:val="28"/>
        </w:rPr>
        <w:t>, Лукичевской</w:t>
      </w:r>
      <w:r w:rsidRPr="00292650">
        <w:rPr>
          <w:sz w:val="28"/>
          <w:szCs w:val="28"/>
        </w:rPr>
        <w:t xml:space="preserve"> школ</w:t>
      </w:r>
      <w:r w:rsidR="006D7567" w:rsidRPr="00292650">
        <w:rPr>
          <w:sz w:val="28"/>
          <w:szCs w:val="28"/>
        </w:rPr>
        <w:t>ы, по химии – Маньково-Березовской, Николо-Березовской школ</w:t>
      </w:r>
      <w:r w:rsidRPr="00292650">
        <w:rPr>
          <w:sz w:val="28"/>
          <w:szCs w:val="28"/>
        </w:rPr>
        <w:t>.</w:t>
      </w:r>
    </w:p>
    <w:p w:rsidR="00637409" w:rsidRPr="00292650" w:rsidRDefault="00637409" w:rsidP="00637409">
      <w:pPr>
        <w:ind w:firstLine="567"/>
        <w:jc w:val="both"/>
        <w:rPr>
          <w:sz w:val="28"/>
          <w:szCs w:val="28"/>
        </w:rPr>
      </w:pPr>
      <w:r w:rsidRPr="00292650">
        <w:rPr>
          <w:sz w:val="28"/>
          <w:szCs w:val="28"/>
        </w:rPr>
        <w:t xml:space="preserve">  Обучающиеся всех школ 4-х классов писали ВПР по русскому языку, математике, окружающему миру; обучающиеся 5-х классов – по русскому языку, математике, истории, биологии; обучающиеся 6-х классов – по русскому языку, математике, географии, истории, обществознанию</w:t>
      </w:r>
      <w:r w:rsidR="006929D6" w:rsidRPr="00292650">
        <w:rPr>
          <w:sz w:val="28"/>
          <w:szCs w:val="28"/>
        </w:rPr>
        <w:t xml:space="preserve">, </w:t>
      </w:r>
      <w:r w:rsidR="006D7567" w:rsidRPr="00292650">
        <w:rPr>
          <w:sz w:val="28"/>
          <w:szCs w:val="28"/>
        </w:rPr>
        <w:t xml:space="preserve">биологии; обучающиеся 7-х классов - </w:t>
      </w:r>
      <w:r w:rsidR="006929D6" w:rsidRPr="00292650">
        <w:rPr>
          <w:sz w:val="28"/>
          <w:szCs w:val="28"/>
        </w:rPr>
        <w:t>по русскому языку, математике, истории, обществознанию.</w:t>
      </w:r>
    </w:p>
    <w:p w:rsidR="0031617F" w:rsidRPr="00292650" w:rsidRDefault="0031617F" w:rsidP="0031617F">
      <w:pPr>
        <w:jc w:val="both"/>
        <w:rPr>
          <w:sz w:val="28"/>
          <w:szCs w:val="28"/>
        </w:rPr>
      </w:pPr>
      <w:r w:rsidRPr="00292650">
        <w:rPr>
          <w:sz w:val="28"/>
          <w:szCs w:val="28"/>
        </w:rPr>
        <w:lastRenderedPageBreak/>
        <w:t xml:space="preserve">     В сентябре 2019 года прошли проверку Рособрнадзора МБОУ Авангардовская ООШ, МБОУ Каменная СОШ, МБОУ Кутейниковская СОШ, МБОУ Новодмитриевская СОШ, МБОУ Орловская ООШ, МБОУ Россошанская ООШ, МБОУ Светочниковская СОШ, МБОУ Терновская ООШ.</w:t>
      </w:r>
    </w:p>
    <w:p w:rsidR="00900F88" w:rsidRPr="00292650" w:rsidRDefault="001D4A9F" w:rsidP="003F4EBB">
      <w:pPr>
        <w:jc w:val="both"/>
        <w:rPr>
          <w:sz w:val="28"/>
          <w:szCs w:val="28"/>
        </w:rPr>
      </w:pPr>
      <w:r w:rsidRPr="00292650">
        <w:rPr>
          <w:sz w:val="28"/>
          <w:szCs w:val="28"/>
        </w:rPr>
        <w:t xml:space="preserve">        </w:t>
      </w:r>
      <w:r w:rsidR="00900F88" w:rsidRPr="00292650">
        <w:rPr>
          <w:sz w:val="28"/>
          <w:szCs w:val="28"/>
        </w:rPr>
        <w:t xml:space="preserve">В Милютинском районе с </w:t>
      </w:r>
      <w:r w:rsidR="002E6826" w:rsidRPr="00292650">
        <w:rPr>
          <w:sz w:val="28"/>
          <w:szCs w:val="28"/>
        </w:rPr>
        <w:t>февраля</w:t>
      </w:r>
      <w:r w:rsidR="00900F88" w:rsidRPr="00292650">
        <w:rPr>
          <w:sz w:val="28"/>
          <w:szCs w:val="28"/>
        </w:rPr>
        <w:t xml:space="preserve"> по</w:t>
      </w:r>
      <w:r w:rsidR="002E6826" w:rsidRPr="00292650">
        <w:rPr>
          <w:sz w:val="28"/>
          <w:szCs w:val="28"/>
        </w:rPr>
        <w:t xml:space="preserve"> март </w:t>
      </w:r>
      <w:r w:rsidR="00900F88" w:rsidRPr="00292650">
        <w:rPr>
          <w:sz w:val="28"/>
          <w:szCs w:val="28"/>
        </w:rPr>
        <w:t>201</w:t>
      </w:r>
      <w:r w:rsidR="008D204E" w:rsidRPr="00292650">
        <w:rPr>
          <w:sz w:val="28"/>
          <w:szCs w:val="28"/>
        </w:rPr>
        <w:t>9</w:t>
      </w:r>
      <w:r w:rsidR="00900F88" w:rsidRPr="00292650">
        <w:rPr>
          <w:sz w:val="28"/>
          <w:szCs w:val="28"/>
        </w:rPr>
        <w:t xml:space="preserve"> года проведен школьный этап Всероссийских спортивных соревнований «Президентские состязания» и «Президентские спортивные игр</w:t>
      </w:r>
      <w:r w:rsidR="008D204E" w:rsidRPr="00292650">
        <w:rPr>
          <w:sz w:val="28"/>
          <w:szCs w:val="28"/>
        </w:rPr>
        <w:t>ы», в котором приняли участие 16</w:t>
      </w:r>
      <w:r w:rsidR="00900F88" w:rsidRPr="00292650">
        <w:rPr>
          <w:sz w:val="28"/>
          <w:szCs w:val="28"/>
        </w:rPr>
        <w:t xml:space="preserve"> общеобразовательных  организаций района.  «Президентские  состязания» и «Президентские спортивные игры» являются приоритетным направлением в деятельности каждого ОО по организации  проведения и внедрения физкультурно-спортивной работы с обучающимися. Основными целями и задачами данных соревнований являются: определение уровня двигательной активности обучающихся, степени их вовлечения в занятия физической культурой и спортом, наличия установок  и навыков здорового образа жизни, пропаганда здорового образа жизни, формирование позитивных жизненных установок подрастающего поколения. Соревнования проходили по следующим видам спорта - спортивное многоборье, мини-футбол,  творческий конкурс, настольный теннис, уличный баскетбол,  легкая атлетика, волейбол. В </w:t>
      </w:r>
      <w:r w:rsidR="00573A01" w:rsidRPr="00292650">
        <w:rPr>
          <w:sz w:val="28"/>
          <w:szCs w:val="28"/>
        </w:rPr>
        <w:t xml:space="preserve">школьном </w:t>
      </w:r>
      <w:r w:rsidR="0072257B" w:rsidRPr="00292650">
        <w:rPr>
          <w:sz w:val="28"/>
          <w:szCs w:val="28"/>
        </w:rPr>
        <w:t xml:space="preserve">этапе Президентских </w:t>
      </w:r>
      <w:r w:rsidR="00900F88" w:rsidRPr="00292650">
        <w:rPr>
          <w:sz w:val="28"/>
          <w:szCs w:val="28"/>
        </w:rPr>
        <w:t>соревновани</w:t>
      </w:r>
      <w:r w:rsidR="0072257B" w:rsidRPr="00292650">
        <w:rPr>
          <w:sz w:val="28"/>
          <w:szCs w:val="28"/>
        </w:rPr>
        <w:t>й</w:t>
      </w:r>
      <w:r w:rsidR="00900F88" w:rsidRPr="00292650">
        <w:rPr>
          <w:sz w:val="28"/>
          <w:szCs w:val="28"/>
        </w:rPr>
        <w:t xml:space="preserve"> </w:t>
      </w:r>
      <w:r w:rsidR="0072257B" w:rsidRPr="00292650">
        <w:rPr>
          <w:sz w:val="28"/>
          <w:szCs w:val="28"/>
        </w:rPr>
        <w:t>приняли участие 1</w:t>
      </w:r>
      <w:r w:rsidR="0089795B" w:rsidRPr="00292650">
        <w:rPr>
          <w:sz w:val="28"/>
          <w:szCs w:val="28"/>
        </w:rPr>
        <w:t>1</w:t>
      </w:r>
      <w:r w:rsidR="008D204E" w:rsidRPr="00292650">
        <w:rPr>
          <w:sz w:val="28"/>
          <w:szCs w:val="28"/>
        </w:rPr>
        <w:t xml:space="preserve">16 </w:t>
      </w:r>
      <w:r w:rsidR="00900F88" w:rsidRPr="00292650">
        <w:rPr>
          <w:sz w:val="28"/>
          <w:szCs w:val="28"/>
        </w:rPr>
        <w:t xml:space="preserve"> обучающихся общеобразовательных организаций </w:t>
      </w:r>
      <w:r w:rsidR="0072257B" w:rsidRPr="00292650">
        <w:rPr>
          <w:sz w:val="28"/>
          <w:szCs w:val="28"/>
        </w:rPr>
        <w:t>муниципалитета</w:t>
      </w:r>
      <w:r w:rsidR="00343783" w:rsidRPr="00292650">
        <w:rPr>
          <w:sz w:val="28"/>
          <w:szCs w:val="28"/>
        </w:rPr>
        <w:t>. В спортивных играх приняли участие</w:t>
      </w:r>
      <w:r w:rsidR="00900F88" w:rsidRPr="00292650">
        <w:rPr>
          <w:sz w:val="28"/>
          <w:szCs w:val="28"/>
        </w:rPr>
        <w:t xml:space="preserve"> </w:t>
      </w:r>
      <w:r w:rsidR="00343783" w:rsidRPr="00292650">
        <w:rPr>
          <w:sz w:val="28"/>
          <w:szCs w:val="28"/>
        </w:rPr>
        <w:t>6</w:t>
      </w:r>
      <w:r w:rsidR="00E816FF" w:rsidRPr="00292650">
        <w:rPr>
          <w:sz w:val="28"/>
          <w:szCs w:val="28"/>
        </w:rPr>
        <w:t>6</w:t>
      </w:r>
      <w:r w:rsidR="002E6826" w:rsidRPr="00292650">
        <w:rPr>
          <w:sz w:val="28"/>
          <w:szCs w:val="28"/>
        </w:rPr>
        <w:t>9</w:t>
      </w:r>
      <w:r w:rsidR="00900F88" w:rsidRPr="00292650">
        <w:rPr>
          <w:sz w:val="28"/>
          <w:szCs w:val="28"/>
        </w:rPr>
        <w:t xml:space="preserve"> обучающихся.                                                                                                                                    </w:t>
      </w:r>
    </w:p>
    <w:p w:rsidR="00CE4A43" w:rsidRPr="00292650" w:rsidRDefault="00E816FF" w:rsidP="003F4EBB">
      <w:pPr>
        <w:jc w:val="both"/>
        <w:rPr>
          <w:sz w:val="28"/>
          <w:szCs w:val="28"/>
        </w:rPr>
      </w:pPr>
      <w:r w:rsidRPr="00292650">
        <w:rPr>
          <w:sz w:val="28"/>
          <w:szCs w:val="28"/>
        </w:rPr>
        <w:t>Победитель</w:t>
      </w:r>
      <w:r w:rsidR="0034094E" w:rsidRPr="00292650">
        <w:rPr>
          <w:sz w:val="28"/>
          <w:szCs w:val="28"/>
        </w:rPr>
        <w:t xml:space="preserve"> </w:t>
      </w:r>
      <w:r w:rsidR="000E645F" w:rsidRPr="00292650">
        <w:rPr>
          <w:sz w:val="28"/>
          <w:szCs w:val="28"/>
        </w:rPr>
        <w:t xml:space="preserve">муниципального этапа Всероссийского конкурса исследовательских краеведческих работ учащихся «Отечество» Адамова Анна (МБОУ Николо-Березовская СОШ) стала победителем  </w:t>
      </w:r>
      <w:r w:rsidR="0034094E" w:rsidRPr="00292650">
        <w:rPr>
          <w:sz w:val="28"/>
          <w:szCs w:val="28"/>
        </w:rPr>
        <w:t>первого заочного тура регионального этапа Всероссийского конкурса исследовательских краеведческих работ учащихся «Отечество»</w:t>
      </w:r>
      <w:r w:rsidR="000E645F" w:rsidRPr="00292650">
        <w:rPr>
          <w:sz w:val="28"/>
          <w:szCs w:val="28"/>
        </w:rPr>
        <w:t>.</w:t>
      </w:r>
      <w:r w:rsidR="0034094E" w:rsidRPr="00292650">
        <w:rPr>
          <w:sz w:val="28"/>
          <w:szCs w:val="28"/>
        </w:rPr>
        <w:t xml:space="preserve"> </w:t>
      </w:r>
    </w:p>
    <w:p w:rsidR="007A0EF9" w:rsidRPr="00292650" w:rsidRDefault="000E645F" w:rsidP="003F4EBB">
      <w:pPr>
        <w:jc w:val="both"/>
        <w:rPr>
          <w:sz w:val="28"/>
          <w:szCs w:val="28"/>
        </w:rPr>
      </w:pPr>
      <w:r w:rsidRPr="00292650">
        <w:rPr>
          <w:sz w:val="28"/>
          <w:szCs w:val="28"/>
        </w:rPr>
        <w:t>С 04</w:t>
      </w:r>
      <w:r w:rsidR="00CE4A43" w:rsidRPr="00292650">
        <w:rPr>
          <w:sz w:val="28"/>
          <w:szCs w:val="28"/>
        </w:rPr>
        <w:t xml:space="preserve"> февраля </w:t>
      </w:r>
      <w:r w:rsidR="00283567" w:rsidRPr="00292650">
        <w:rPr>
          <w:sz w:val="28"/>
          <w:szCs w:val="28"/>
        </w:rPr>
        <w:t xml:space="preserve"> по </w:t>
      </w:r>
      <w:r w:rsidRPr="00292650">
        <w:rPr>
          <w:sz w:val="28"/>
          <w:szCs w:val="28"/>
        </w:rPr>
        <w:t>04</w:t>
      </w:r>
      <w:r w:rsidR="00CE4A43" w:rsidRPr="00292650">
        <w:rPr>
          <w:sz w:val="28"/>
          <w:szCs w:val="28"/>
        </w:rPr>
        <w:t xml:space="preserve"> марта 201</w:t>
      </w:r>
      <w:r w:rsidRPr="00292650">
        <w:rPr>
          <w:sz w:val="28"/>
          <w:szCs w:val="28"/>
        </w:rPr>
        <w:t>9</w:t>
      </w:r>
      <w:r w:rsidR="00283567" w:rsidRPr="00292650">
        <w:rPr>
          <w:sz w:val="28"/>
          <w:szCs w:val="28"/>
        </w:rPr>
        <w:t xml:space="preserve"> года проведен «Месячник молодого избирателя» целью, которого было: повышение правовой и электоральной культуры молодежи, уровня информированности молодых избирателей о выборах, создание условий для осознанного участия в голосовании, формирования у молодых людей гражданской ответственности, увеличения интереса молодежи и будущих избирателей к вопросам управления государственными и местными делами посредством выборов. В месячнике приняли участие </w:t>
      </w:r>
      <w:r w:rsidRPr="00292650">
        <w:rPr>
          <w:sz w:val="28"/>
          <w:szCs w:val="28"/>
        </w:rPr>
        <w:t>1100</w:t>
      </w:r>
      <w:r w:rsidR="00283567" w:rsidRPr="00292650">
        <w:rPr>
          <w:sz w:val="28"/>
          <w:szCs w:val="28"/>
        </w:rPr>
        <w:t xml:space="preserve"> обучающихся из 16 общеобразовательных организаций района.</w:t>
      </w:r>
    </w:p>
    <w:p w:rsidR="00CE62E6" w:rsidRPr="00292650" w:rsidRDefault="00CE62E6" w:rsidP="00CE62E6">
      <w:pPr>
        <w:jc w:val="both"/>
        <w:rPr>
          <w:sz w:val="28"/>
          <w:szCs w:val="28"/>
        </w:rPr>
      </w:pPr>
      <w:r w:rsidRPr="00292650">
        <w:rPr>
          <w:sz w:val="28"/>
          <w:szCs w:val="28"/>
        </w:rPr>
        <w:t>19.03.2019</w:t>
      </w:r>
      <w:r w:rsidRPr="00292650">
        <w:t xml:space="preserve"> </w:t>
      </w:r>
      <w:r w:rsidRPr="00292650">
        <w:rPr>
          <w:sz w:val="28"/>
          <w:szCs w:val="28"/>
        </w:rPr>
        <w:t xml:space="preserve">года  проведен муниципальный конкурс «Ученик года - 2019». В конкурсе приняли участие 4 обучающихся общеобразовательных организаций района: Аль Гандур  Дарья, обучающаяся 11 класса МБОУ Милютинской СОШ;  Кравцова Ольга, обучающаяся 11 класса МБОУ Николо-Березовской СОШ; Морозова Ульяна, обучающаяся 9 класса МБОУ Первомайской ООШ и Яровая Анастасия, обучающаяся 10 класса МБОУ Новодмитриевской СОШ. </w:t>
      </w:r>
    </w:p>
    <w:p w:rsidR="00CE62E6" w:rsidRPr="00292650" w:rsidRDefault="00CE62E6" w:rsidP="00CE62E6">
      <w:pPr>
        <w:jc w:val="both"/>
        <w:rPr>
          <w:sz w:val="28"/>
          <w:szCs w:val="28"/>
        </w:rPr>
      </w:pPr>
      <w:r w:rsidRPr="00292650">
        <w:rPr>
          <w:sz w:val="28"/>
          <w:szCs w:val="28"/>
        </w:rPr>
        <w:t>По результата</w:t>
      </w:r>
      <w:r w:rsidR="00825A76" w:rsidRPr="00292650">
        <w:rPr>
          <w:sz w:val="28"/>
          <w:szCs w:val="28"/>
        </w:rPr>
        <w:t>м конкурса признаны победителем</w:t>
      </w:r>
      <w:r w:rsidRPr="00292650">
        <w:rPr>
          <w:sz w:val="28"/>
          <w:szCs w:val="28"/>
        </w:rPr>
        <w:t xml:space="preserve">  и призерами:</w:t>
      </w:r>
    </w:p>
    <w:p w:rsidR="00CE62E6" w:rsidRPr="00292650" w:rsidRDefault="00CE62E6" w:rsidP="00825A76">
      <w:pPr>
        <w:jc w:val="both"/>
        <w:rPr>
          <w:sz w:val="28"/>
          <w:szCs w:val="28"/>
        </w:rPr>
      </w:pPr>
      <w:r w:rsidRPr="00292650">
        <w:rPr>
          <w:sz w:val="28"/>
          <w:szCs w:val="28"/>
        </w:rPr>
        <w:t>1 место – Аль Гандур Дарь</w:t>
      </w:r>
      <w:r w:rsidR="00825A76" w:rsidRPr="00292650">
        <w:rPr>
          <w:sz w:val="28"/>
          <w:szCs w:val="28"/>
        </w:rPr>
        <w:t>я</w:t>
      </w:r>
      <w:r w:rsidRPr="00292650">
        <w:rPr>
          <w:sz w:val="28"/>
          <w:szCs w:val="28"/>
        </w:rPr>
        <w:t>, обучающ</w:t>
      </w:r>
      <w:r w:rsidR="00825A76" w:rsidRPr="00292650">
        <w:rPr>
          <w:sz w:val="28"/>
          <w:szCs w:val="28"/>
        </w:rPr>
        <w:t>ая</w:t>
      </w:r>
      <w:r w:rsidRPr="00292650">
        <w:rPr>
          <w:sz w:val="28"/>
          <w:szCs w:val="28"/>
        </w:rPr>
        <w:t>ся 11 класса   МБОУ Милютинской СОШ;</w:t>
      </w:r>
    </w:p>
    <w:p w:rsidR="00CE62E6" w:rsidRPr="00292650" w:rsidRDefault="00CE62E6" w:rsidP="00825A76">
      <w:pPr>
        <w:jc w:val="both"/>
        <w:rPr>
          <w:sz w:val="28"/>
          <w:szCs w:val="28"/>
        </w:rPr>
      </w:pPr>
      <w:r w:rsidRPr="00292650">
        <w:rPr>
          <w:sz w:val="28"/>
          <w:szCs w:val="28"/>
        </w:rPr>
        <w:t>2 место – Кравцов</w:t>
      </w:r>
      <w:r w:rsidR="00825A76" w:rsidRPr="00292650">
        <w:rPr>
          <w:sz w:val="28"/>
          <w:szCs w:val="28"/>
        </w:rPr>
        <w:t>а</w:t>
      </w:r>
      <w:r w:rsidRPr="00292650">
        <w:rPr>
          <w:sz w:val="28"/>
          <w:szCs w:val="28"/>
        </w:rPr>
        <w:t xml:space="preserve">  Ольг</w:t>
      </w:r>
      <w:r w:rsidR="00825A76" w:rsidRPr="00292650">
        <w:rPr>
          <w:sz w:val="28"/>
          <w:szCs w:val="28"/>
        </w:rPr>
        <w:t>а</w:t>
      </w:r>
      <w:r w:rsidRPr="00292650">
        <w:rPr>
          <w:sz w:val="28"/>
          <w:szCs w:val="28"/>
        </w:rPr>
        <w:t>, обучающ</w:t>
      </w:r>
      <w:r w:rsidR="00825A76" w:rsidRPr="00292650">
        <w:rPr>
          <w:sz w:val="28"/>
          <w:szCs w:val="28"/>
        </w:rPr>
        <w:t>ая</w:t>
      </w:r>
      <w:r w:rsidRPr="00292650">
        <w:rPr>
          <w:sz w:val="28"/>
          <w:szCs w:val="28"/>
        </w:rPr>
        <w:t>ся 11 класса МБОУ Николо-Березовской СОШ;   Морозов</w:t>
      </w:r>
      <w:r w:rsidR="00825A76" w:rsidRPr="00292650">
        <w:rPr>
          <w:sz w:val="28"/>
          <w:szCs w:val="28"/>
        </w:rPr>
        <w:t>а Ульяна</w:t>
      </w:r>
      <w:r w:rsidRPr="00292650">
        <w:rPr>
          <w:sz w:val="28"/>
          <w:szCs w:val="28"/>
        </w:rPr>
        <w:t>, обучающ</w:t>
      </w:r>
      <w:r w:rsidR="00825A76" w:rsidRPr="00292650">
        <w:rPr>
          <w:sz w:val="28"/>
          <w:szCs w:val="28"/>
        </w:rPr>
        <w:t>ая</w:t>
      </w:r>
      <w:r w:rsidRPr="00292650">
        <w:rPr>
          <w:sz w:val="28"/>
          <w:szCs w:val="28"/>
        </w:rPr>
        <w:t>ся 9 класса МБОУ Первомайской ООШ;</w:t>
      </w:r>
    </w:p>
    <w:p w:rsidR="00224311" w:rsidRPr="00292650" w:rsidRDefault="00CE62E6" w:rsidP="00825A76">
      <w:pPr>
        <w:jc w:val="both"/>
        <w:rPr>
          <w:sz w:val="28"/>
          <w:szCs w:val="28"/>
        </w:rPr>
      </w:pPr>
      <w:r w:rsidRPr="00292650">
        <w:rPr>
          <w:sz w:val="28"/>
          <w:szCs w:val="28"/>
        </w:rPr>
        <w:t>3 место –</w:t>
      </w:r>
      <w:r w:rsidR="00825A76" w:rsidRPr="00292650">
        <w:rPr>
          <w:sz w:val="28"/>
          <w:szCs w:val="28"/>
        </w:rPr>
        <w:t xml:space="preserve"> Яровая Анастасия</w:t>
      </w:r>
      <w:r w:rsidRPr="00292650">
        <w:rPr>
          <w:sz w:val="28"/>
          <w:szCs w:val="28"/>
        </w:rPr>
        <w:t>, обучающ</w:t>
      </w:r>
      <w:r w:rsidR="00825A76" w:rsidRPr="00292650">
        <w:rPr>
          <w:sz w:val="28"/>
          <w:szCs w:val="28"/>
        </w:rPr>
        <w:t>ая</w:t>
      </w:r>
      <w:r w:rsidRPr="00292650">
        <w:rPr>
          <w:sz w:val="28"/>
          <w:szCs w:val="28"/>
        </w:rPr>
        <w:t xml:space="preserve">ся 10 класса  МБОУ Новодмитриевской                   СОШ.   </w:t>
      </w:r>
    </w:p>
    <w:p w:rsidR="00224311" w:rsidRPr="00292650" w:rsidRDefault="00CE62E6" w:rsidP="00224311">
      <w:pPr>
        <w:jc w:val="both"/>
        <w:rPr>
          <w:rFonts w:eastAsia="Calibri"/>
          <w:sz w:val="28"/>
          <w:szCs w:val="28"/>
          <w:lang w:eastAsia="en-US"/>
        </w:rPr>
      </w:pPr>
      <w:r w:rsidRPr="00292650">
        <w:rPr>
          <w:sz w:val="28"/>
          <w:szCs w:val="28"/>
        </w:rPr>
        <w:t xml:space="preserve"> </w:t>
      </w:r>
      <w:r w:rsidR="00224311" w:rsidRPr="00292650">
        <w:rPr>
          <w:sz w:val="28"/>
          <w:szCs w:val="28"/>
        </w:rPr>
        <w:t xml:space="preserve">8 апреля 2019 года  в  образовательных организациях муниципалитета,  </w:t>
      </w:r>
      <w:r w:rsidR="00224311" w:rsidRPr="00292650">
        <w:rPr>
          <w:noProof/>
          <w:sz w:val="28"/>
          <w:szCs w:val="28"/>
        </w:rPr>
        <w:t>в рамках Всемирного дня здоровья</w:t>
      </w:r>
      <w:r w:rsidR="00224311" w:rsidRPr="00292650">
        <w:rPr>
          <w:sz w:val="28"/>
          <w:szCs w:val="28"/>
        </w:rPr>
        <w:t xml:space="preserve"> организована и проведена акция «Здоровье в порядке, спасибо зарядке!»</w:t>
      </w:r>
      <w:r w:rsidR="00224311" w:rsidRPr="00292650">
        <w:rPr>
          <w:noProof/>
          <w:sz w:val="28"/>
          <w:szCs w:val="28"/>
        </w:rPr>
        <w:t xml:space="preserve">. </w:t>
      </w:r>
      <w:r w:rsidR="00224311" w:rsidRPr="00292650">
        <w:rPr>
          <w:rFonts w:eastAsia="Calibri"/>
          <w:sz w:val="28"/>
          <w:szCs w:val="28"/>
          <w:lang w:eastAsia="en-US"/>
        </w:rPr>
        <w:t xml:space="preserve">Данная акция проводилась, как на свежем воздухе на территории школ, так и в рекреациях, спортивных залах общеобразовательных организаций. В </w:t>
      </w:r>
      <w:r w:rsidR="00224311" w:rsidRPr="00292650">
        <w:rPr>
          <w:rFonts w:eastAsia="Calibri"/>
          <w:sz w:val="28"/>
          <w:szCs w:val="28"/>
          <w:lang w:eastAsia="en-US"/>
        </w:rPr>
        <w:lastRenderedPageBreak/>
        <w:t xml:space="preserve">мероприятии приняли участие  все обучающиеся и педагоги под музыкальное сопровождение  в форме флэш-моба (с исполнением определенных спортивных упражнений, способствующих формированию культуры здорового и безопасного образа жизни). В школах и детских садах района так же были проведены мероприятия, посвященные Всемирному дню здоровья: спортивные состязания, конкурсы рисунков, буклетов, плакатов, классные часы, тематические диспуты, беседы, встречи с медицинскими работниками и др. </w:t>
      </w:r>
    </w:p>
    <w:p w:rsidR="00224311" w:rsidRPr="00292650" w:rsidRDefault="00224311" w:rsidP="00224311">
      <w:pPr>
        <w:jc w:val="both"/>
        <w:rPr>
          <w:rFonts w:eastAsia="Calibri"/>
          <w:sz w:val="28"/>
          <w:szCs w:val="28"/>
          <w:lang w:eastAsia="en-US"/>
        </w:rPr>
      </w:pPr>
      <w:r w:rsidRPr="00292650">
        <w:rPr>
          <w:rFonts w:eastAsia="Calibri"/>
          <w:sz w:val="28"/>
          <w:szCs w:val="28"/>
          <w:lang w:eastAsia="en-US"/>
        </w:rPr>
        <w:t xml:space="preserve">       В вышеуказанн</w:t>
      </w:r>
      <w:r w:rsidR="00815591" w:rsidRPr="00292650">
        <w:rPr>
          <w:rFonts w:eastAsia="Calibri"/>
          <w:sz w:val="28"/>
          <w:szCs w:val="28"/>
          <w:lang w:eastAsia="en-US"/>
        </w:rPr>
        <w:t>ых мероприятиях приняли участие</w:t>
      </w:r>
      <w:r w:rsidRPr="00292650">
        <w:rPr>
          <w:rFonts w:eastAsia="Calibri"/>
          <w:sz w:val="28"/>
          <w:szCs w:val="28"/>
          <w:lang w:eastAsia="en-US"/>
        </w:rPr>
        <w:t xml:space="preserve"> 16 школ, из них - 1279 человек обучающихся; а также 9 дошкольных организаций, из них 320 воспитанников и 180 педагогов.       </w:t>
      </w:r>
    </w:p>
    <w:p w:rsidR="00153C68" w:rsidRPr="00292650" w:rsidRDefault="00CE62E6" w:rsidP="00224311">
      <w:pPr>
        <w:jc w:val="both"/>
        <w:rPr>
          <w:sz w:val="28"/>
          <w:szCs w:val="28"/>
        </w:rPr>
      </w:pPr>
      <w:r w:rsidRPr="00292650">
        <w:rPr>
          <w:sz w:val="28"/>
          <w:szCs w:val="28"/>
        </w:rPr>
        <w:t xml:space="preserve">      </w:t>
      </w:r>
      <w:r w:rsidR="00153C68" w:rsidRPr="00292650">
        <w:rPr>
          <w:sz w:val="28"/>
          <w:szCs w:val="28"/>
        </w:rPr>
        <w:t xml:space="preserve">08.04.2019 был проведен  муниципальный конкурс на лучший  эскиз вымпела, посвященный турниру по футболу имени Героя Советского Союза А.Т. Череватенко. В конкурсе приняли 18 учащихся из 10 общеобразовательных организаций (МБОУ Милютинской СОШ, МБОУ Николо-Березовской СОШ, МБОУ Маньково-Березовской СОШ, МБОУ Петровской СОШ, МБОУ Кутейниковской СОШ, МБОУ Лукичевской СОШ и МБОУ Степано-Савченской ООШ). </w:t>
      </w:r>
    </w:p>
    <w:p w:rsidR="00153C68" w:rsidRPr="00292650" w:rsidRDefault="00153C68" w:rsidP="00153C68">
      <w:pPr>
        <w:overflowPunct w:val="0"/>
        <w:autoSpaceDE w:val="0"/>
        <w:autoSpaceDN w:val="0"/>
        <w:adjustRightInd w:val="0"/>
        <w:jc w:val="both"/>
        <w:rPr>
          <w:sz w:val="28"/>
          <w:szCs w:val="28"/>
        </w:rPr>
      </w:pPr>
      <w:r w:rsidRPr="00292650">
        <w:rPr>
          <w:sz w:val="28"/>
          <w:szCs w:val="28"/>
        </w:rPr>
        <w:t>победители и призеры  конкурса:</w:t>
      </w:r>
    </w:p>
    <w:p w:rsidR="00153C68" w:rsidRPr="00292650" w:rsidRDefault="00153C68" w:rsidP="00153C68">
      <w:pPr>
        <w:overflowPunct w:val="0"/>
        <w:autoSpaceDE w:val="0"/>
        <w:autoSpaceDN w:val="0"/>
        <w:adjustRightInd w:val="0"/>
        <w:jc w:val="both"/>
        <w:rPr>
          <w:sz w:val="28"/>
          <w:szCs w:val="28"/>
        </w:rPr>
      </w:pPr>
      <w:r w:rsidRPr="00292650">
        <w:rPr>
          <w:sz w:val="28"/>
          <w:szCs w:val="28"/>
        </w:rPr>
        <w:t xml:space="preserve"> – Сметанина Екатерина, обучающаяся 8 класса МБОУ Николо-Березовской СОШ;</w:t>
      </w:r>
    </w:p>
    <w:p w:rsidR="00153C68" w:rsidRPr="00292650" w:rsidRDefault="00153C68" w:rsidP="00153C68">
      <w:pPr>
        <w:overflowPunct w:val="0"/>
        <w:autoSpaceDE w:val="0"/>
        <w:autoSpaceDN w:val="0"/>
        <w:adjustRightInd w:val="0"/>
        <w:jc w:val="both"/>
        <w:rPr>
          <w:sz w:val="28"/>
          <w:szCs w:val="28"/>
        </w:rPr>
      </w:pPr>
      <w:r w:rsidRPr="00292650">
        <w:rPr>
          <w:sz w:val="28"/>
          <w:szCs w:val="28"/>
        </w:rPr>
        <w:t>Воробьёва Ирина, обучающаяся 5 класса МБОУ Милютинской СОШ (1 место).</w:t>
      </w:r>
    </w:p>
    <w:p w:rsidR="00153C68" w:rsidRPr="00292650" w:rsidRDefault="00153C68" w:rsidP="00153C68">
      <w:pPr>
        <w:overflowPunct w:val="0"/>
        <w:autoSpaceDE w:val="0"/>
        <w:autoSpaceDN w:val="0"/>
        <w:adjustRightInd w:val="0"/>
        <w:jc w:val="both"/>
        <w:rPr>
          <w:sz w:val="28"/>
          <w:szCs w:val="28"/>
        </w:rPr>
      </w:pPr>
      <w:r w:rsidRPr="00292650">
        <w:rPr>
          <w:sz w:val="28"/>
          <w:szCs w:val="28"/>
        </w:rPr>
        <w:t>– Ефименко Софья, обучающаяся 8 класса МБОУ Маньково-Березовской СОШ;</w:t>
      </w:r>
    </w:p>
    <w:p w:rsidR="00153C68" w:rsidRPr="00292650" w:rsidRDefault="00153C68" w:rsidP="00153C68">
      <w:pPr>
        <w:overflowPunct w:val="0"/>
        <w:autoSpaceDE w:val="0"/>
        <w:autoSpaceDN w:val="0"/>
        <w:adjustRightInd w:val="0"/>
        <w:jc w:val="both"/>
        <w:rPr>
          <w:sz w:val="28"/>
          <w:szCs w:val="28"/>
        </w:rPr>
      </w:pPr>
      <w:r w:rsidRPr="00292650">
        <w:rPr>
          <w:sz w:val="28"/>
          <w:szCs w:val="28"/>
        </w:rPr>
        <w:t>Колесников Владислав, обучающийся 5 класса МБОУ Маньково-Березовской СОШ; Зенькевич Ксения, обучающаяся 5 класса МБОУ Милютинской СОШ;</w:t>
      </w:r>
    </w:p>
    <w:p w:rsidR="0083625E" w:rsidRPr="00292650" w:rsidRDefault="0083625E" w:rsidP="00153C68">
      <w:pPr>
        <w:overflowPunct w:val="0"/>
        <w:autoSpaceDE w:val="0"/>
        <w:autoSpaceDN w:val="0"/>
        <w:adjustRightInd w:val="0"/>
        <w:jc w:val="both"/>
        <w:rPr>
          <w:sz w:val="28"/>
          <w:szCs w:val="28"/>
        </w:rPr>
      </w:pPr>
      <w:r w:rsidRPr="00292650">
        <w:rPr>
          <w:rFonts w:eastAsia="Calibri"/>
          <w:sz w:val="28"/>
          <w:szCs w:val="28"/>
          <w:lang w:eastAsia="en-US"/>
        </w:rPr>
        <w:t xml:space="preserve">7 мая 2019 года обучающиеся МБОУ Милютинской СОШ, МБОУ Маньково-Березовской СОШ, МБОУ Петровской СОШ, МБОУ Селивановской СОШ и МБОУ Степано-Савченской ООШ приняли участие во   </w:t>
      </w:r>
      <w:r w:rsidRPr="00292650">
        <w:rPr>
          <w:rFonts w:eastAsia="Calibri"/>
          <w:sz w:val="28"/>
          <w:szCs w:val="28"/>
          <w:shd w:val="clear" w:color="auto" w:fill="FFFFFF"/>
          <w:lang w:eastAsia="en-US"/>
        </w:rPr>
        <w:t>Всероссийской  исторической  акции «</w:t>
      </w:r>
      <w:r w:rsidRPr="00292650">
        <w:rPr>
          <w:rFonts w:eastAsia="Calibri"/>
          <w:bCs/>
          <w:sz w:val="28"/>
          <w:szCs w:val="28"/>
          <w:shd w:val="clear" w:color="auto" w:fill="FFFFFF"/>
          <w:lang w:eastAsia="en-US"/>
        </w:rPr>
        <w:t>Диктант</w:t>
      </w:r>
      <w:r w:rsidRPr="00292650">
        <w:rPr>
          <w:rFonts w:eastAsia="Calibri"/>
          <w:sz w:val="28"/>
          <w:szCs w:val="28"/>
          <w:shd w:val="clear" w:color="auto" w:fill="FFFFFF"/>
          <w:lang w:eastAsia="en-US"/>
        </w:rPr>
        <w:t> </w:t>
      </w:r>
      <w:r w:rsidRPr="00292650">
        <w:rPr>
          <w:rFonts w:eastAsia="Calibri"/>
          <w:bCs/>
          <w:sz w:val="28"/>
          <w:szCs w:val="28"/>
          <w:shd w:val="clear" w:color="auto" w:fill="FFFFFF"/>
          <w:lang w:eastAsia="en-US"/>
        </w:rPr>
        <w:t>Победы</w:t>
      </w:r>
      <w:r w:rsidRPr="00292650">
        <w:rPr>
          <w:rFonts w:eastAsia="Calibri"/>
          <w:sz w:val="28"/>
          <w:szCs w:val="28"/>
          <w:shd w:val="clear" w:color="auto" w:fill="FFFFFF"/>
          <w:lang w:eastAsia="en-US"/>
        </w:rPr>
        <w:t xml:space="preserve">»,  посвященной 74-й годовщине разгрома немецко-фашистских войск в Великой Отечественной войне. Организаторами данного мероприятия выступили Всероссийская политическая партия «Единая Россия», Российское историческое общество, Российское военно-историческое общество и Всероссийское общественное движение «Волонтёры Победы».  </w:t>
      </w:r>
    </w:p>
    <w:p w:rsidR="00153C68" w:rsidRPr="00292650" w:rsidRDefault="00153C68" w:rsidP="00153C68">
      <w:pPr>
        <w:jc w:val="both"/>
        <w:rPr>
          <w:sz w:val="28"/>
          <w:szCs w:val="28"/>
        </w:rPr>
      </w:pPr>
      <w:r w:rsidRPr="00292650">
        <w:rPr>
          <w:sz w:val="28"/>
          <w:szCs w:val="28"/>
        </w:rPr>
        <w:t>16.05.2019г. был проведен муниципальный конкурс «Пишем о театре»,</w:t>
      </w:r>
      <w:r w:rsidRPr="00292650">
        <w:rPr>
          <w:noProof/>
          <w:sz w:val="28"/>
          <w:szCs w:val="28"/>
        </w:rPr>
        <w:t xml:space="preserve"> посвященный Году театра среди обучающихся общеобразовательных организаций</w:t>
      </w:r>
      <w:r w:rsidRPr="00292650">
        <w:rPr>
          <w:sz w:val="28"/>
          <w:szCs w:val="28"/>
        </w:rPr>
        <w:t>.  В конкурсе  приняли участие 6 обучающихся из 5 общеобразовательных организаций района (МБОУ Николо-Березовская СОШ,  МБОУ Петровская СОШ, МБОУ Маньково-Березовская СОШ, МБОУ Степано-Савченская ООШ, МБОУ Первомайская ООШ).</w:t>
      </w:r>
    </w:p>
    <w:p w:rsidR="00F1375A" w:rsidRPr="00292650" w:rsidRDefault="00CC66AE" w:rsidP="00EE60F4">
      <w:pPr>
        <w:jc w:val="both"/>
        <w:rPr>
          <w:sz w:val="28"/>
          <w:szCs w:val="28"/>
        </w:rPr>
      </w:pPr>
      <w:r w:rsidRPr="00292650">
        <w:rPr>
          <w:sz w:val="28"/>
          <w:szCs w:val="28"/>
          <w:lang w:eastAsia="x-none"/>
        </w:rPr>
        <w:t>21.05.2019</w:t>
      </w:r>
      <w:r w:rsidR="00153C68" w:rsidRPr="00292650">
        <w:rPr>
          <w:sz w:val="28"/>
          <w:szCs w:val="28"/>
          <w:lang w:val="x-none" w:eastAsia="x-none"/>
        </w:rPr>
        <w:t>г. проведен муниципальный конкурс «</w:t>
      </w:r>
      <w:r w:rsidR="00153C68" w:rsidRPr="00292650">
        <w:rPr>
          <w:sz w:val="28"/>
          <w:szCs w:val="28"/>
          <w:lang w:eastAsia="x-none"/>
        </w:rPr>
        <w:t>Лучший урок письма-2019»</w:t>
      </w:r>
      <w:r w:rsidR="00EE60F4" w:rsidRPr="00292650">
        <w:rPr>
          <w:sz w:val="28"/>
          <w:szCs w:val="28"/>
          <w:lang w:val="x-none" w:eastAsia="x-none"/>
        </w:rPr>
        <w:t xml:space="preserve">.  </w:t>
      </w:r>
      <w:r w:rsidR="00EE60F4" w:rsidRPr="00292650">
        <w:rPr>
          <w:sz w:val="28"/>
          <w:szCs w:val="28"/>
          <w:lang w:eastAsia="x-none"/>
        </w:rPr>
        <w:t xml:space="preserve">В    </w:t>
      </w:r>
      <w:r w:rsidR="00153C68" w:rsidRPr="00292650">
        <w:rPr>
          <w:sz w:val="28"/>
          <w:szCs w:val="28"/>
          <w:lang w:val="x-none" w:eastAsia="x-none"/>
        </w:rPr>
        <w:t xml:space="preserve">конкурсе  приняли участие </w:t>
      </w:r>
      <w:r w:rsidR="00153C68" w:rsidRPr="00292650">
        <w:rPr>
          <w:sz w:val="28"/>
          <w:szCs w:val="28"/>
          <w:lang w:eastAsia="x-none"/>
        </w:rPr>
        <w:t>5</w:t>
      </w:r>
      <w:r w:rsidR="00153C68" w:rsidRPr="00292650">
        <w:rPr>
          <w:sz w:val="28"/>
          <w:szCs w:val="28"/>
          <w:lang w:val="x-none" w:eastAsia="x-none"/>
        </w:rPr>
        <w:t xml:space="preserve"> обучающихся из </w:t>
      </w:r>
      <w:r w:rsidR="00153C68" w:rsidRPr="00292650">
        <w:rPr>
          <w:sz w:val="28"/>
          <w:szCs w:val="28"/>
          <w:lang w:eastAsia="x-none"/>
        </w:rPr>
        <w:t>4</w:t>
      </w:r>
      <w:r w:rsidR="00153C68" w:rsidRPr="00292650">
        <w:rPr>
          <w:sz w:val="28"/>
          <w:szCs w:val="28"/>
          <w:lang w:val="x-none" w:eastAsia="x-none"/>
        </w:rPr>
        <w:t xml:space="preserve"> общеобразовательных организаций района (</w:t>
      </w:r>
      <w:r w:rsidR="00153C68" w:rsidRPr="00292650">
        <w:rPr>
          <w:sz w:val="28"/>
          <w:szCs w:val="28"/>
          <w:lang w:eastAsia="x-none"/>
        </w:rPr>
        <w:t xml:space="preserve">МБОУ Милютинская СОШ, </w:t>
      </w:r>
      <w:r w:rsidR="00153C68" w:rsidRPr="00292650">
        <w:rPr>
          <w:sz w:val="28"/>
          <w:szCs w:val="28"/>
          <w:lang w:val="x-none" w:eastAsia="x-none"/>
        </w:rPr>
        <w:t>МБОУ Маньково-Березовск</w:t>
      </w:r>
      <w:r w:rsidR="00153C68" w:rsidRPr="00292650">
        <w:rPr>
          <w:sz w:val="28"/>
          <w:szCs w:val="28"/>
          <w:lang w:eastAsia="x-none"/>
        </w:rPr>
        <w:t>ая</w:t>
      </w:r>
      <w:r w:rsidR="00153C68" w:rsidRPr="00292650">
        <w:rPr>
          <w:sz w:val="28"/>
          <w:szCs w:val="28"/>
          <w:lang w:val="x-none" w:eastAsia="x-none"/>
        </w:rPr>
        <w:t xml:space="preserve"> СОШ, </w:t>
      </w:r>
      <w:r w:rsidR="00153C68" w:rsidRPr="00292650">
        <w:rPr>
          <w:sz w:val="28"/>
          <w:szCs w:val="28"/>
          <w:lang w:eastAsia="x-none"/>
        </w:rPr>
        <w:t>МБОУ Россошанская</w:t>
      </w:r>
      <w:r w:rsidR="00153C68" w:rsidRPr="00292650">
        <w:rPr>
          <w:sz w:val="28"/>
          <w:szCs w:val="28"/>
          <w:lang w:val="x-none" w:eastAsia="x-none"/>
        </w:rPr>
        <w:t xml:space="preserve"> </w:t>
      </w:r>
      <w:r w:rsidR="00153C68" w:rsidRPr="00292650">
        <w:rPr>
          <w:sz w:val="28"/>
          <w:szCs w:val="28"/>
          <w:lang w:eastAsia="x-none"/>
        </w:rPr>
        <w:t>О</w:t>
      </w:r>
      <w:r w:rsidR="00153C68" w:rsidRPr="00292650">
        <w:rPr>
          <w:sz w:val="28"/>
          <w:szCs w:val="28"/>
          <w:lang w:val="x-none" w:eastAsia="x-none"/>
        </w:rPr>
        <w:t>ОШ, МБОУ Первомайск</w:t>
      </w:r>
      <w:r w:rsidR="00153C68" w:rsidRPr="00292650">
        <w:rPr>
          <w:sz w:val="28"/>
          <w:szCs w:val="28"/>
          <w:lang w:eastAsia="x-none"/>
        </w:rPr>
        <w:t>ая</w:t>
      </w:r>
      <w:r w:rsidR="00153C68" w:rsidRPr="00292650">
        <w:rPr>
          <w:sz w:val="28"/>
          <w:szCs w:val="28"/>
          <w:lang w:val="x-none" w:eastAsia="x-none"/>
        </w:rPr>
        <w:t xml:space="preserve"> ООШ</w:t>
      </w:r>
      <w:r w:rsidR="00153C68" w:rsidRPr="00292650">
        <w:rPr>
          <w:sz w:val="28"/>
          <w:szCs w:val="28"/>
          <w:lang w:eastAsia="x-none"/>
        </w:rPr>
        <w:t>). Работы</w:t>
      </w:r>
      <w:r w:rsidR="00153C68" w:rsidRPr="00292650">
        <w:rPr>
          <w:sz w:val="28"/>
          <w:szCs w:val="28"/>
        </w:rPr>
        <w:t xml:space="preserve"> победителей  муниципального этапа регионального конкурса «Лучший урок письма-2019</w:t>
      </w:r>
      <w:r w:rsidR="00153C68" w:rsidRPr="00292650">
        <w:rPr>
          <w:noProof/>
          <w:sz w:val="28"/>
          <w:szCs w:val="28"/>
        </w:rPr>
        <w:t xml:space="preserve">» Степанчука Данила, обучающегося МБОУ Милютинской СОШ (руководитель Козлова Л.Л., учитель русского языка и литературы) и  Пугачёва Евгения, обучающегося МБОУ Маньково-Березовской СОШ (руководитель Кученченко Е.Н., учитель литературы) направлены на региональный конкурс. </w:t>
      </w:r>
      <w:r w:rsidR="00EE60F4" w:rsidRPr="00292650">
        <w:rPr>
          <w:noProof/>
          <w:sz w:val="28"/>
          <w:szCs w:val="28"/>
        </w:rPr>
        <w:t xml:space="preserve">Степанчук Данил стал региональным призером.                                                                                                                 </w:t>
      </w:r>
      <w:r w:rsidR="00CE62E6" w:rsidRPr="00292650">
        <w:rPr>
          <w:sz w:val="28"/>
          <w:szCs w:val="28"/>
        </w:rPr>
        <w:t xml:space="preserve">     </w:t>
      </w:r>
      <w:r w:rsidR="0083625E" w:rsidRPr="00292650">
        <w:rPr>
          <w:rFonts w:eastAsia="Calibri"/>
          <w:sz w:val="28"/>
          <w:szCs w:val="28"/>
          <w:lang w:eastAsia="en-US"/>
        </w:rPr>
        <w:t xml:space="preserve">28 мая в рамках </w:t>
      </w:r>
      <w:r w:rsidR="0083625E" w:rsidRPr="00292650">
        <w:rPr>
          <w:rFonts w:eastAsia="Calibri"/>
          <w:sz w:val="28"/>
          <w:szCs w:val="28"/>
          <w:lang w:val="en-US" w:eastAsia="en-US"/>
        </w:rPr>
        <w:t>IV</w:t>
      </w:r>
      <w:r w:rsidR="0083625E" w:rsidRPr="00292650">
        <w:rPr>
          <w:rFonts w:eastAsia="Calibri"/>
          <w:sz w:val="28"/>
          <w:szCs w:val="28"/>
          <w:lang w:eastAsia="en-US"/>
        </w:rPr>
        <w:t xml:space="preserve"> Донского форума средств массовой информации «Южная медиасфера» состоялась церемония награждения победителей и призеров областного конкурса «Юный журналист Дона». В номинации «Народов Дона дружная семья» в возрастной категории 10-13 лет победила Буряченко Яна, обучающаяся МБОУ </w:t>
      </w:r>
      <w:r w:rsidR="0083625E" w:rsidRPr="00292650">
        <w:rPr>
          <w:rFonts w:eastAsia="Calibri"/>
          <w:sz w:val="28"/>
          <w:szCs w:val="28"/>
          <w:lang w:eastAsia="en-US"/>
        </w:rPr>
        <w:lastRenderedPageBreak/>
        <w:t>Степано-Савченской ООШ, за материал «Знакомство с дагестанской культурой», опубликованный в газете «Луч». Яна награждена дипломом победителя конкурса «Юный журналист Дона».</w:t>
      </w:r>
      <w:r w:rsidR="00CE62E6" w:rsidRPr="00292650">
        <w:rPr>
          <w:sz w:val="28"/>
          <w:szCs w:val="28"/>
        </w:rPr>
        <w:t xml:space="preserve"> </w:t>
      </w:r>
      <w:r w:rsidR="00EE60F4" w:rsidRPr="00292650">
        <w:rPr>
          <w:sz w:val="28"/>
          <w:szCs w:val="28"/>
        </w:rPr>
        <w:t xml:space="preserve">                                     </w:t>
      </w:r>
    </w:p>
    <w:p w:rsidR="00F1375A" w:rsidRPr="00292650" w:rsidRDefault="00EE60F4" w:rsidP="00EE60F4">
      <w:pPr>
        <w:jc w:val="both"/>
        <w:rPr>
          <w:sz w:val="28"/>
          <w:szCs w:val="28"/>
        </w:rPr>
      </w:pPr>
      <w:r w:rsidRPr="00292650">
        <w:rPr>
          <w:noProof/>
          <w:sz w:val="28"/>
          <w:szCs w:val="28"/>
        </w:rPr>
        <w:t>13</w:t>
      </w:r>
      <w:r w:rsidRPr="00292650">
        <w:rPr>
          <w:sz w:val="28"/>
          <w:szCs w:val="28"/>
        </w:rPr>
        <w:t>.09.2019 г. был проведен муниципальный этап Конкурса, в котором     приняли участие 6  обучающихся из 5 общеобразовательных организаций района (МБОУ Маньково-Березовской СОШ, МБОУ Лукичевской СОШ, МБОУ  Светочниковской СОШ, МБОУ Первомайской  ООШ, МБОУ Терновской ООШ). Победители  муниципального этапа Всероссийского конкурса сочинений: - в возрастной группе 6-7 класс Козлова Варвара, обучающаяся МБОУ Лукичевской СОШ; - в возрастной группе 8-9 класс Кученченко Татьяна, обучающаяся МБОУ Маньково-Березовской СОШ. Итоги не подведены.</w:t>
      </w:r>
    </w:p>
    <w:p w:rsidR="00F1375A" w:rsidRPr="00292650" w:rsidRDefault="00EE60F4" w:rsidP="00F1375A">
      <w:pPr>
        <w:pStyle w:val="a7"/>
        <w:tabs>
          <w:tab w:val="clear" w:pos="4677"/>
          <w:tab w:val="clear" w:pos="9355"/>
          <w:tab w:val="left" w:pos="640"/>
          <w:tab w:val="left" w:pos="1720"/>
          <w:tab w:val="left" w:pos="4980"/>
          <w:tab w:val="left" w:pos="5970"/>
          <w:tab w:val="left" w:pos="7320"/>
          <w:tab w:val="right" w:pos="9900"/>
        </w:tabs>
        <w:spacing w:before="120" w:after="120"/>
        <w:jc w:val="both"/>
        <w:rPr>
          <w:sz w:val="28"/>
          <w:szCs w:val="28"/>
          <w:lang w:val="ru-RU"/>
        </w:rPr>
      </w:pPr>
      <w:r w:rsidRPr="00292650">
        <w:rPr>
          <w:sz w:val="28"/>
          <w:szCs w:val="28"/>
        </w:rPr>
        <w:t xml:space="preserve"> </w:t>
      </w:r>
      <w:r w:rsidR="00F1375A" w:rsidRPr="00292650">
        <w:rPr>
          <w:sz w:val="28"/>
          <w:szCs w:val="28"/>
          <w:lang w:val="ru-RU"/>
        </w:rPr>
        <w:t>26</w:t>
      </w:r>
      <w:r w:rsidR="00F1375A" w:rsidRPr="00292650">
        <w:rPr>
          <w:sz w:val="28"/>
          <w:szCs w:val="28"/>
        </w:rPr>
        <w:t>.0</w:t>
      </w:r>
      <w:r w:rsidR="00F1375A" w:rsidRPr="00292650">
        <w:rPr>
          <w:sz w:val="28"/>
          <w:szCs w:val="28"/>
          <w:lang w:val="ru-RU"/>
        </w:rPr>
        <w:t>9</w:t>
      </w:r>
      <w:r w:rsidR="00F1375A" w:rsidRPr="00292650">
        <w:rPr>
          <w:sz w:val="28"/>
          <w:szCs w:val="28"/>
        </w:rPr>
        <w:t>.201</w:t>
      </w:r>
      <w:r w:rsidR="00F1375A" w:rsidRPr="00292650">
        <w:rPr>
          <w:sz w:val="28"/>
          <w:szCs w:val="28"/>
          <w:lang w:val="ru-RU"/>
        </w:rPr>
        <w:t>9</w:t>
      </w:r>
      <w:r w:rsidR="00F1375A" w:rsidRPr="00292650">
        <w:rPr>
          <w:sz w:val="28"/>
          <w:szCs w:val="28"/>
        </w:rPr>
        <w:t xml:space="preserve"> г. был проведен муниципальный </w:t>
      </w:r>
      <w:r w:rsidR="00F1375A" w:rsidRPr="00292650">
        <w:rPr>
          <w:sz w:val="28"/>
          <w:szCs w:val="28"/>
          <w:lang w:val="ru-RU"/>
        </w:rPr>
        <w:t>этап областного конкурса информационных технологий среди детей и юношества.</w:t>
      </w:r>
      <w:r w:rsidR="00F1375A" w:rsidRPr="00292650">
        <w:rPr>
          <w:sz w:val="28"/>
          <w:szCs w:val="28"/>
        </w:rPr>
        <w:t xml:space="preserve">  В конкурсе  приняли участие </w:t>
      </w:r>
      <w:r w:rsidR="00F1375A" w:rsidRPr="00292650">
        <w:rPr>
          <w:sz w:val="28"/>
          <w:szCs w:val="28"/>
          <w:lang w:val="ru-RU"/>
        </w:rPr>
        <w:t>7</w:t>
      </w:r>
      <w:r w:rsidR="00F1375A" w:rsidRPr="00292650">
        <w:rPr>
          <w:sz w:val="28"/>
          <w:szCs w:val="28"/>
        </w:rPr>
        <w:t xml:space="preserve"> обучающихся из  </w:t>
      </w:r>
      <w:r w:rsidR="00F1375A" w:rsidRPr="00292650">
        <w:rPr>
          <w:sz w:val="28"/>
          <w:szCs w:val="28"/>
          <w:lang w:val="ru-RU"/>
        </w:rPr>
        <w:t>5 о</w:t>
      </w:r>
      <w:r w:rsidR="00F1375A" w:rsidRPr="00292650">
        <w:rPr>
          <w:sz w:val="28"/>
          <w:szCs w:val="28"/>
        </w:rPr>
        <w:t>бщеобразовательных организаций района (</w:t>
      </w:r>
      <w:r w:rsidR="00F1375A" w:rsidRPr="00292650">
        <w:rPr>
          <w:sz w:val="28"/>
          <w:szCs w:val="28"/>
          <w:lang w:val="ru-RU"/>
        </w:rPr>
        <w:t xml:space="preserve">МБОУ Милютинская СОШ, </w:t>
      </w:r>
      <w:r w:rsidR="00F1375A" w:rsidRPr="00292650">
        <w:rPr>
          <w:sz w:val="28"/>
          <w:szCs w:val="28"/>
        </w:rPr>
        <w:t>МБОУ Маньково-Березовск</w:t>
      </w:r>
      <w:r w:rsidR="00F1375A" w:rsidRPr="00292650">
        <w:rPr>
          <w:sz w:val="28"/>
          <w:szCs w:val="28"/>
          <w:lang w:val="ru-RU"/>
        </w:rPr>
        <w:t>ая</w:t>
      </w:r>
      <w:r w:rsidR="00F1375A" w:rsidRPr="00292650">
        <w:rPr>
          <w:sz w:val="28"/>
          <w:szCs w:val="28"/>
        </w:rPr>
        <w:t xml:space="preserve"> СОШ, </w:t>
      </w:r>
      <w:r w:rsidR="00F1375A" w:rsidRPr="00292650">
        <w:rPr>
          <w:sz w:val="28"/>
          <w:szCs w:val="28"/>
          <w:lang w:val="ru-RU"/>
        </w:rPr>
        <w:t>МБОУ Николо-Березовская</w:t>
      </w:r>
      <w:r w:rsidR="00F1375A" w:rsidRPr="00292650">
        <w:rPr>
          <w:sz w:val="28"/>
          <w:szCs w:val="28"/>
        </w:rPr>
        <w:t xml:space="preserve"> </w:t>
      </w:r>
      <w:r w:rsidR="00F1375A" w:rsidRPr="00292650">
        <w:rPr>
          <w:sz w:val="28"/>
          <w:szCs w:val="28"/>
          <w:lang w:val="ru-RU"/>
        </w:rPr>
        <w:t>С</w:t>
      </w:r>
      <w:r w:rsidR="00F1375A" w:rsidRPr="00292650">
        <w:rPr>
          <w:sz w:val="28"/>
          <w:szCs w:val="28"/>
        </w:rPr>
        <w:t>ОШ, МБОУ Пе</w:t>
      </w:r>
      <w:r w:rsidR="00F1375A" w:rsidRPr="00292650">
        <w:rPr>
          <w:sz w:val="28"/>
          <w:szCs w:val="28"/>
          <w:lang w:val="ru-RU"/>
        </w:rPr>
        <w:t>тровская СО</w:t>
      </w:r>
      <w:r w:rsidR="00F1375A" w:rsidRPr="00292650">
        <w:rPr>
          <w:sz w:val="28"/>
          <w:szCs w:val="28"/>
        </w:rPr>
        <w:t>Ш</w:t>
      </w:r>
      <w:r w:rsidR="00F1375A" w:rsidRPr="00292650">
        <w:rPr>
          <w:sz w:val="28"/>
          <w:szCs w:val="28"/>
          <w:lang w:val="ru-RU"/>
        </w:rPr>
        <w:t xml:space="preserve">, МБОУ Степано-Савченская ООШ). Работы победителей: Штанкусова Андрея и Колесникова Владислава отправлены на региональный этап конкурса. Итоги не подведены. </w:t>
      </w:r>
    </w:p>
    <w:p w:rsidR="00BD344A" w:rsidRPr="00292650" w:rsidRDefault="00BD344A" w:rsidP="00BD344A">
      <w:pPr>
        <w:pStyle w:val="a7"/>
        <w:tabs>
          <w:tab w:val="clear" w:pos="4677"/>
          <w:tab w:val="clear" w:pos="9355"/>
          <w:tab w:val="left" w:pos="640"/>
          <w:tab w:val="left" w:pos="1720"/>
          <w:tab w:val="left" w:pos="4980"/>
          <w:tab w:val="left" w:pos="5970"/>
          <w:tab w:val="left" w:pos="7320"/>
          <w:tab w:val="right" w:pos="9900"/>
        </w:tabs>
        <w:spacing w:before="120" w:after="120"/>
        <w:jc w:val="both"/>
        <w:rPr>
          <w:sz w:val="28"/>
          <w:szCs w:val="28"/>
          <w:lang w:val="ru-RU"/>
        </w:rPr>
      </w:pPr>
      <w:r w:rsidRPr="00292650">
        <w:rPr>
          <w:sz w:val="28"/>
          <w:szCs w:val="28"/>
        </w:rPr>
        <w:t xml:space="preserve">     30 сентября в рамках объявленного в Российской Федерации 2019 года – «Годом театра», в целях сохранения и популяризации лучших отечественных театральных традиций, достижений, а также отработки практических навыков сдачи единого государственного экзамена</w:t>
      </w:r>
      <w:r w:rsidRPr="00292650">
        <w:rPr>
          <w:sz w:val="28"/>
          <w:szCs w:val="28"/>
          <w:lang w:val="ru-RU"/>
        </w:rPr>
        <w:t>,</w:t>
      </w:r>
      <w:r w:rsidRPr="00292650">
        <w:rPr>
          <w:sz w:val="28"/>
          <w:szCs w:val="28"/>
        </w:rPr>
        <w:t xml:space="preserve"> проведен муниципальный этап областного конкурса «АртЕГЭ-2019»</w:t>
      </w:r>
      <w:r w:rsidRPr="00292650">
        <w:rPr>
          <w:sz w:val="28"/>
          <w:szCs w:val="28"/>
          <w:lang w:val="ru-RU"/>
        </w:rPr>
        <w:t xml:space="preserve"> для обучающихся 11 классов.</w:t>
      </w:r>
    </w:p>
    <w:p w:rsidR="00A27D8B" w:rsidRPr="00292650" w:rsidRDefault="00A27D8B" w:rsidP="00A27D8B">
      <w:pPr>
        <w:jc w:val="both"/>
        <w:rPr>
          <w:sz w:val="28"/>
          <w:szCs w:val="28"/>
        </w:rPr>
      </w:pPr>
      <w:r w:rsidRPr="00292650">
        <w:rPr>
          <w:sz w:val="28"/>
          <w:szCs w:val="28"/>
        </w:rPr>
        <w:t>С 08  ноября по 30 ноября  2019 года на базе МБОУ Милютинской СОШ проведен муниципальный этап Всероссийской олимпиады школьников по английскому языку, физической культуре, экологии, искусству (МХК), географии, обществознанию, биологии, литературе,  химии, праву, основам безопасности жизнедеятельности,  немецкому языку, русскому языку, истории, математике, физике и информатике.</w:t>
      </w:r>
    </w:p>
    <w:p w:rsidR="00A27D8B" w:rsidRPr="00292650" w:rsidRDefault="00A27D8B" w:rsidP="008448FC">
      <w:pPr>
        <w:jc w:val="both"/>
        <w:rPr>
          <w:sz w:val="28"/>
          <w:szCs w:val="28"/>
        </w:rPr>
      </w:pPr>
      <w:r w:rsidRPr="00292650">
        <w:rPr>
          <w:sz w:val="28"/>
          <w:szCs w:val="28"/>
        </w:rPr>
        <w:t xml:space="preserve">   В муниципальном этапе Всероссийской олимпиады школьников приняли участие 177 обучающихся из 11 общеобразовательных организаций.</w:t>
      </w:r>
      <w:r w:rsidR="008448FC" w:rsidRPr="00292650">
        <w:t xml:space="preserve">   </w:t>
      </w:r>
      <w:r w:rsidR="008448FC" w:rsidRPr="00292650">
        <w:rPr>
          <w:sz w:val="28"/>
          <w:szCs w:val="28"/>
        </w:rPr>
        <w:t>Победителями и призерами олимпиады стали 22 обучающихся, что составляет 12,42% от общего количества обучающихся, принявших участие в олимпиаде. Рейтинг образовательных организаций по наличию победителей и призеров на муниципальном этапе  в предметных олимпиадах: МБОУ Милютинская СОШ – 13 (13,68 %),  МБОУ Маньково – Березовская СОШ – 4 (13,8%), МБОУ Светочниковская СОШ  - 2 (20%), МБОУ Степано-Савченская ООШ – 1 (33%), МБОУ Селивановская СОШ – 1 (5,5%), МБОУ Николо – Березовская СОШ – 1 (10%).</w:t>
      </w:r>
    </w:p>
    <w:p w:rsidR="00DD1C87" w:rsidRPr="00292650" w:rsidRDefault="00DD1C87" w:rsidP="00DD1C87">
      <w:pPr>
        <w:pStyle w:val="a7"/>
        <w:tabs>
          <w:tab w:val="clear" w:pos="4677"/>
          <w:tab w:val="clear" w:pos="9355"/>
          <w:tab w:val="left" w:pos="640"/>
          <w:tab w:val="left" w:pos="1720"/>
          <w:tab w:val="left" w:pos="4980"/>
          <w:tab w:val="left" w:pos="5970"/>
          <w:tab w:val="left" w:pos="7320"/>
          <w:tab w:val="right" w:pos="9900"/>
        </w:tabs>
        <w:spacing w:before="120" w:after="120"/>
        <w:jc w:val="both"/>
        <w:rPr>
          <w:sz w:val="28"/>
          <w:szCs w:val="28"/>
          <w:lang w:val="ru-RU"/>
        </w:rPr>
      </w:pPr>
      <w:r w:rsidRPr="00292650">
        <w:rPr>
          <w:sz w:val="28"/>
          <w:szCs w:val="28"/>
          <w:lang w:val="ru-RU"/>
        </w:rPr>
        <w:t>19</w:t>
      </w:r>
      <w:r w:rsidRPr="00292650">
        <w:rPr>
          <w:sz w:val="28"/>
          <w:szCs w:val="28"/>
        </w:rPr>
        <w:t>.</w:t>
      </w:r>
      <w:r w:rsidRPr="00292650">
        <w:rPr>
          <w:sz w:val="28"/>
          <w:szCs w:val="28"/>
          <w:lang w:val="ru-RU"/>
        </w:rPr>
        <w:t>11</w:t>
      </w:r>
      <w:r w:rsidRPr="00292650">
        <w:rPr>
          <w:sz w:val="28"/>
          <w:szCs w:val="28"/>
        </w:rPr>
        <w:t>.201</w:t>
      </w:r>
      <w:r w:rsidRPr="00292650">
        <w:rPr>
          <w:sz w:val="28"/>
          <w:szCs w:val="28"/>
          <w:lang w:val="ru-RU"/>
        </w:rPr>
        <w:t>9</w:t>
      </w:r>
      <w:r w:rsidRPr="00292650">
        <w:rPr>
          <w:sz w:val="28"/>
          <w:szCs w:val="28"/>
        </w:rPr>
        <w:t xml:space="preserve"> г. был проведен муниципальный </w:t>
      </w:r>
      <w:r w:rsidRPr="00292650">
        <w:rPr>
          <w:sz w:val="28"/>
          <w:szCs w:val="28"/>
          <w:lang w:val="ru-RU"/>
        </w:rPr>
        <w:t>этап регионального конкурса</w:t>
      </w:r>
      <w:r w:rsidRPr="00292650">
        <w:rPr>
          <w:sz w:val="28"/>
          <w:szCs w:val="28"/>
        </w:rPr>
        <w:t xml:space="preserve">  </w:t>
      </w:r>
      <w:r w:rsidRPr="00292650">
        <w:rPr>
          <w:noProof/>
          <w:sz w:val="28"/>
          <w:szCs w:val="28"/>
          <w:lang w:val="ru-RU"/>
        </w:rPr>
        <w:t xml:space="preserve">исследовательских краеведческих работ учащихся «Отечество» </w:t>
      </w:r>
      <w:r w:rsidRPr="00292650">
        <w:rPr>
          <w:sz w:val="28"/>
          <w:szCs w:val="28"/>
          <w:lang w:val="ru-RU"/>
        </w:rPr>
        <w:t>в 2019 году.</w:t>
      </w:r>
    </w:p>
    <w:p w:rsidR="00DD1C87" w:rsidRPr="00292650" w:rsidRDefault="00DD1C87" w:rsidP="00DD1C87">
      <w:pPr>
        <w:jc w:val="both"/>
        <w:rPr>
          <w:sz w:val="28"/>
          <w:szCs w:val="28"/>
        </w:rPr>
      </w:pPr>
      <w:r w:rsidRPr="00292650">
        <w:rPr>
          <w:sz w:val="28"/>
          <w:szCs w:val="28"/>
        </w:rPr>
        <w:t xml:space="preserve"> 26.11.2019г. проведен региональный этап Всероссийской олимпиады школьников по вопросам избирательного права и избирательного процесса на базе МБОУ Милютинской СОШ. Буланов Игорь, обучающийся 10 класса МБОУ Петровской СОШ - призер регионального этапа. </w:t>
      </w:r>
    </w:p>
    <w:p w:rsidR="00DB1809" w:rsidRPr="00292650" w:rsidRDefault="00DB1809" w:rsidP="00DB1809">
      <w:pPr>
        <w:jc w:val="both"/>
        <w:rPr>
          <w:sz w:val="28"/>
          <w:szCs w:val="28"/>
        </w:rPr>
      </w:pPr>
      <w:r w:rsidRPr="00292650">
        <w:rPr>
          <w:sz w:val="28"/>
          <w:szCs w:val="28"/>
        </w:rPr>
        <w:t>Численность детей от 5 до 18 лет, охваченных дополнительными общеобразовательными программами в образовательных организациях муниципалитета с применением персонифицированного учета составляет 1</w:t>
      </w:r>
      <w:r w:rsidR="004A5C37" w:rsidRPr="00292650">
        <w:rPr>
          <w:sz w:val="28"/>
          <w:szCs w:val="28"/>
        </w:rPr>
        <w:t>3</w:t>
      </w:r>
      <w:r w:rsidR="00DD1C87" w:rsidRPr="00292650">
        <w:rPr>
          <w:sz w:val="28"/>
          <w:szCs w:val="28"/>
        </w:rPr>
        <w:t>27</w:t>
      </w:r>
      <w:r w:rsidRPr="00292650">
        <w:rPr>
          <w:sz w:val="28"/>
          <w:szCs w:val="28"/>
        </w:rPr>
        <w:t>. Кру</w:t>
      </w:r>
      <w:r w:rsidR="005D3C1F" w:rsidRPr="00292650">
        <w:rPr>
          <w:sz w:val="28"/>
          <w:szCs w:val="28"/>
        </w:rPr>
        <w:t xml:space="preserve">жковой деятельностью охвачено </w:t>
      </w:r>
      <w:r w:rsidR="004A5C37" w:rsidRPr="00292650">
        <w:rPr>
          <w:sz w:val="28"/>
          <w:szCs w:val="28"/>
        </w:rPr>
        <w:t>6</w:t>
      </w:r>
      <w:r w:rsidR="005D3C1F" w:rsidRPr="00292650">
        <w:rPr>
          <w:sz w:val="28"/>
          <w:szCs w:val="28"/>
        </w:rPr>
        <w:t>43</w:t>
      </w:r>
      <w:r w:rsidRPr="00292650">
        <w:rPr>
          <w:sz w:val="28"/>
          <w:szCs w:val="28"/>
        </w:rPr>
        <w:t xml:space="preserve"> человек</w:t>
      </w:r>
      <w:r w:rsidR="005D3C1F" w:rsidRPr="00292650">
        <w:rPr>
          <w:sz w:val="28"/>
          <w:szCs w:val="28"/>
        </w:rPr>
        <w:t>а</w:t>
      </w:r>
      <w:r w:rsidRPr="00292650">
        <w:rPr>
          <w:sz w:val="28"/>
          <w:szCs w:val="28"/>
        </w:rPr>
        <w:t xml:space="preserve">. Посещают Милютинскую ДЮСШ </w:t>
      </w:r>
      <w:r w:rsidRPr="00292650">
        <w:rPr>
          <w:sz w:val="28"/>
          <w:szCs w:val="28"/>
        </w:rPr>
        <w:lastRenderedPageBreak/>
        <w:t>520 чел., Детскую школу искусств -16</w:t>
      </w:r>
      <w:r w:rsidR="000E645F" w:rsidRPr="00292650">
        <w:rPr>
          <w:sz w:val="28"/>
          <w:szCs w:val="28"/>
        </w:rPr>
        <w:t>4</w:t>
      </w:r>
      <w:r w:rsidRPr="00292650">
        <w:rPr>
          <w:sz w:val="28"/>
          <w:szCs w:val="28"/>
        </w:rPr>
        <w:t xml:space="preserve"> чел.</w:t>
      </w:r>
      <w:r w:rsidRPr="00292650">
        <w:rPr>
          <w:noProof/>
          <w:sz w:val="22"/>
          <w:szCs w:val="22"/>
        </w:rPr>
        <w:t xml:space="preserve"> </w:t>
      </w:r>
      <w:r w:rsidRPr="00292650">
        <w:rPr>
          <w:rFonts w:eastAsia="Calibri"/>
          <w:sz w:val="28"/>
          <w:szCs w:val="28"/>
          <w:lang w:eastAsia="en-US"/>
        </w:rPr>
        <w:t>Доля детей в возрасте от 5 до 18 лет занимающихся по дополнительным общеобразовательным программам (с применением пер</w:t>
      </w:r>
      <w:r w:rsidR="000E645F" w:rsidRPr="00292650">
        <w:rPr>
          <w:rFonts w:eastAsia="Calibri"/>
          <w:sz w:val="28"/>
          <w:szCs w:val="28"/>
          <w:lang w:eastAsia="en-US"/>
        </w:rPr>
        <w:t>сонифицированного учета)  в 2019</w:t>
      </w:r>
      <w:r w:rsidR="004A5C37" w:rsidRPr="00292650">
        <w:rPr>
          <w:rFonts w:eastAsia="Calibri"/>
          <w:sz w:val="28"/>
          <w:szCs w:val="28"/>
          <w:lang w:eastAsia="en-US"/>
        </w:rPr>
        <w:t>/1920 учебном году составляет 7</w:t>
      </w:r>
      <w:r w:rsidR="000E645F" w:rsidRPr="00292650">
        <w:rPr>
          <w:rFonts w:eastAsia="Calibri"/>
          <w:sz w:val="28"/>
          <w:szCs w:val="28"/>
          <w:lang w:eastAsia="en-US"/>
        </w:rPr>
        <w:t>1</w:t>
      </w:r>
      <w:r w:rsidRPr="00292650">
        <w:rPr>
          <w:rFonts w:eastAsia="Calibri"/>
          <w:sz w:val="28"/>
          <w:szCs w:val="28"/>
          <w:lang w:eastAsia="en-US"/>
        </w:rPr>
        <w:t>,</w:t>
      </w:r>
      <w:r w:rsidR="004A5C37" w:rsidRPr="00292650">
        <w:rPr>
          <w:rFonts w:eastAsia="Calibri"/>
          <w:sz w:val="28"/>
          <w:szCs w:val="28"/>
          <w:lang w:eastAsia="en-US"/>
        </w:rPr>
        <w:t>7</w:t>
      </w:r>
      <w:r w:rsidR="005D3C1F" w:rsidRPr="00292650">
        <w:rPr>
          <w:rFonts w:eastAsia="Calibri"/>
          <w:sz w:val="28"/>
          <w:szCs w:val="28"/>
          <w:lang w:eastAsia="en-US"/>
        </w:rPr>
        <w:t>6</w:t>
      </w:r>
      <w:r w:rsidRPr="00292650">
        <w:rPr>
          <w:rFonts w:eastAsia="Calibri"/>
          <w:sz w:val="28"/>
          <w:szCs w:val="28"/>
          <w:lang w:eastAsia="en-US"/>
        </w:rPr>
        <w:t xml:space="preserve">% от общей численности детей в возрасте от 5 до 18 лет. </w:t>
      </w:r>
    </w:p>
    <w:p w:rsidR="00DB1809" w:rsidRPr="00292650" w:rsidRDefault="00DB1809" w:rsidP="003F4EBB">
      <w:pPr>
        <w:jc w:val="both"/>
        <w:rPr>
          <w:sz w:val="28"/>
          <w:szCs w:val="28"/>
        </w:rPr>
      </w:pPr>
    </w:p>
    <w:p w:rsidR="00003E58" w:rsidRPr="00292650" w:rsidRDefault="007A0EF9" w:rsidP="003F4EBB">
      <w:pPr>
        <w:jc w:val="both"/>
        <w:rPr>
          <w:sz w:val="28"/>
        </w:rPr>
      </w:pPr>
      <w:r w:rsidRPr="00292650">
        <w:rPr>
          <w:sz w:val="28"/>
          <w:szCs w:val="28"/>
        </w:rPr>
        <w:t xml:space="preserve">   </w:t>
      </w:r>
      <w:r w:rsidR="00D6576B" w:rsidRPr="00292650">
        <w:rPr>
          <w:sz w:val="28"/>
        </w:rPr>
        <w:t xml:space="preserve">    </w:t>
      </w:r>
      <w:r w:rsidR="00003E58" w:rsidRPr="00292650">
        <w:rPr>
          <w:sz w:val="28"/>
        </w:rPr>
        <w:t>С 2</w:t>
      </w:r>
      <w:r w:rsidR="00FF4FCD" w:rsidRPr="00292650">
        <w:rPr>
          <w:sz w:val="28"/>
        </w:rPr>
        <w:t>5</w:t>
      </w:r>
      <w:r w:rsidR="00003E58" w:rsidRPr="00292650">
        <w:rPr>
          <w:sz w:val="28"/>
        </w:rPr>
        <w:t xml:space="preserve"> января 201</w:t>
      </w:r>
      <w:r w:rsidR="00A457F0" w:rsidRPr="00292650">
        <w:rPr>
          <w:sz w:val="28"/>
        </w:rPr>
        <w:t>9</w:t>
      </w:r>
      <w:r w:rsidR="00850136" w:rsidRPr="00292650">
        <w:rPr>
          <w:sz w:val="28"/>
        </w:rPr>
        <w:t xml:space="preserve"> </w:t>
      </w:r>
      <w:r w:rsidR="00003E58" w:rsidRPr="00292650">
        <w:rPr>
          <w:sz w:val="28"/>
        </w:rPr>
        <w:t>года по 2</w:t>
      </w:r>
      <w:r w:rsidR="00FF4FCD" w:rsidRPr="00292650">
        <w:rPr>
          <w:sz w:val="28"/>
        </w:rPr>
        <w:t>5</w:t>
      </w:r>
      <w:r w:rsidR="00003E58" w:rsidRPr="00292650">
        <w:rPr>
          <w:sz w:val="28"/>
        </w:rPr>
        <w:t xml:space="preserve"> февраля 201</w:t>
      </w:r>
      <w:r w:rsidR="00A457F0" w:rsidRPr="00292650">
        <w:rPr>
          <w:sz w:val="28"/>
        </w:rPr>
        <w:t>9</w:t>
      </w:r>
      <w:r w:rsidR="00850136" w:rsidRPr="00292650">
        <w:rPr>
          <w:sz w:val="28"/>
        </w:rPr>
        <w:t xml:space="preserve"> </w:t>
      </w:r>
      <w:r w:rsidR="00003E58" w:rsidRPr="00292650">
        <w:rPr>
          <w:sz w:val="28"/>
        </w:rPr>
        <w:t xml:space="preserve">года </w:t>
      </w:r>
      <w:r w:rsidR="00003E58" w:rsidRPr="00292650">
        <w:rPr>
          <w:sz w:val="28"/>
          <w:szCs w:val="28"/>
        </w:rPr>
        <w:t xml:space="preserve">общеобразовательными организациями </w:t>
      </w:r>
      <w:r w:rsidR="00003E58" w:rsidRPr="00292650">
        <w:rPr>
          <w:sz w:val="28"/>
        </w:rPr>
        <w:t>был проведен ежегодный месячник оборонн</w:t>
      </w:r>
      <w:r w:rsidR="00A457F0" w:rsidRPr="00292650">
        <w:rPr>
          <w:sz w:val="28"/>
        </w:rPr>
        <w:t>о-массовой работы, посвященный 74</w:t>
      </w:r>
      <w:r w:rsidR="00003E58" w:rsidRPr="00292650">
        <w:rPr>
          <w:sz w:val="28"/>
        </w:rPr>
        <w:t>-й годовщине Победы в Великой Отечественной войне.</w:t>
      </w:r>
    </w:p>
    <w:p w:rsidR="00873DAA" w:rsidRPr="00292650" w:rsidRDefault="00873DAA" w:rsidP="00873DAA">
      <w:pPr>
        <w:pStyle w:val="20"/>
        <w:tabs>
          <w:tab w:val="num" w:pos="0"/>
        </w:tabs>
        <w:rPr>
          <w:szCs w:val="28"/>
        </w:rPr>
      </w:pPr>
      <w:r w:rsidRPr="00292650">
        <w:rPr>
          <w:szCs w:val="28"/>
        </w:rPr>
        <w:t xml:space="preserve">18 февраля 2019 года  состоялся муниципальный этап </w:t>
      </w:r>
      <w:r w:rsidRPr="00292650">
        <w:rPr>
          <w:bCs/>
          <w:szCs w:val="28"/>
        </w:rPr>
        <w:t>Всероссийского фестиваля детско-юношеского творчества «Таланты и поклонники»</w:t>
      </w:r>
      <w:r w:rsidRPr="00292650">
        <w:rPr>
          <w:szCs w:val="28"/>
        </w:rPr>
        <w:t>.</w:t>
      </w:r>
    </w:p>
    <w:p w:rsidR="00873DAA" w:rsidRPr="00292650" w:rsidRDefault="00873DAA" w:rsidP="00873DAA">
      <w:pPr>
        <w:rPr>
          <w:sz w:val="28"/>
          <w:szCs w:val="28"/>
        </w:rPr>
      </w:pPr>
      <w:r w:rsidRPr="00292650">
        <w:rPr>
          <w:sz w:val="28"/>
          <w:szCs w:val="28"/>
        </w:rPr>
        <w:t xml:space="preserve">          Победителями муниципального этапа, занявши</w:t>
      </w:r>
      <w:r w:rsidR="00222FC4" w:rsidRPr="00292650">
        <w:rPr>
          <w:sz w:val="28"/>
          <w:szCs w:val="28"/>
        </w:rPr>
        <w:t>ми</w:t>
      </w:r>
      <w:r w:rsidRPr="00292650">
        <w:rPr>
          <w:sz w:val="28"/>
          <w:szCs w:val="28"/>
        </w:rPr>
        <w:t xml:space="preserve"> 1 место стали: </w:t>
      </w:r>
    </w:p>
    <w:p w:rsidR="00873DAA" w:rsidRPr="00292650" w:rsidRDefault="00873DAA" w:rsidP="00873DAA">
      <w:pPr>
        <w:pStyle w:val="20"/>
        <w:overflowPunct w:val="0"/>
        <w:autoSpaceDE w:val="0"/>
        <w:autoSpaceDN w:val="0"/>
        <w:adjustRightInd w:val="0"/>
        <w:textAlignment w:val="baseline"/>
        <w:rPr>
          <w:szCs w:val="28"/>
        </w:rPr>
      </w:pPr>
      <w:r w:rsidRPr="00292650">
        <w:rPr>
          <w:szCs w:val="28"/>
        </w:rPr>
        <w:t>В номинации «Вокальное искусство»:</w:t>
      </w:r>
    </w:p>
    <w:p w:rsidR="00873DAA" w:rsidRPr="00292650" w:rsidRDefault="00873DAA" w:rsidP="00873DAA">
      <w:pPr>
        <w:jc w:val="both"/>
        <w:rPr>
          <w:sz w:val="28"/>
          <w:szCs w:val="28"/>
        </w:rPr>
      </w:pPr>
      <w:r w:rsidRPr="00292650">
        <w:rPr>
          <w:sz w:val="28"/>
        </w:rPr>
        <w:t xml:space="preserve">     1 место   -Малиновская Александра, песня «Шагни в огонь»,обучающаяся МБОУ Селивановской  СОШ</w:t>
      </w:r>
      <w:r w:rsidRPr="00292650">
        <w:rPr>
          <w:sz w:val="28"/>
          <w:szCs w:val="28"/>
        </w:rPr>
        <w:t>;</w:t>
      </w:r>
    </w:p>
    <w:p w:rsidR="00873DAA" w:rsidRPr="00292650" w:rsidRDefault="00873DAA" w:rsidP="0007787E">
      <w:pPr>
        <w:jc w:val="both"/>
        <w:rPr>
          <w:sz w:val="28"/>
        </w:rPr>
      </w:pPr>
      <w:r w:rsidRPr="00292650">
        <w:rPr>
          <w:sz w:val="28"/>
          <w:szCs w:val="28"/>
        </w:rPr>
        <w:t xml:space="preserve">                       - Коношко Данил, песня «О героях пожарных», обучающийся МБОУ Степано-Савченской ООШ;</w:t>
      </w:r>
    </w:p>
    <w:p w:rsidR="00873DAA" w:rsidRPr="00292650" w:rsidRDefault="00873DAA" w:rsidP="00873DAA">
      <w:pPr>
        <w:pStyle w:val="20"/>
        <w:overflowPunct w:val="0"/>
        <w:autoSpaceDE w:val="0"/>
        <w:autoSpaceDN w:val="0"/>
        <w:adjustRightInd w:val="0"/>
        <w:textAlignment w:val="baseline"/>
        <w:rPr>
          <w:bCs/>
          <w:szCs w:val="28"/>
        </w:rPr>
      </w:pPr>
    </w:p>
    <w:p w:rsidR="00873DAA" w:rsidRPr="00292650" w:rsidRDefault="00873DAA" w:rsidP="00873DAA">
      <w:pPr>
        <w:jc w:val="both"/>
        <w:rPr>
          <w:sz w:val="28"/>
        </w:rPr>
      </w:pPr>
      <w:r w:rsidRPr="00292650">
        <w:rPr>
          <w:sz w:val="28"/>
          <w:szCs w:val="28"/>
        </w:rPr>
        <w:t xml:space="preserve">        В номинации «Хореографическое искусство»</w:t>
      </w:r>
      <w:r w:rsidRPr="00292650">
        <w:rPr>
          <w:sz w:val="28"/>
        </w:rPr>
        <w:t xml:space="preserve">: </w:t>
      </w:r>
    </w:p>
    <w:p w:rsidR="00873DAA" w:rsidRPr="00292650" w:rsidRDefault="00873DAA" w:rsidP="00873DAA">
      <w:pPr>
        <w:jc w:val="both"/>
        <w:rPr>
          <w:sz w:val="28"/>
        </w:rPr>
      </w:pPr>
      <w:r w:rsidRPr="00292650">
        <w:rPr>
          <w:sz w:val="28"/>
          <w:szCs w:val="28"/>
        </w:rPr>
        <w:t xml:space="preserve">  1 место     </w:t>
      </w:r>
      <w:r w:rsidRPr="00292650">
        <w:rPr>
          <w:sz w:val="28"/>
        </w:rPr>
        <w:t>- танцевальный коллектив «Радуга»</w:t>
      </w:r>
      <w:r w:rsidR="00CE3103" w:rsidRPr="00292650">
        <w:rPr>
          <w:sz w:val="28"/>
        </w:rPr>
        <w:t>, танец «Музыка огня», обучающие</w:t>
      </w:r>
      <w:r w:rsidRPr="00292650">
        <w:rPr>
          <w:sz w:val="28"/>
        </w:rPr>
        <w:t>ся  МБОУ Россошанской ООШ;</w:t>
      </w:r>
    </w:p>
    <w:p w:rsidR="00873DAA" w:rsidRPr="00292650" w:rsidRDefault="00873DAA" w:rsidP="00873DAA">
      <w:pPr>
        <w:jc w:val="both"/>
        <w:rPr>
          <w:sz w:val="28"/>
        </w:rPr>
      </w:pPr>
      <w:r w:rsidRPr="00292650">
        <w:rPr>
          <w:sz w:val="28"/>
        </w:rPr>
        <w:t xml:space="preserve">       В номинации «Театральное искусство»:</w:t>
      </w:r>
    </w:p>
    <w:p w:rsidR="00873DAA" w:rsidRPr="00292650" w:rsidRDefault="00873DAA" w:rsidP="00873DAA">
      <w:pPr>
        <w:jc w:val="both"/>
        <w:rPr>
          <w:sz w:val="28"/>
          <w:szCs w:val="28"/>
        </w:rPr>
      </w:pPr>
      <w:r w:rsidRPr="00292650">
        <w:rPr>
          <w:sz w:val="28"/>
          <w:szCs w:val="28"/>
        </w:rPr>
        <w:t>Стихотворение:</w:t>
      </w:r>
    </w:p>
    <w:p w:rsidR="00873DAA" w:rsidRPr="00292650" w:rsidRDefault="00873DAA" w:rsidP="00873DAA">
      <w:pPr>
        <w:jc w:val="both"/>
        <w:rPr>
          <w:b/>
          <w:sz w:val="28"/>
          <w:szCs w:val="28"/>
        </w:rPr>
      </w:pPr>
      <w:r w:rsidRPr="00292650">
        <w:rPr>
          <w:sz w:val="28"/>
          <w:szCs w:val="28"/>
        </w:rPr>
        <w:t xml:space="preserve">    1 место  - Морозова Ульяна, стихотворение «Баллада о пожарном», обучающаяся МБОУ Первомайской   ООШ;</w:t>
      </w:r>
    </w:p>
    <w:p w:rsidR="00873DAA" w:rsidRPr="00292650" w:rsidRDefault="00873DAA" w:rsidP="00873DAA">
      <w:pPr>
        <w:tabs>
          <w:tab w:val="left" w:pos="8309"/>
        </w:tabs>
        <w:jc w:val="both"/>
        <w:rPr>
          <w:sz w:val="28"/>
          <w:szCs w:val="28"/>
        </w:rPr>
      </w:pPr>
      <w:r w:rsidRPr="00292650">
        <w:rPr>
          <w:sz w:val="28"/>
          <w:szCs w:val="28"/>
        </w:rPr>
        <w:t xml:space="preserve">        В номинации Литературно-музыкальная композиция:</w:t>
      </w:r>
    </w:p>
    <w:p w:rsidR="00873DAA" w:rsidRPr="00292650" w:rsidRDefault="00873DAA" w:rsidP="00873DAA">
      <w:pPr>
        <w:tabs>
          <w:tab w:val="left" w:pos="993"/>
          <w:tab w:val="left" w:pos="1418"/>
          <w:tab w:val="left" w:pos="8309"/>
        </w:tabs>
        <w:jc w:val="both"/>
        <w:rPr>
          <w:sz w:val="28"/>
          <w:szCs w:val="28"/>
        </w:rPr>
      </w:pPr>
      <w:r w:rsidRPr="00292650">
        <w:rPr>
          <w:sz w:val="28"/>
          <w:szCs w:val="28"/>
        </w:rPr>
        <w:t>1 место   -  коллектив «Планета детства», «Б</w:t>
      </w:r>
      <w:r w:rsidR="00CE3103" w:rsidRPr="00292650">
        <w:rPr>
          <w:sz w:val="28"/>
          <w:szCs w:val="28"/>
        </w:rPr>
        <w:t>уратино и его друзья», обучающие</w:t>
      </w:r>
      <w:r w:rsidRPr="00292650">
        <w:rPr>
          <w:sz w:val="28"/>
          <w:szCs w:val="28"/>
        </w:rPr>
        <w:t>ся МБОУ Маньково-Березовской СОШ;</w:t>
      </w:r>
    </w:p>
    <w:p w:rsidR="00873DAA" w:rsidRPr="00292650" w:rsidRDefault="00853A0F" w:rsidP="00873DAA">
      <w:pPr>
        <w:tabs>
          <w:tab w:val="left" w:pos="993"/>
          <w:tab w:val="left" w:pos="1418"/>
          <w:tab w:val="left" w:pos="8309"/>
        </w:tabs>
        <w:jc w:val="both"/>
        <w:rPr>
          <w:sz w:val="28"/>
          <w:szCs w:val="28"/>
        </w:rPr>
      </w:pPr>
      <w:r w:rsidRPr="00292650">
        <w:rPr>
          <w:sz w:val="28"/>
          <w:szCs w:val="28"/>
        </w:rPr>
        <w:t xml:space="preserve">               </w:t>
      </w:r>
      <w:r w:rsidR="00873DAA" w:rsidRPr="00292650">
        <w:rPr>
          <w:sz w:val="28"/>
          <w:szCs w:val="28"/>
        </w:rPr>
        <w:t xml:space="preserve">  - коллектив «Жемчужин</w:t>
      </w:r>
      <w:r w:rsidR="00CE3103" w:rsidRPr="00292650">
        <w:rPr>
          <w:sz w:val="28"/>
          <w:szCs w:val="28"/>
        </w:rPr>
        <w:t>ки», «Юные спасатели», обучающие</w:t>
      </w:r>
      <w:r w:rsidR="00873DAA" w:rsidRPr="00292650">
        <w:rPr>
          <w:sz w:val="28"/>
          <w:szCs w:val="28"/>
        </w:rPr>
        <w:t>ся МБОУ Милютинской СОШ;</w:t>
      </w:r>
    </w:p>
    <w:p w:rsidR="00873DAA" w:rsidRPr="00292650" w:rsidRDefault="00873DAA" w:rsidP="00873DAA">
      <w:pPr>
        <w:tabs>
          <w:tab w:val="left" w:pos="993"/>
          <w:tab w:val="left" w:pos="1418"/>
          <w:tab w:val="left" w:pos="8309"/>
        </w:tabs>
        <w:jc w:val="both"/>
        <w:rPr>
          <w:sz w:val="28"/>
          <w:szCs w:val="28"/>
        </w:rPr>
      </w:pPr>
      <w:r w:rsidRPr="00292650">
        <w:rPr>
          <w:sz w:val="28"/>
          <w:szCs w:val="28"/>
        </w:rPr>
        <w:t xml:space="preserve">                  - коллектив «Улыбка», «Говор</w:t>
      </w:r>
      <w:r w:rsidR="00CE3103" w:rsidRPr="00292650">
        <w:rPr>
          <w:sz w:val="28"/>
          <w:szCs w:val="28"/>
        </w:rPr>
        <w:t>им о пожарных России», обучающие</w:t>
      </w:r>
      <w:r w:rsidRPr="00292650">
        <w:rPr>
          <w:sz w:val="28"/>
          <w:szCs w:val="28"/>
        </w:rPr>
        <w:t>ся МБОУ Николо-Березовской СОШ;</w:t>
      </w:r>
    </w:p>
    <w:p w:rsidR="00873DAA" w:rsidRPr="00292650" w:rsidRDefault="00E1414B" w:rsidP="00873DAA">
      <w:pPr>
        <w:tabs>
          <w:tab w:val="left" w:pos="8309"/>
        </w:tabs>
        <w:jc w:val="both"/>
        <w:rPr>
          <w:sz w:val="28"/>
          <w:szCs w:val="28"/>
        </w:rPr>
      </w:pPr>
      <w:r w:rsidRPr="00292650">
        <w:rPr>
          <w:sz w:val="28"/>
          <w:szCs w:val="28"/>
        </w:rPr>
        <w:t xml:space="preserve">    Работы занявшие 1 места направлены на </w:t>
      </w:r>
      <w:r w:rsidR="00873DAA" w:rsidRPr="00292650">
        <w:rPr>
          <w:sz w:val="28"/>
          <w:szCs w:val="28"/>
        </w:rPr>
        <w:t xml:space="preserve">региональный этап </w:t>
      </w:r>
      <w:r w:rsidR="00873DAA" w:rsidRPr="00292650">
        <w:rPr>
          <w:bCs/>
          <w:sz w:val="28"/>
          <w:szCs w:val="28"/>
        </w:rPr>
        <w:t>Всероссийского</w:t>
      </w:r>
      <w:r w:rsidR="00873DAA" w:rsidRPr="00292650">
        <w:rPr>
          <w:sz w:val="28"/>
          <w:szCs w:val="28"/>
        </w:rPr>
        <w:t xml:space="preserve"> конкурса «Таланты и поклонники» в </w:t>
      </w:r>
      <w:r w:rsidR="00CE3103" w:rsidRPr="00292650">
        <w:rPr>
          <w:sz w:val="28"/>
          <w:szCs w:val="28"/>
        </w:rPr>
        <w:t>г. Ростов-на-Дону.</w:t>
      </w:r>
    </w:p>
    <w:p w:rsidR="00313867" w:rsidRPr="00292650" w:rsidRDefault="00313867" w:rsidP="003F4EBB">
      <w:pPr>
        <w:jc w:val="both"/>
        <w:rPr>
          <w:sz w:val="28"/>
          <w:szCs w:val="28"/>
        </w:rPr>
      </w:pPr>
    </w:p>
    <w:p w:rsidR="00313867" w:rsidRPr="00292650" w:rsidRDefault="002F1796" w:rsidP="00313867">
      <w:pPr>
        <w:jc w:val="both"/>
        <w:rPr>
          <w:sz w:val="28"/>
          <w:szCs w:val="28"/>
        </w:rPr>
      </w:pPr>
      <w:r w:rsidRPr="00292650">
        <w:rPr>
          <w:sz w:val="28"/>
          <w:szCs w:val="28"/>
        </w:rPr>
        <w:t xml:space="preserve">    1 марта  2019</w:t>
      </w:r>
      <w:r w:rsidR="00313867" w:rsidRPr="00292650">
        <w:rPr>
          <w:sz w:val="28"/>
          <w:szCs w:val="28"/>
        </w:rPr>
        <w:t xml:space="preserve"> года состоялся муниципальный этап смотра-конкурса на лучшую организацию работы по военно-патриотическому воспитанию учащихся в о</w:t>
      </w:r>
      <w:r w:rsidR="00CF1F6C" w:rsidRPr="00292650">
        <w:rPr>
          <w:sz w:val="28"/>
          <w:szCs w:val="28"/>
        </w:rPr>
        <w:t>бщеобразовательных организациях</w:t>
      </w:r>
      <w:r w:rsidRPr="00292650">
        <w:rPr>
          <w:sz w:val="28"/>
          <w:szCs w:val="28"/>
        </w:rPr>
        <w:t>.</w:t>
      </w:r>
    </w:p>
    <w:p w:rsidR="00313867" w:rsidRPr="00292650" w:rsidRDefault="002F1796" w:rsidP="00313867">
      <w:pPr>
        <w:jc w:val="both"/>
        <w:rPr>
          <w:sz w:val="28"/>
          <w:szCs w:val="28"/>
        </w:rPr>
      </w:pPr>
      <w:r w:rsidRPr="00292650">
        <w:rPr>
          <w:sz w:val="28"/>
          <w:szCs w:val="28"/>
        </w:rPr>
        <w:t>Победителями конкурса стали</w:t>
      </w:r>
      <w:r w:rsidR="00313867" w:rsidRPr="00292650">
        <w:rPr>
          <w:sz w:val="28"/>
          <w:szCs w:val="28"/>
        </w:rPr>
        <w:t>:</w:t>
      </w:r>
    </w:p>
    <w:p w:rsidR="002F1796" w:rsidRPr="00292650" w:rsidRDefault="002F1796" w:rsidP="002F1796">
      <w:pPr>
        <w:jc w:val="both"/>
        <w:rPr>
          <w:sz w:val="28"/>
          <w:szCs w:val="28"/>
        </w:rPr>
      </w:pPr>
      <w:r w:rsidRPr="00292650">
        <w:rPr>
          <w:sz w:val="28"/>
          <w:szCs w:val="28"/>
        </w:rPr>
        <w:t xml:space="preserve">     1 место -  МБОУ Степано- Савченская ООШ;</w:t>
      </w:r>
    </w:p>
    <w:p w:rsidR="002F1796" w:rsidRPr="00292650" w:rsidRDefault="002F1796" w:rsidP="002F1796">
      <w:pPr>
        <w:jc w:val="both"/>
        <w:rPr>
          <w:sz w:val="28"/>
          <w:szCs w:val="28"/>
        </w:rPr>
      </w:pPr>
    </w:p>
    <w:p w:rsidR="002F1796" w:rsidRPr="00292650" w:rsidRDefault="002F1796" w:rsidP="002F1796">
      <w:pPr>
        <w:jc w:val="both"/>
        <w:rPr>
          <w:sz w:val="28"/>
          <w:szCs w:val="28"/>
        </w:rPr>
      </w:pPr>
      <w:r w:rsidRPr="00292650">
        <w:rPr>
          <w:sz w:val="28"/>
          <w:szCs w:val="28"/>
        </w:rPr>
        <w:t xml:space="preserve">      2 место - МБОУ Николо-Березовская СОШ, МБОУ Петровская СОШ;</w:t>
      </w:r>
    </w:p>
    <w:p w:rsidR="002F1796" w:rsidRPr="00292650" w:rsidRDefault="002F1796" w:rsidP="002F1796">
      <w:pPr>
        <w:jc w:val="both"/>
        <w:rPr>
          <w:sz w:val="28"/>
          <w:szCs w:val="28"/>
        </w:rPr>
      </w:pPr>
    </w:p>
    <w:p w:rsidR="002F1796" w:rsidRPr="00292650" w:rsidRDefault="002F1796" w:rsidP="002F1796">
      <w:pPr>
        <w:jc w:val="both"/>
        <w:rPr>
          <w:sz w:val="28"/>
          <w:szCs w:val="28"/>
        </w:rPr>
      </w:pPr>
      <w:r w:rsidRPr="00292650">
        <w:rPr>
          <w:sz w:val="28"/>
          <w:szCs w:val="28"/>
        </w:rPr>
        <w:t xml:space="preserve">      3 место - МБОУ Первомайская ООШ.</w:t>
      </w:r>
    </w:p>
    <w:p w:rsidR="00313867" w:rsidRPr="00292650" w:rsidRDefault="002F1796" w:rsidP="00C2104E">
      <w:pPr>
        <w:pStyle w:val="31"/>
        <w:jc w:val="both"/>
        <w:rPr>
          <w:b w:val="0"/>
          <w:szCs w:val="28"/>
        </w:rPr>
      </w:pPr>
      <w:r w:rsidRPr="00292650">
        <w:rPr>
          <w:b w:val="0"/>
          <w:szCs w:val="28"/>
        </w:rPr>
        <w:t xml:space="preserve">     Работа занявшая 1 место направлена в министерство общего  и профессионального образования для участия в областном этапе конкурса.</w:t>
      </w:r>
    </w:p>
    <w:p w:rsidR="00C2104E" w:rsidRPr="00292650" w:rsidRDefault="00C2104E" w:rsidP="00C2104E">
      <w:pPr>
        <w:jc w:val="both"/>
        <w:rPr>
          <w:sz w:val="28"/>
          <w:szCs w:val="28"/>
        </w:rPr>
      </w:pPr>
    </w:p>
    <w:p w:rsidR="00C2104E" w:rsidRPr="00292650" w:rsidRDefault="00C2104E" w:rsidP="00C2104E">
      <w:pPr>
        <w:jc w:val="both"/>
        <w:rPr>
          <w:sz w:val="28"/>
          <w:szCs w:val="28"/>
        </w:rPr>
      </w:pPr>
      <w:r w:rsidRPr="00292650">
        <w:rPr>
          <w:sz w:val="28"/>
          <w:szCs w:val="28"/>
        </w:rPr>
        <w:t xml:space="preserve">    </w:t>
      </w:r>
      <w:r w:rsidR="00574A39" w:rsidRPr="00292650">
        <w:rPr>
          <w:sz w:val="28"/>
          <w:szCs w:val="28"/>
        </w:rPr>
        <w:t>11</w:t>
      </w:r>
      <w:r w:rsidRPr="00292650">
        <w:rPr>
          <w:sz w:val="28"/>
          <w:szCs w:val="28"/>
        </w:rPr>
        <w:t xml:space="preserve"> марта 2019 года  был проведен  муниципальный этап Всероссийского конкурса юных чтецов «Живая классика 2019», в котором приняли участие обучающиеся из 12 общеобразовательных организаций.</w:t>
      </w:r>
    </w:p>
    <w:p w:rsidR="00C2104E" w:rsidRPr="00292650" w:rsidRDefault="00C2104E" w:rsidP="00C2104E">
      <w:pPr>
        <w:jc w:val="both"/>
        <w:rPr>
          <w:sz w:val="28"/>
          <w:szCs w:val="28"/>
        </w:rPr>
      </w:pPr>
      <w:r w:rsidRPr="00292650">
        <w:rPr>
          <w:sz w:val="28"/>
          <w:szCs w:val="28"/>
        </w:rPr>
        <w:lastRenderedPageBreak/>
        <w:t xml:space="preserve">На основании решения жюри победителями </w:t>
      </w:r>
      <w:r w:rsidR="00100A64" w:rsidRPr="00292650">
        <w:rPr>
          <w:sz w:val="28"/>
          <w:szCs w:val="28"/>
        </w:rPr>
        <w:t>муниципального этапа</w:t>
      </w:r>
      <w:r w:rsidRPr="00292650">
        <w:rPr>
          <w:sz w:val="28"/>
          <w:szCs w:val="28"/>
        </w:rPr>
        <w:t xml:space="preserve"> Всероссийского конкурса юных чтецов «Живая классика» были признаны:</w:t>
      </w:r>
    </w:p>
    <w:p w:rsidR="00574A39" w:rsidRPr="00292650" w:rsidRDefault="00574A39" w:rsidP="00574A39">
      <w:pPr>
        <w:spacing w:line="276" w:lineRule="auto"/>
        <w:jc w:val="both"/>
        <w:rPr>
          <w:bCs/>
          <w:sz w:val="28"/>
          <w:szCs w:val="28"/>
        </w:rPr>
      </w:pPr>
      <w:r w:rsidRPr="00292650">
        <w:rPr>
          <w:sz w:val="28"/>
          <w:szCs w:val="28"/>
        </w:rPr>
        <w:t xml:space="preserve">         - </w:t>
      </w:r>
      <w:r w:rsidRPr="00292650">
        <w:rPr>
          <w:bCs/>
          <w:sz w:val="28"/>
          <w:szCs w:val="28"/>
        </w:rPr>
        <w:t>Брусова Яна, обучающаяся МБОУ Милютинской  СОШ;</w:t>
      </w:r>
    </w:p>
    <w:p w:rsidR="00574A39" w:rsidRPr="00292650" w:rsidRDefault="00574A39" w:rsidP="00574A39">
      <w:pPr>
        <w:spacing w:line="276" w:lineRule="auto"/>
        <w:jc w:val="both"/>
        <w:rPr>
          <w:bCs/>
          <w:sz w:val="28"/>
          <w:szCs w:val="28"/>
        </w:rPr>
      </w:pPr>
      <w:r w:rsidRPr="00292650">
        <w:rPr>
          <w:bCs/>
          <w:sz w:val="28"/>
          <w:szCs w:val="28"/>
        </w:rPr>
        <w:t xml:space="preserve">         - Яровая Анастасия, обучающаяся МБОУ Новодмитриевской СОШ;</w:t>
      </w:r>
    </w:p>
    <w:p w:rsidR="00574A39" w:rsidRPr="00292650" w:rsidRDefault="00574A39" w:rsidP="00574A39">
      <w:pPr>
        <w:spacing w:line="276" w:lineRule="auto"/>
        <w:jc w:val="both"/>
        <w:rPr>
          <w:bCs/>
          <w:sz w:val="28"/>
          <w:szCs w:val="28"/>
        </w:rPr>
      </w:pPr>
      <w:r w:rsidRPr="00292650">
        <w:rPr>
          <w:bCs/>
          <w:sz w:val="28"/>
          <w:szCs w:val="28"/>
        </w:rPr>
        <w:t xml:space="preserve">         - Маслак Ксения, обучающаяся МБОУ Степано-Савченской ООШ.</w:t>
      </w:r>
    </w:p>
    <w:p w:rsidR="00C2104E" w:rsidRPr="00292650" w:rsidRDefault="00BA6D88" w:rsidP="00C2104E">
      <w:pPr>
        <w:pStyle w:val="31"/>
        <w:jc w:val="both"/>
        <w:rPr>
          <w:b w:val="0"/>
          <w:szCs w:val="28"/>
        </w:rPr>
      </w:pPr>
      <w:r w:rsidRPr="00292650">
        <w:rPr>
          <w:b w:val="0"/>
          <w:szCs w:val="28"/>
        </w:rPr>
        <w:t xml:space="preserve">    Обучающиеся, занявшие 1-е мес</w:t>
      </w:r>
      <w:r w:rsidR="00CE3103" w:rsidRPr="00292650">
        <w:rPr>
          <w:b w:val="0"/>
          <w:szCs w:val="28"/>
        </w:rPr>
        <w:t>то в муниципальном этапе, приняли</w:t>
      </w:r>
      <w:r w:rsidRPr="00292650">
        <w:rPr>
          <w:b w:val="0"/>
          <w:szCs w:val="28"/>
        </w:rPr>
        <w:t xml:space="preserve">  участие в областном этапе Всероссийского конкурса юных чтецов «Живая классика», </w:t>
      </w:r>
      <w:r w:rsidRPr="00292650">
        <w:rPr>
          <w:b w:val="0"/>
          <w:bCs w:val="0"/>
          <w:szCs w:val="28"/>
        </w:rPr>
        <w:t xml:space="preserve">5 апреля 2019 </w:t>
      </w:r>
      <w:r w:rsidRPr="00292650">
        <w:rPr>
          <w:b w:val="0"/>
          <w:szCs w:val="28"/>
        </w:rPr>
        <w:t>года в г. Ростове – на - Дону, ГБУ ДО РО «Региональный центр выявления и поддержки о</w:t>
      </w:r>
      <w:r w:rsidR="00CE3103" w:rsidRPr="00292650">
        <w:rPr>
          <w:b w:val="0"/>
          <w:szCs w:val="28"/>
        </w:rPr>
        <w:t>даренных детей «Ступени успеха» (участие).</w:t>
      </w:r>
    </w:p>
    <w:p w:rsidR="00313867" w:rsidRPr="00292650" w:rsidRDefault="00313867" w:rsidP="00FF7D47">
      <w:pPr>
        <w:tabs>
          <w:tab w:val="left" w:pos="4860"/>
          <w:tab w:val="left" w:pos="8295"/>
        </w:tabs>
        <w:jc w:val="both"/>
        <w:rPr>
          <w:sz w:val="28"/>
          <w:szCs w:val="28"/>
        </w:rPr>
      </w:pPr>
      <w:r w:rsidRPr="00292650">
        <w:rPr>
          <w:sz w:val="28"/>
          <w:szCs w:val="28"/>
        </w:rPr>
        <w:t xml:space="preserve">  </w:t>
      </w:r>
      <w:r w:rsidR="00B357A3" w:rsidRPr="00292650">
        <w:rPr>
          <w:sz w:val="28"/>
          <w:szCs w:val="28"/>
        </w:rPr>
        <w:t xml:space="preserve"> </w:t>
      </w:r>
      <w:r w:rsidRPr="00292650">
        <w:rPr>
          <w:sz w:val="28"/>
          <w:szCs w:val="28"/>
        </w:rPr>
        <w:t>1</w:t>
      </w:r>
      <w:r w:rsidR="00B357A3" w:rsidRPr="00292650">
        <w:rPr>
          <w:sz w:val="28"/>
          <w:szCs w:val="28"/>
        </w:rPr>
        <w:t>5 марта 2019</w:t>
      </w:r>
      <w:r w:rsidRPr="00292650">
        <w:rPr>
          <w:sz w:val="28"/>
          <w:szCs w:val="28"/>
        </w:rPr>
        <w:t xml:space="preserve"> года состоялся </w:t>
      </w:r>
      <w:r w:rsidR="00FF7D47" w:rsidRPr="00292650">
        <w:rPr>
          <w:sz w:val="28"/>
          <w:szCs w:val="28"/>
        </w:rPr>
        <w:t xml:space="preserve">  муниципальный этап </w:t>
      </w:r>
      <w:r w:rsidRPr="00292650">
        <w:rPr>
          <w:bCs/>
          <w:sz w:val="28"/>
          <w:szCs w:val="28"/>
        </w:rPr>
        <w:t>Всероссийского конкурса  детско-юношеского творчества по пожарной безопасности  «Неопалимая купина»</w:t>
      </w:r>
      <w:r w:rsidRPr="00292650">
        <w:rPr>
          <w:sz w:val="28"/>
          <w:szCs w:val="28"/>
        </w:rPr>
        <w:t xml:space="preserve"> </w:t>
      </w:r>
    </w:p>
    <w:p w:rsidR="002F5FEA" w:rsidRPr="00292650" w:rsidRDefault="00FF7D47" w:rsidP="00CF1F6C">
      <w:pPr>
        <w:tabs>
          <w:tab w:val="center" w:pos="5102"/>
        </w:tabs>
        <w:jc w:val="both"/>
        <w:rPr>
          <w:sz w:val="28"/>
          <w:szCs w:val="28"/>
        </w:rPr>
      </w:pPr>
      <w:r w:rsidRPr="00292650">
        <w:rPr>
          <w:sz w:val="28"/>
          <w:szCs w:val="28"/>
        </w:rPr>
        <w:t>Победителями</w:t>
      </w:r>
      <w:r w:rsidR="002F5FEA" w:rsidRPr="00292650">
        <w:rPr>
          <w:sz w:val="28"/>
          <w:szCs w:val="28"/>
        </w:rPr>
        <w:t xml:space="preserve"> и призерами</w:t>
      </w:r>
      <w:r w:rsidRPr="00292650">
        <w:rPr>
          <w:sz w:val="28"/>
          <w:szCs w:val="28"/>
        </w:rPr>
        <w:t xml:space="preserve"> конкурса стали:</w:t>
      </w:r>
    </w:p>
    <w:p w:rsidR="002F5FEA" w:rsidRPr="00292650" w:rsidRDefault="002F5FEA" w:rsidP="002606CF">
      <w:pPr>
        <w:numPr>
          <w:ilvl w:val="1"/>
          <w:numId w:val="1"/>
        </w:numPr>
        <w:overflowPunct w:val="0"/>
        <w:autoSpaceDE w:val="0"/>
        <w:autoSpaceDN w:val="0"/>
        <w:adjustRightInd w:val="0"/>
        <w:jc w:val="both"/>
        <w:textAlignment w:val="baseline"/>
        <w:rPr>
          <w:b/>
          <w:sz w:val="28"/>
          <w:szCs w:val="28"/>
        </w:rPr>
      </w:pPr>
      <w:r w:rsidRPr="00292650">
        <w:rPr>
          <w:b/>
          <w:sz w:val="28"/>
          <w:szCs w:val="28"/>
        </w:rPr>
        <w:t>В номинации «Художественно-изобразительное творчество»:</w:t>
      </w:r>
    </w:p>
    <w:p w:rsidR="002F5FEA" w:rsidRPr="00292650" w:rsidRDefault="002F5FEA" w:rsidP="002606CF">
      <w:pPr>
        <w:ind w:left="426"/>
        <w:jc w:val="both"/>
        <w:rPr>
          <w:b/>
          <w:sz w:val="28"/>
        </w:rPr>
      </w:pPr>
      <w:r w:rsidRPr="00292650">
        <w:rPr>
          <w:b/>
          <w:sz w:val="28"/>
        </w:rPr>
        <w:t xml:space="preserve">    </w:t>
      </w:r>
    </w:p>
    <w:p w:rsidR="002F5FEA" w:rsidRPr="00292650" w:rsidRDefault="002F5FEA" w:rsidP="002606CF">
      <w:pPr>
        <w:ind w:left="426"/>
        <w:jc w:val="both"/>
        <w:rPr>
          <w:sz w:val="28"/>
          <w:szCs w:val="28"/>
        </w:rPr>
      </w:pPr>
      <w:r w:rsidRPr="00292650">
        <w:rPr>
          <w:b/>
          <w:sz w:val="28"/>
        </w:rPr>
        <w:t xml:space="preserve">    1 место</w:t>
      </w:r>
      <w:r w:rsidRPr="00292650">
        <w:rPr>
          <w:sz w:val="28"/>
        </w:rPr>
        <w:t xml:space="preserve"> </w:t>
      </w:r>
      <w:r w:rsidRPr="00292650">
        <w:rPr>
          <w:b/>
          <w:sz w:val="28"/>
          <w:szCs w:val="28"/>
        </w:rPr>
        <w:t>–</w:t>
      </w:r>
      <w:r w:rsidRPr="00292650">
        <w:rPr>
          <w:sz w:val="28"/>
          <w:szCs w:val="28"/>
        </w:rPr>
        <w:t xml:space="preserve">Косогорская Дарья,воспитанница МБДОУ д/с№ 3     </w:t>
      </w:r>
    </w:p>
    <w:p w:rsidR="002F5FEA" w:rsidRPr="00292650" w:rsidRDefault="002F5FEA" w:rsidP="002606CF">
      <w:pPr>
        <w:ind w:left="426"/>
        <w:jc w:val="both"/>
        <w:rPr>
          <w:sz w:val="28"/>
          <w:szCs w:val="28"/>
        </w:rPr>
      </w:pPr>
      <w:r w:rsidRPr="00292650">
        <w:rPr>
          <w:b/>
          <w:sz w:val="28"/>
        </w:rPr>
        <w:t xml:space="preserve">     </w:t>
      </w:r>
      <w:r w:rsidRPr="00292650">
        <w:rPr>
          <w:sz w:val="28"/>
          <w:szCs w:val="28"/>
        </w:rPr>
        <w:t>х.Нижнепетровского;</w:t>
      </w:r>
    </w:p>
    <w:p w:rsidR="002F5FEA" w:rsidRPr="00292650" w:rsidRDefault="002F5FEA" w:rsidP="002606CF">
      <w:pPr>
        <w:jc w:val="both"/>
        <w:rPr>
          <w:sz w:val="28"/>
        </w:rPr>
      </w:pPr>
      <w:r w:rsidRPr="00292650">
        <w:rPr>
          <w:b/>
          <w:sz w:val="28"/>
          <w:szCs w:val="28"/>
        </w:rPr>
        <w:t xml:space="preserve">        - </w:t>
      </w:r>
      <w:r w:rsidRPr="00292650">
        <w:rPr>
          <w:sz w:val="28"/>
          <w:szCs w:val="28"/>
        </w:rPr>
        <w:t>Смалюк Александр, обучающийся МБОУ Маньково-Березовской СОШ;</w:t>
      </w:r>
    </w:p>
    <w:p w:rsidR="002F5FEA" w:rsidRPr="00292650" w:rsidRDefault="002F5FEA" w:rsidP="002606CF">
      <w:pPr>
        <w:ind w:left="426"/>
        <w:jc w:val="both"/>
        <w:rPr>
          <w:sz w:val="28"/>
        </w:rPr>
      </w:pPr>
      <w:r w:rsidRPr="00292650">
        <w:rPr>
          <w:sz w:val="28"/>
        </w:rPr>
        <w:t xml:space="preserve">   - Шаповалова Алина, обучающаяся МБОУ Селивановской СОШ;</w:t>
      </w:r>
    </w:p>
    <w:p w:rsidR="002F5FEA" w:rsidRPr="00292650" w:rsidRDefault="002F5FEA" w:rsidP="002606CF">
      <w:pPr>
        <w:jc w:val="both"/>
        <w:rPr>
          <w:b/>
          <w:sz w:val="28"/>
        </w:rPr>
      </w:pPr>
      <w:r w:rsidRPr="00292650">
        <w:rPr>
          <w:b/>
          <w:sz w:val="28"/>
        </w:rPr>
        <w:t xml:space="preserve">           </w:t>
      </w:r>
    </w:p>
    <w:p w:rsidR="002F5FEA" w:rsidRPr="00292650" w:rsidRDefault="002F5FEA" w:rsidP="002606CF">
      <w:pPr>
        <w:jc w:val="both"/>
        <w:rPr>
          <w:sz w:val="28"/>
        </w:rPr>
      </w:pPr>
      <w:r w:rsidRPr="00292650">
        <w:rPr>
          <w:b/>
          <w:sz w:val="28"/>
        </w:rPr>
        <w:t xml:space="preserve">          2</w:t>
      </w:r>
      <w:r w:rsidR="001410F2" w:rsidRPr="00292650">
        <w:rPr>
          <w:b/>
          <w:sz w:val="28"/>
        </w:rPr>
        <w:t xml:space="preserve"> </w:t>
      </w:r>
      <w:r w:rsidRPr="00292650">
        <w:rPr>
          <w:b/>
          <w:sz w:val="28"/>
        </w:rPr>
        <w:t>место</w:t>
      </w:r>
      <w:r w:rsidRPr="00292650">
        <w:rPr>
          <w:sz w:val="28"/>
        </w:rPr>
        <w:t xml:space="preserve"> </w:t>
      </w:r>
      <w:r w:rsidRPr="00292650">
        <w:rPr>
          <w:b/>
          <w:sz w:val="28"/>
          <w:szCs w:val="28"/>
        </w:rPr>
        <w:t xml:space="preserve">– </w:t>
      </w:r>
      <w:r w:rsidRPr="00292650">
        <w:rPr>
          <w:sz w:val="28"/>
          <w:szCs w:val="28"/>
        </w:rPr>
        <w:t>Чекулаева Екатерина, обучающаяся МБОУ Лукичевской СОШ;</w:t>
      </w:r>
    </w:p>
    <w:p w:rsidR="002F5FEA" w:rsidRPr="00292650" w:rsidRDefault="002F5FEA" w:rsidP="002606CF">
      <w:pPr>
        <w:ind w:left="720"/>
        <w:jc w:val="both"/>
        <w:rPr>
          <w:sz w:val="28"/>
        </w:rPr>
      </w:pPr>
      <w:r w:rsidRPr="00292650">
        <w:rPr>
          <w:sz w:val="28"/>
        </w:rPr>
        <w:t xml:space="preserve"> - Симончук Арсений, воспитанник МБДОУ д/с № 2 ст.Селивановской;</w:t>
      </w:r>
    </w:p>
    <w:p w:rsidR="002F5FEA" w:rsidRPr="00292650" w:rsidRDefault="002F5FEA" w:rsidP="002606CF">
      <w:pPr>
        <w:ind w:left="426"/>
        <w:jc w:val="both"/>
        <w:rPr>
          <w:sz w:val="28"/>
        </w:rPr>
      </w:pPr>
      <w:r w:rsidRPr="00292650">
        <w:rPr>
          <w:sz w:val="28"/>
        </w:rPr>
        <w:t xml:space="preserve">     - Маргунова Вера, обучающаяся МБОУ Россошанской ООШ;</w:t>
      </w:r>
    </w:p>
    <w:p w:rsidR="002F5FEA" w:rsidRPr="00292650" w:rsidRDefault="002F5FEA" w:rsidP="002606CF">
      <w:pPr>
        <w:ind w:left="426"/>
        <w:jc w:val="both"/>
        <w:rPr>
          <w:b/>
          <w:sz w:val="28"/>
        </w:rPr>
      </w:pPr>
      <w:r w:rsidRPr="00292650">
        <w:rPr>
          <w:b/>
          <w:sz w:val="28"/>
        </w:rPr>
        <w:t xml:space="preserve"> </w:t>
      </w:r>
    </w:p>
    <w:p w:rsidR="002F5FEA" w:rsidRPr="00292650" w:rsidRDefault="002F5FEA" w:rsidP="002606CF">
      <w:pPr>
        <w:ind w:left="426"/>
        <w:jc w:val="both"/>
        <w:rPr>
          <w:sz w:val="28"/>
        </w:rPr>
      </w:pPr>
      <w:r w:rsidRPr="00292650">
        <w:rPr>
          <w:b/>
          <w:sz w:val="28"/>
        </w:rPr>
        <w:t xml:space="preserve">      3место</w:t>
      </w:r>
      <w:r w:rsidRPr="00292650">
        <w:rPr>
          <w:sz w:val="28"/>
        </w:rPr>
        <w:t>- Ананьев Даниил, обучающийся МБОУ Милютинской СОШ.</w:t>
      </w:r>
    </w:p>
    <w:p w:rsidR="002F5FEA" w:rsidRPr="00292650" w:rsidRDefault="002F5FEA" w:rsidP="002606CF">
      <w:pPr>
        <w:ind w:left="426"/>
        <w:jc w:val="both"/>
        <w:rPr>
          <w:b/>
          <w:sz w:val="28"/>
          <w:szCs w:val="28"/>
        </w:rPr>
      </w:pPr>
    </w:p>
    <w:p w:rsidR="002F5FEA" w:rsidRPr="00292650" w:rsidRDefault="002F5FEA" w:rsidP="002606CF">
      <w:pPr>
        <w:ind w:left="426"/>
        <w:jc w:val="both"/>
        <w:rPr>
          <w:sz w:val="28"/>
        </w:rPr>
      </w:pPr>
      <w:r w:rsidRPr="00292650">
        <w:rPr>
          <w:b/>
          <w:sz w:val="28"/>
          <w:szCs w:val="28"/>
        </w:rPr>
        <w:t xml:space="preserve">    1.2  В номинации «Декоративно–прикладное искусство»</w:t>
      </w:r>
      <w:r w:rsidRPr="00292650">
        <w:rPr>
          <w:sz w:val="28"/>
        </w:rPr>
        <w:t xml:space="preserve">: </w:t>
      </w:r>
    </w:p>
    <w:p w:rsidR="002F5FEA" w:rsidRPr="00292650" w:rsidRDefault="002F5FEA" w:rsidP="002606CF">
      <w:pPr>
        <w:ind w:left="720"/>
        <w:jc w:val="both"/>
        <w:rPr>
          <w:b/>
          <w:sz w:val="28"/>
          <w:szCs w:val="28"/>
        </w:rPr>
      </w:pPr>
    </w:p>
    <w:p w:rsidR="002F5FEA" w:rsidRPr="00292650" w:rsidRDefault="000F2FF7" w:rsidP="002606CF">
      <w:pPr>
        <w:jc w:val="both"/>
        <w:rPr>
          <w:sz w:val="28"/>
        </w:rPr>
      </w:pPr>
      <w:r w:rsidRPr="00292650">
        <w:rPr>
          <w:b/>
          <w:sz w:val="28"/>
          <w:szCs w:val="28"/>
        </w:rPr>
        <w:t xml:space="preserve">            </w:t>
      </w:r>
      <w:r w:rsidR="002F5FEA" w:rsidRPr="00292650">
        <w:rPr>
          <w:b/>
          <w:sz w:val="28"/>
          <w:szCs w:val="28"/>
        </w:rPr>
        <w:t>1 место</w:t>
      </w:r>
      <w:r w:rsidR="002F5FEA" w:rsidRPr="00292650">
        <w:rPr>
          <w:b/>
          <w:sz w:val="28"/>
        </w:rPr>
        <w:t xml:space="preserve"> –</w:t>
      </w:r>
      <w:r w:rsidR="002F5FEA" w:rsidRPr="00292650">
        <w:rPr>
          <w:sz w:val="28"/>
        </w:rPr>
        <w:t>Багаев</w:t>
      </w:r>
      <w:r w:rsidRPr="00292650">
        <w:rPr>
          <w:sz w:val="28"/>
        </w:rPr>
        <w:t>а Милана</w:t>
      </w:r>
      <w:r w:rsidR="002F5FEA" w:rsidRPr="00292650">
        <w:rPr>
          <w:sz w:val="28"/>
        </w:rPr>
        <w:t xml:space="preserve">, </w:t>
      </w:r>
      <w:r w:rsidRPr="00292650">
        <w:rPr>
          <w:sz w:val="28"/>
          <w:szCs w:val="28"/>
        </w:rPr>
        <w:t>обучающаяся</w:t>
      </w:r>
      <w:r w:rsidR="002F5FEA" w:rsidRPr="00292650">
        <w:rPr>
          <w:sz w:val="28"/>
          <w:szCs w:val="28"/>
        </w:rPr>
        <w:t xml:space="preserve"> МБОУ Маньково-Березовской СОШ</w:t>
      </w:r>
      <w:r w:rsidR="002F5FEA" w:rsidRPr="00292650">
        <w:rPr>
          <w:sz w:val="28"/>
        </w:rPr>
        <w:t>;</w:t>
      </w:r>
    </w:p>
    <w:p w:rsidR="002F5FEA" w:rsidRPr="00292650" w:rsidRDefault="002F5FEA" w:rsidP="002606CF">
      <w:pPr>
        <w:ind w:left="720"/>
        <w:jc w:val="both"/>
        <w:rPr>
          <w:sz w:val="28"/>
        </w:rPr>
      </w:pPr>
      <w:r w:rsidRPr="00292650">
        <w:rPr>
          <w:sz w:val="28"/>
        </w:rPr>
        <w:t xml:space="preserve">- </w:t>
      </w:r>
      <w:r w:rsidR="000F2FF7" w:rsidRPr="00292650">
        <w:rPr>
          <w:sz w:val="28"/>
        </w:rPr>
        <w:t>Сотникова</w:t>
      </w:r>
      <w:r w:rsidRPr="00292650">
        <w:rPr>
          <w:sz w:val="28"/>
        </w:rPr>
        <w:t xml:space="preserve"> Али</w:t>
      </w:r>
      <w:r w:rsidR="000F2FF7" w:rsidRPr="00292650">
        <w:rPr>
          <w:sz w:val="28"/>
        </w:rPr>
        <w:t>са, обучающаяся</w:t>
      </w:r>
      <w:r w:rsidRPr="00292650">
        <w:rPr>
          <w:sz w:val="28"/>
        </w:rPr>
        <w:t xml:space="preserve"> МБОУ Россошанской ООШ;</w:t>
      </w:r>
    </w:p>
    <w:p w:rsidR="002F5FEA" w:rsidRPr="00292650" w:rsidRDefault="000F2FF7" w:rsidP="002606CF">
      <w:pPr>
        <w:ind w:left="720"/>
        <w:jc w:val="both"/>
        <w:rPr>
          <w:sz w:val="28"/>
        </w:rPr>
      </w:pPr>
      <w:r w:rsidRPr="00292650">
        <w:rPr>
          <w:sz w:val="28"/>
        </w:rPr>
        <w:t>- Попова Валерия</w:t>
      </w:r>
      <w:r w:rsidR="002F5FEA" w:rsidRPr="00292650">
        <w:rPr>
          <w:sz w:val="28"/>
        </w:rPr>
        <w:t xml:space="preserve">, </w:t>
      </w:r>
      <w:r w:rsidRPr="00292650">
        <w:rPr>
          <w:sz w:val="28"/>
        </w:rPr>
        <w:t>обучающаяся</w:t>
      </w:r>
      <w:r w:rsidR="002F5FEA" w:rsidRPr="00292650">
        <w:rPr>
          <w:sz w:val="28"/>
        </w:rPr>
        <w:t xml:space="preserve"> МБОУ Милютинской СОШ;</w:t>
      </w:r>
    </w:p>
    <w:p w:rsidR="000F2FF7" w:rsidRPr="00292650" w:rsidRDefault="000F2FF7" w:rsidP="002606CF">
      <w:pPr>
        <w:ind w:left="720"/>
        <w:jc w:val="both"/>
        <w:rPr>
          <w:b/>
          <w:sz w:val="28"/>
        </w:rPr>
      </w:pPr>
    </w:p>
    <w:p w:rsidR="002F5FEA" w:rsidRPr="00292650" w:rsidRDefault="000F2FF7" w:rsidP="002606CF">
      <w:pPr>
        <w:ind w:left="720"/>
        <w:jc w:val="both"/>
        <w:rPr>
          <w:sz w:val="28"/>
        </w:rPr>
      </w:pPr>
      <w:r w:rsidRPr="00292650">
        <w:rPr>
          <w:b/>
          <w:sz w:val="28"/>
        </w:rPr>
        <w:t xml:space="preserve">  </w:t>
      </w:r>
      <w:r w:rsidR="002F5FEA" w:rsidRPr="00292650">
        <w:rPr>
          <w:b/>
          <w:sz w:val="28"/>
        </w:rPr>
        <w:t>2</w:t>
      </w:r>
      <w:r w:rsidR="001410F2" w:rsidRPr="00292650">
        <w:rPr>
          <w:b/>
          <w:sz w:val="28"/>
        </w:rPr>
        <w:t xml:space="preserve"> </w:t>
      </w:r>
      <w:r w:rsidR="002F5FEA" w:rsidRPr="00292650">
        <w:rPr>
          <w:b/>
          <w:sz w:val="28"/>
        </w:rPr>
        <w:t>место-</w:t>
      </w:r>
      <w:r w:rsidR="002F5FEA" w:rsidRPr="00292650">
        <w:rPr>
          <w:sz w:val="28"/>
        </w:rPr>
        <w:t xml:space="preserve"> </w:t>
      </w:r>
      <w:r w:rsidRPr="00292650">
        <w:rPr>
          <w:sz w:val="28"/>
        </w:rPr>
        <w:t xml:space="preserve"> Побединский Алексей, обучающийся</w:t>
      </w:r>
      <w:r w:rsidR="002F5FEA" w:rsidRPr="00292650">
        <w:rPr>
          <w:sz w:val="28"/>
        </w:rPr>
        <w:t xml:space="preserve"> МБОУ Милютинской СОШ;</w:t>
      </w:r>
    </w:p>
    <w:p w:rsidR="002F5FEA" w:rsidRPr="00292650" w:rsidRDefault="002F5FEA" w:rsidP="002606CF">
      <w:pPr>
        <w:jc w:val="both"/>
        <w:rPr>
          <w:sz w:val="28"/>
        </w:rPr>
      </w:pPr>
      <w:r w:rsidRPr="00292650">
        <w:rPr>
          <w:sz w:val="28"/>
        </w:rPr>
        <w:t xml:space="preserve">         </w:t>
      </w:r>
      <w:r w:rsidR="000F2FF7" w:rsidRPr="00292650">
        <w:rPr>
          <w:sz w:val="28"/>
        </w:rPr>
        <w:t>- Кривошлыкова Люба</w:t>
      </w:r>
      <w:r w:rsidRPr="00292650">
        <w:rPr>
          <w:sz w:val="28"/>
        </w:rPr>
        <w:t xml:space="preserve">, </w:t>
      </w:r>
      <w:r w:rsidR="000F2FF7" w:rsidRPr="00292650">
        <w:rPr>
          <w:sz w:val="28"/>
        </w:rPr>
        <w:t xml:space="preserve">обучающаяся </w:t>
      </w:r>
      <w:r w:rsidRPr="00292650">
        <w:rPr>
          <w:sz w:val="28"/>
        </w:rPr>
        <w:t>МБДОУ  Новодмитриевской СОШ;</w:t>
      </w:r>
    </w:p>
    <w:p w:rsidR="000F2FF7" w:rsidRPr="00292650" w:rsidRDefault="002F5FEA" w:rsidP="002606CF">
      <w:pPr>
        <w:jc w:val="both"/>
        <w:rPr>
          <w:b/>
          <w:sz w:val="28"/>
        </w:rPr>
      </w:pPr>
      <w:r w:rsidRPr="00292650">
        <w:rPr>
          <w:b/>
          <w:sz w:val="28"/>
        </w:rPr>
        <w:t xml:space="preserve">       </w:t>
      </w:r>
    </w:p>
    <w:p w:rsidR="002F5FEA" w:rsidRPr="00292650" w:rsidRDefault="000F2FF7" w:rsidP="002606CF">
      <w:pPr>
        <w:jc w:val="both"/>
        <w:rPr>
          <w:sz w:val="28"/>
        </w:rPr>
      </w:pPr>
      <w:r w:rsidRPr="00292650">
        <w:rPr>
          <w:b/>
          <w:sz w:val="28"/>
        </w:rPr>
        <w:t xml:space="preserve">         </w:t>
      </w:r>
      <w:r w:rsidR="002F5FEA" w:rsidRPr="00292650">
        <w:rPr>
          <w:b/>
          <w:sz w:val="28"/>
        </w:rPr>
        <w:t xml:space="preserve">  3</w:t>
      </w:r>
      <w:r w:rsidR="001410F2" w:rsidRPr="00292650">
        <w:rPr>
          <w:b/>
          <w:sz w:val="28"/>
        </w:rPr>
        <w:t xml:space="preserve"> </w:t>
      </w:r>
      <w:r w:rsidR="002F5FEA" w:rsidRPr="00292650">
        <w:rPr>
          <w:b/>
          <w:sz w:val="28"/>
        </w:rPr>
        <w:t>место-</w:t>
      </w:r>
      <w:r w:rsidR="002F5FEA" w:rsidRPr="00292650">
        <w:rPr>
          <w:sz w:val="28"/>
        </w:rPr>
        <w:t>Демьяненко У</w:t>
      </w:r>
      <w:r w:rsidRPr="00292650">
        <w:rPr>
          <w:sz w:val="28"/>
        </w:rPr>
        <w:t>льяна</w:t>
      </w:r>
      <w:r w:rsidR="002F5FEA" w:rsidRPr="00292650">
        <w:rPr>
          <w:sz w:val="28"/>
        </w:rPr>
        <w:t xml:space="preserve">, </w:t>
      </w:r>
      <w:r w:rsidRPr="00292650">
        <w:rPr>
          <w:sz w:val="28"/>
        </w:rPr>
        <w:t xml:space="preserve">обучающаяся </w:t>
      </w:r>
      <w:r w:rsidR="002F5FEA" w:rsidRPr="00292650">
        <w:rPr>
          <w:sz w:val="28"/>
        </w:rPr>
        <w:t xml:space="preserve"> МБОУ Маньково-Березовской СОШ;</w:t>
      </w:r>
    </w:p>
    <w:p w:rsidR="002F5FEA" w:rsidRPr="00292650" w:rsidRDefault="000F2FF7" w:rsidP="002606CF">
      <w:pPr>
        <w:ind w:left="720"/>
        <w:jc w:val="both"/>
        <w:rPr>
          <w:sz w:val="28"/>
        </w:rPr>
      </w:pPr>
      <w:r w:rsidRPr="00292650">
        <w:rPr>
          <w:sz w:val="28"/>
        </w:rPr>
        <w:t>- Ковалева Вероника</w:t>
      </w:r>
      <w:r w:rsidR="002F5FEA" w:rsidRPr="00292650">
        <w:rPr>
          <w:sz w:val="28"/>
        </w:rPr>
        <w:t>, обуч</w:t>
      </w:r>
      <w:r w:rsidRPr="00292650">
        <w:rPr>
          <w:sz w:val="28"/>
        </w:rPr>
        <w:t>ающаяся</w:t>
      </w:r>
      <w:r w:rsidR="002F5FEA" w:rsidRPr="00292650">
        <w:rPr>
          <w:sz w:val="28"/>
        </w:rPr>
        <w:t xml:space="preserve">  МБОУ Авангардовской ООШ;</w:t>
      </w:r>
    </w:p>
    <w:p w:rsidR="002F5FEA" w:rsidRPr="00292650" w:rsidRDefault="000F2FF7" w:rsidP="002606CF">
      <w:pPr>
        <w:ind w:left="720"/>
        <w:jc w:val="both"/>
        <w:rPr>
          <w:sz w:val="28"/>
        </w:rPr>
      </w:pPr>
      <w:r w:rsidRPr="00292650">
        <w:rPr>
          <w:sz w:val="28"/>
        </w:rPr>
        <w:t>- Сергалиева Алина, обучающаяся</w:t>
      </w:r>
      <w:r w:rsidR="002F5FEA" w:rsidRPr="00292650">
        <w:rPr>
          <w:sz w:val="28"/>
        </w:rPr>
        <w:t xml:space="preserve"> МБОУ Орловской НОШ.</w:t>
      </w:r>
    </w:p>
    <w:p w:rsidR="002F5FEA" w:rsidRPr="00292650" w:rsidRDefault="002F5FEA" w:rsidP="002606CF">
      <w:pPr>
        <w:ind w:left="720"/>
        <w:jc w:val="both"/>
        <w:rPr>
          <w:sz w:val="28"/>
        </w:rPr>
      </w:pPr>
    </w:p>
    <w:p w:rsidR="002F5FEA" w:rsidRPr="00292650" w:rsidRDefault="002F5FEA" w:rsidP="002F5FEA">
      <w:pPr>
        <w:ind w:left="1095"/>
        <w:jc w:val="both"/>
        <w:rPr>
          <w:b/>
          <w:sz w:val="28"/>
        </w:rPr>
      </w:pPr>
      <w:r w:rsidRPr="00292650">
        <w:rPr>
          <w:b/>
          <w:sz w:val="28"/>
        </w:rPr>
        <w:t>1.3  В номинации «Технические виды творчества»:</w:t>
      </w:r>
    </w:p>
    <w:p w:rsidR="002F5FEA" w:rsidRPr="00292650" w:rsidRDefault="002F5FEA" w:rsidP="002F5FEA">
      <w:pPr>
        <w:jc w:val="both"/>
        <w:rPr>
          <w:b/>
          <w:sz w:val="28"/>
        </w:rPr>
      </w:pPr>
    </w:p>
    <w:p w:rsidR="002F5FEA" w:rsidRPr="00292650" w:rsidRDefault="002F5FEA" w:rsidP="002F5FEA">
      <w:pPr>
        <w:jc w:val="both"/>
        <w:rPr>
          <w:sz w:val="28"/>
        </w:rPr>
      </w:pPr>
      <w:r w:rsidRPr="00292650">
        <w:rPr>
          <w:b/>
          <w:sz w:val="28"/>
        </w:rPr>
        <w:t xml:space="preserve">          1</w:t>
      </w:r>
      <w:r w:rsidR="001410F2" w:rsidRPr="00292650">
        <w:rPr>
          <w:b/>
          <w:sz w:val="28"/>
        </w:rPr>
        <w:t xml:space="preserve"> </w:t>
      </w:r>
      <w:r w:rsidRPr="00292650">
        <w:rPr>
          <w:b/>
          <w:sz w:val="28"/>
        </w:rPr>
        <w:t>место-</w:t>
      </w:r>
      <w:r w:rsidRPr="00292650">
        <w:rPr>
          <w:sz w:val="28"/>
        </w:rPr>
        <w:t xml:space="preserve"> Величко Демид, воспитанник МБДОУ д/с №10 сл.Маньково-Березовской;</w:t>
      </w:r>
    </w:p>
    <w:p w:rsidR="002F5FEA" w:rsidRPr="00292650" w:rsidRDefault="002F5FEA" w:rsidP="002F5FEA">
      <w:pPr>
        <w:jc w:val="both"/>
        <w:rPr>
          <w:sz w:val="28"/>
        </w:rPr>
      </w:pPr>
      <w:r w:rsidRPr="00292650">
        <w:rPr>
          <w:sz w:val="28"/>
        </w:rPr>
        <w:t xml:space="preserve">         - Головачё</w:t>
      </w:r>
      <w:r w:rsidR="00387027" w:rsidRPr="00292650">
        <w:rPr>
          <w:sz w:val="28"/>
        </w:rPr>
        <w:t>ва Валерия, обучающаяся</w:t>
      </w:r>
      <w:r w:rsidRPr="00292650">
        <w:rPr>
          <w:sz w:val="28"/>
        </w:rPr>
        <w:t xml:space="preserve"> МБОУ Степано-Савченской ООШ;</w:t>
      </w:r>
    </w:p>
    <w:p w:rsidR="002F5FEA" w:rsidRPr="00292650" w:rsidRDefault="00387027" w:rsidP="002F5FEA">
      <w:pPr>
        <w:jc w:val="both"/>
        <w:rPr>
          <w:sz w:val="28"/>
        </w:rPr>
      </w:pPr>
      <w:r w:rsidRPr="00292650">
        <w:rPr>
          <w:sz w:val="28"/>
        </w:rPr>
        <w:t xml:space="preserve">         - Коллективная работа</w:t>
      </w:r>
      <w:r w:rsidR="002F5FEA" w:rsidRPr="00292650">
        <w:rPr>
          <w:sz w:val="28"/>
        </w:rPr>
        <w:t>, обучающихся МБОУ Кутейниковской СОШ;</w:t>
      </w:r>
    </w:p>
    <w:p w:rsidR="002F5FEA" w:rsidRPr="00292650" w:rsidRDefault="002F5FEA" w:rsidP="002F5FEA">
      <w:pPr>
        <w:jc w:val="both"/>
        <w:rPr>
          <w:sz w:val="28"/>
        </w:rPr>
      </w:pPr>
      <w:r w:rsidRPr="00292650">
        <w:rPr>
          <w:sz w:val="28"/>
        </w:rPr>
        <w:t xml:space="preserve">         </w:t>
      </w:r>
      <w:r w:rsidRPr="00292650">
        <w:rPr>
          <w:b/>
          <w:sz w:val="28"/>
        </w:rPr>
        <w:t>2 место</w:t>
      </w:r>
      <w:r w:rsidRPr="00292650">
        <w:rPr>
          <w:sz w:val="28"/>
        </w:rPr>
        <w:t>- Садамов Ислам, воспитанник МБДОУ д/с № 9 «Зорюшка» х.Николовка;</w:t>
      </w:r>
    </w:p>
    <w:p w:rsidR="002F5FEA" w:rsidRPr="00292650" w:rsidRDefault="002F5FEA" w:rsidP="002F5FEA">
      <w:pPr>
        <w:tabs>
          <w:tab w:val="left" w:pos="9210"/>
        </w:tabs>
        <w:jc w:val="both"/>
        <w:rPr>
          <w:sz w:val="28"/>
        </w:rPr>
      </w:pPr>
      <w:r w:rsidRPr="00292650">
        <w:rPr>
          <w:sz w:val="28"/>
        </w:rPr>
        <w:t xml:space="preserve">         - Жуков Руслан, об</w:t>
      </w:r>
      <w:r w:rsidR="00387027" w:rsidRPr="00292650">
        <w:rPr>
          <w:sz w:val="28"/>
        </w:rPr>
        <w:t>учающийся</w:t>
      </w:r>
      <w:r w:rsidRPr="00292650">
        <w:rPr>
          <w:sz w:val="28"/>
        </w:rPr>
        <w:t xml:space="preserve"> МБОУ Первомайской ООШ;</w:t>
      </w:r>
    </w:p>
    <w:p w:rsidR="002F5FEA" w:rsidRPr="00292650" w:rsidRDefault="002F5FEA" w:rsidP="002F5FEA">
      <w:pPr>
        <w:tabs>
          <w:tab w:val="center" w:pos="5102"/>
        </w:tabs>
        <w:jc w:val="both"/>
        <w:rPr>
          <w:sz w:val="28"/>
          <w:szCs w:val="28"/>
        </w:rPr>
      </w:pPr>
      <w:r w:rsidRPr="00292650">
        <w:rPr>
          <w:sz w:val="28"/>
        </w:rPr>
        <w:t xml:space="preserve">         </w:t>
      </w:r>
      <w:r w:rsidR="00387027" w:rsidRPr="00292650">
        <w:rPr>
          <w:sz w:val="28"/>
        </w:rPr>
        <w:t>- Романова Елизавета</w:t>
      </w:r>
      <w:r w:rsidRPr="00292650">
        <w:rPr>
          <w:sz w:val="28"/>
        </w:rPr>
        <w:t>, о</w:t>
      </w:r>
      <w:r w:rsidR="00387027" w:rsidRPr="00292650">
        <w:rPr>
          <w:sz w:val="28"/>
        </w:rPr>
        <w:t>бучающаяся</w:t>
      </w:r>
      <w:r w:rsidRPr="00292650">
        <w:rPr>
          <w:sz w:val="28"/>
        </w:rPr>
        <w:t xml:space="preserve"> МБОУ Лукичевской СОШ.</w:t>
      </w:r>
    </w:p>
    <w:p w:rsidR="00497511" w:rsidRPr="00292650" w:rsidRDefault="00497511" w:rsidP="00497511">
      <w:pPr>
        <w:tabs>
          <w:tab w:val="left" w:pos="8309"/>
        </w:tabs>
        <w:jc w:val="both"/>
        <w:rPr>
          <w:sz w:val="28"/>
          <w:szCs w:val="28"/>
        </w:rPr>
      </w:pPr>
      <w:r w:rsidRPr="00292650">
        <w:rPr>
          <w:sz w:val="28"/>
          <w:szCs w:val="28"/>
        </w:rPr>
        <w:lastRenderedPageBreak/>
        <w:t xml:space="preserve">    Работы занявшие 1 места направлены на региональный этап </w:t>
      </w:r>
      <w:r w:rsidRPr="00292650">
        <w:rPr>
          <w:bCs/>
          <w:sz w:val="28"/>
          <w:szCs w:val="28"/>
        </w:rPr>
        <w:t>Всероссийского</w:t>
      </w:r>
      <w:r w:rsidRPr="00292650">
        <w:rPr>
          <w:sz w:val="28"/>
          <w:szCs w:val="28"/>
        </w:rPr>
        <w:t xml:space="preserve"> конкурса детско-юношеского творчества по пожарной безопасности  «Неополимая купина» в г. Ростов-на-Дону,ул. Красноармейская,136, РО ООО»ВДПО».</w:t>
      </w:r>
    </w:p>
    <w:p w:rsidR="00231FD3" w:rsidRPr="00292650" w:rsidRDefault="00231FD3" w:rsidP="00231FD3">
      <w:pPr>
        <w:tabs>
          <w:tab w:val="center" w:pos="5102"/>
        </w:tabs>
        <w:jc w:val="both"/>
        <w:rPr>
          <w:sz w:val="28"/>
          <w:szCs w:val="28"/>
        </w:rPr>
      </w:pPr>
    </w:p>
    <w:p w:rsidR="00CF1F6C" w:rsidRPr="00292650" w:rsidRDefault="00231FD3" w:rsidP="00231FD3">
      <w:pPr>
        <w:jc w:val="both"/>
        <w:rPr>
          <w:sz w:val="28"/>
          <w:szCs w:val="28"/>
        </w:rPr>
      </w:pPr>
      <w:r w:rsidRPr="00292650">
        <w:rPr>
          <w:sz w:val="28"/>
          <w:szCs w:val="28"/>
        </w:rPr>
        <w:t xml:space="preserve">          18 марта 2019 года во исполнение комплексного плана мероприятий по предупреждению дорожно-транспортных происшествий с участием несовершеннолетних на территории Ростовской области на 2018-2019 учебный год в РДК ст. Милютинская состоялся муниципальный этап областного конкурса «Новые дела ЮИД в детских садах»  </w:t>
      </w:r>
    </w:p>
    <w:p w:rsidR="00DD5EAD" w:rsidRPr="00292650" w:rsidRDefault="00DD5EAD" w:rsidP="00DD5EAD">
      <w:pPr>
        <w:jc w:val="both"/>
        <w:rPr>
          <w:sz w:val="28"/>
          <w:szCs w:val="28"/>
        </w:rPr>
      </w:pPr>
      <w:r w:rsidRPr="00292650">
        <w:rPr>
          <w:sz w:val="28"/>
          <w:szCs w:val="28"/>
        </w:rPr>
        <w:t>Победителями и призерами конкурса были признаны:</w:t>
      </w:r>
    </w:p>
    <w:p w:rsidR="00DD5EAD" w:rsidRPr="00292650" w:rsidRDefault="00DD5EAD" w:rsidP="00DD5EAD">
      <w:pPr>
        <w:jc w:val="both"/>
      </w:pPr>
      <w:r w:rsidRPr="00292650">
        <w:t xml:space="preserve">         </w:t>
      </w:r>
      <w:r w:rsidRPr="00292650">
        <w:rPr>
          <w:sz w:val="28"/>
        </w:rPr>
        <w:t xml:space="preserve"> 1 место-</w:t>
      </w:r>
      <w:r w:rsidRPr="00292650">
        <w:rPr>
          <w:sz w:val="28"/>
          <w:szCs w:val="28"/>
        </w:rPr>
        <w:t xml:space="preserve"> отряд ЮИД МБОУ Милютинской СОШ;    </w:t>
      </w:r>
    </w:p>
    <w:p w:rsidR="00DD5EAD" w:rsidRPr="00292650" w:rsidRDefault="00DD5EAD" w:rsidP="00DD5EAD">
      <w:pPr>
        <w:jc w:val="both"/>
        <w:rPr>
          <w:sz w:val="28"/>
          <w:szCs w:val="28"/>
        </w:rPr>
      </w:pPr>
      <w:r w:rsidRPr="00292650">
        <w:rPr>
          <w:sz w:val="28"/>
          <w:szCs w:val="28"/>
        </w:rPr>
        <w:t xml:space="preserve">    </w:t>
      </w:r>
      <w:r w:rsidRPr="00292650">
        <w:rPr>
          <w:sz w:val="28"/>
        </w:rPr>
        <w:t xml:space="preserve">     2 место- </w:t>
      </w:r>
      <w:r w:rsidRPr="00292650">
        <w:rPr>
          <w:sz w:val="28"/>
          <w:szCs w:val="28"/>
        </w:rPr>
        <w:t>отряд ЮИД МБОУ Маньково-Березовской СОШ;</w:t>
      </w:r>
    </w:p>
    <w:p w:rsidR="00DD5EAD" w:rsidRPr="00292650" w:rsidRDefault="00DD5EAD" w:rsidP="00DD5EAD">
      <w:pPr>
        <w:jc w:val="both"/>
        <w:rPr>
          <w:sz w:val="28"/>
          <w:szCs w:val="28"/>
        </w:rPr>
      </w:pPr>
      <w:r w:rsidRPr="00292650">
        <w:rPr>
          <w:sz w:val="28"/>
          <w:szCs w:val="28"/>
        </w:rPr>
        <w:t xml:space="preserve">                     отряд ЮИД МБОУ Николо-Березовской СОШ;</w:t>
      </w:r>
    </w:p>
    <w:p w:rsidR="00DD5EAD" w:rsidRPr="00292650" w:rsidRDefault="00DD5EAD" w:rsidP="00DD5EAD">
      <w:pPr>
        <w:jc w:val="both"/>
        <w:rPr>
          <w:sz w:val="28"/>
          <w:szCs w:val="28"/>
        </w:rPr>
      </w:pPr>
      <w:r w:rsidRPr="00292650">
        <w:rPr>
          <w:sz w:val="28"/>
          <w:szCs w:val="28"/>
        </w:rPr>
        <w:t xml:space="preserve">                     отряд ЮИД МБОУ Первомайской ООШ;</w:t>
      </w:r>
    </w:p>
    <w:p w:rsidR="00DD5EAD" w:rsidRPr="00292650" w:rsidRDefault="00DD5EAD" w:rsidP="00DD5EAD">
      <w:pPr>
        <w:jc w:val="both"/>
        <w:rPr>
          <w:sz w:val="28"/>
          <w:szCs w:val="28"/>
        </w:rPr>
      </w:pPr>
      <w:r w:rsidRPr="00292650">
        <w:rPr>
          <w:sz w:val="28"/>
          <w:szCs w:val="28"/>
        </w:rPr>
        <w:t xml:space="preserve">                     отряд ЮИД МБОУ Селивановской  СОШ;</w:t>
      </w:r>
    </w:p>
    <w:p w:rsidR="00DD5EAD" w:rsidRPr="00292650" w:rsidRDefault="00DD5EAD" w:rsidP="00DD5EAD">
      <w:pPr>
        <w:jc w:val="both"/>
        <w:rPr>
          <w:sz w:val="28"/>
          <w:szCs w:val="28"/>
        </w:rPr>
      </w:pPr>
      <w:r w:rsidRPr="00292650">
        <w:rPr>
          <w:sz w:val="28"/>
          <w:szCs w:val="28"/>
        </w:rPr>
        <w:t xml:space="preserve">                     отряд ЮИД МБОУ Степано-Савченской ООШ;</w:t>
      </w:r>
    </w:p>
    <w:p w:rsidR="00DD5EAD" w:rsidRPr="00292650" w:rsidRDefault="00DD5EAD" w:rsidP="00DD5EAD">
      <w:pPr>
        <w:jc w:val="both"/>
        <w:rPr>
          <w:sz w:val="28"/>
          <w:szCs w:val="28"/>
        </w:rPr>
      </w:pPr>
      <w:r w:rsidRPr="00292650">
        <w:rPr>
          <w:sz w:val="28"/>
          <w:szCs w:val="28"/>
        </w:rPr>
        <w:t xml:space="preserve">      3 место- отряд ЮИД МБОУ Лукичевской СОШ;</w:t>
      </w:r>
    </w:p>
    <w:p w:rsidR="00DD5EAD" w:rsidRPr="00292650" w:rsidRDefault="00DD5EAD" w:rsidP="00DD5EAD">
      <w:pPr>
        <w:jc w:val="both"/>
        <w:rPr>
          <w:sz w:val="28"/>
          <w:szCs w:val="28"/>
        </w:rPr>
      </w:pPr>
      <w:r w:rsidRPr="00292650">
        <w:rPr>
          <w:sz w:val="28"/>
          <w:szCs w:val="28"/>
        </w:rPr>
        <w:t xml:space="preserve">                     отряд ЮИД МБОУ Кутейниковской СОШ;</w:t>
      </w:r>
    </w:p>
    <w:p w:rsidR="00DD5EAD" w:rsidRPr="00292650" w:rsidRDefault="00DD5EAD" w:rsidP="00DD5EAD">
      <w:pPr>
        <w:tabs>
          <w:tab w:val="left" w:pos="1680"/>
        </w:tabs>
        <w:jc w:val="both"/>
        <w:rPr>
          <w:sz w:val="28"/>
          <w:szCs w:val="28"/>
        </w:rPr>
      </w:pPr>
      <w:r w:rsidRPr="00292650">
        <w:rPr>
          <w:sz w:val="28"/>
          <w:szCs w:val="28"/>
        </w:rPr>
        <w:t xml:space="preserve">                     отряд ЮИД МБОУ Петровской СОШ;</w:t>
      </w:r>
    </w:p>
    <w:p w:rsidR="00DD5EAD" w:rsidRPr="00292650" w:rsidRDefault="00DD5EAD" w:rsidP="00DD5EAD">
      <w:pPr>
        <w:tabs>
          <w:tab w:val="left" w:pos="1680"/>
        </w:tabs>
        <w:jc w:val="both"/>
        <w:rPr>
          <w:sz w:val="28"/>
          <w:szCs w:val="28"/>
        </w:rPr>
      </w:pPr>
      <w:r w:rsidRPr="00292650">
        <w:rPr>
          <w:sz w:val="28"/>
          <w:szCs w:val="28"/>
        </w:rPr>
        <w:t xml:space="preserve">                     отряд ЮИД МБОУ Новодмитриевской СОШ;</w:t>
      </w:r>
    </w:p>
    <w:p w:rsidR="00DD5EAD" w:rsidRPr="00292650" w:rsidRDefault="00DD5EAD" w:rsidP="00DD5EAD">
      <w:pPr>
        <w:tabs>
          <w:tab w:val="left" w:pos="1680"/>
        </w:tabs>
        <w:jc w:val="both"/>
        <w:rPr>
          <w:sz w:val="28"/>
          <w:szCs w:val="28"/>
        </w:rPr>
      </w:pPr>
      <w:r w:rsidRPr="00292650">
        <w:rPr>
          <w:sz w:val="28"/>
          <w:szCs w:val="28"/>
        </w:rPr>
        <w:t xml:space="preserve">                     отряд ЮИД МБОУ Светочниковской СОШ.</w:t>
      </w:r>
    </w:p>
    <w:p w:rsidR="00DD5EAD" w:rsidRPr="00292650" w:rsidRDefault="00DD5EAD" w:rsidP="00DD5EAD">
      <w:pPr>
        <w:tabs>
          <w:tab w:val="left" w:pos="1680"/>
        </w:tabs>
        <w:jc w:val="both"/>
        <w:rPr>
          <w:sz w:val="28"/>
          <w:szCs w:val="28"/>
        </w:rPr>
      </w:pPr>
      <w:r w:rsidRPr="00292650">
        <w:rPr>
          <w:sz w:val="28"/>
          <w:szCs w:val="28"/>
        </w:rPr>
        <w:t xml:space="preserve">   Команда победительница отряд ЮИД Милютинсккой СОШ будет направлен 19.04.2019г.  в Кашарский район для участия в зональном этапе областного конкурса. </w:t>
      </w:r>
    </w:p>
    <w:p w:rsidR="00DA2281" w:rsidRPr="00292650" w:rsidRDefault="00DA2281" w:rsidP="00DA2281">
      <w:pPr>
        <w:tabs>
          <w:tab w:val="left" w:pos="4860"/>
        </w:tabs>
        <w:jc w:val="both"/>
        <w:rPr>
          <w:sz w:val="28"/>
          <w:szCs w:val="28"/>
        </w:rPr>
      </w:pPr>
      <w:r w:rsidRPr="00292650">
        <w:rPr>
          <w:bCs/>
          <w:sz w:val="28"/>
          <w:szCs w:val="28"/>
        </w:rPr>
        <w:t xml:space="preserve"> </w:t>
      </w:r>
      <w:r w:rsidRPr="00292650">
        <w:rPr>
          <w:sz w:val="28"/>
          <w:szCs w:val="28"/>
        </w:rPr>
        <w:t xml:space="preserve"> 20 марта 2019г. состоялся муниципальный этап </w:t>
      </w:r>
      <w:r w:rsidRPr="00292650">
        <w:rPr>
          <w:bCs/>
          <w:sz w:val="28"/>
          <w:szCs w:val="28"/>
        </w:rPr>
        <w:t>областного конкурса</w:t>
      </w:r>
      <w:r w:rsidRPr="00292650">
        <w:rPr>
          <w:sz w:val="28"/>
          <w:szCs w:val="28"/>
        </w:rPr>
        <w:t xml:space="preserve">  дошкольных образовательных организации  «Родительский патруль» и ПДД вместе с ЮПИД»»</w:t>
      </w:r>
    </w:p>
    <w:p w:rsidR="000D27FA" w:rsidRPr="00292650" w:rsidRDefault="00DA2281" w:rsidP="00DA2281">
      <w:pPr>
        <w:pStyle w:val="20"/>
        <w:ind w:firstLine="0"/>
        <w:rPr>
          <w:b/>
          <w:szCs w:val="28"/>
        </w:rPr>
      </w:pPr>
      <w:r w:rsidRPr="00292650">
        <w:rPr>
          <w:b/>
          <w:szCs w:val="28"/>
        </w:rPr>
        <w:t xml:space="preserve"> </w:t>
      </w:r>
    </w:p>
    <w:p w:rsidR="00DA2281" w:rsidRPr="00292650" w:rsidRDefault="000D27FA" w:rsidP="00DA2281">
      <w:pPr>
        <w:pStyle w:val="20"/>
        <w:ind w:firstLine="0"/>
        <w:rPr>
          <w:b/>
          <w:szCs w:val="28"/>
        </w:rPr>
      </w:pPr>
      <w:r w:rsidRPr="00292650">
        <w:rPr>
          <w:b/>
          <w:szCs w:val="28"/>
        </w:rPr>
        <w:t xml:space="preserve">   </w:t>
      </w:r>
      <w:r w:rsidR="00DA2281" w:rsidRPr="00292650">
        <w:rPr>
          <w:b/>
          <w:szCs w:val="28"/>
        </w:rPr>
        <w:t>Победителями и призерами конкурса стали:</w:t>
      </w:r>
    </w:p>
    <w:p w:rsidR="00DA2281" w:rsidRPr="00292650" w:rsidRDefault="00DA2281" w:rsidP="00DA2281">
      <w:pPr>
        <w:jc w:val="both"/>
        <w:rPr>
          <w:sz w:val="28"/>
        </w:rPr>
      </w:pPr>
      <w:r w:rsidRPr="00292650">
        <w:rPr>
          <w:bCs/>
          <w:sz w:val="28"/>
          <w:szCs w:val="28"/>
        </w:rPr>
        <w:t xml:space="preserve">   </w:t>
      </w:r>
      <w:r w:rsidRPr="00292650">
        <w:t xml:space="preserve">        </w:t>
      </w:r>
      <w:r w:rsidRPr="00292650">
        <w:rPr>
          <w:sz w:val="28"/>
        </w:rPr>
        <w:t>1 место   - МБДОУ д/с № 4 п. Светоч;</w:t>
      </w:r>
    </w:p>
    <w:p w:rsidR="00DA2281" w:rsidRPr="00292650" w:rsidRDefault="00DA2281" w:rsidP="00DA2281">
      <w:pPr>
        <w:jc w:val="both"/>
        <w:rPr>
          <w:sz w:val="28"/>
          <w:szCs w:val="28"/>
        </w:rPr>
      </w:pPr>
      <w:r w:rsidRPr="00292650">
        <w:rPr>
          <w:sz w:val="28"/>
        </w:rPr>
        <w:t xml:space="preserve">        </w:t>
      </w:r>
      <w:r w:rsidR="000D27FA" w:rsidRPr="00292650">
        <w:rPr>
          <w:sz w:val="28"/>
        </w:rPr>
        <w:t xml:space="preserve"> </w:t>
      </w:r>
      <w:r w:rsidRPr="00292650">
        <w:rPr>
          <w:sz w:val="28"/>
        </w:rPr>
        <w:t xml:space="preserve"> 2 место   </w:t>
      </w:r>
      <w:r w:rsidRPr="00292650">
        <w:rPr>
          <w:sz w:val="28"/>
          <w:szCs w:val="28"/>
        </w:rPr>
        <w:t xml:space="preserve">- </w:t>
      </w:r>
      <w:r w:rsidRPr="00292650">
        <w:rPr>
          <w:sz w:val="28"/>
        </w:rPr>
        <w:t>МБДОУ д/с №2 ст. Селивановской</w:t>
      </w:r>
      <w:r w:rsidRPr="00292650">
        <w:rPr>
          <w:sz w:val="28"/>
          <w:szCs w:val="28"/>
        </w:rPr>
        <w:t>;</w:t>
      </w:r>
    </w:p>
    <w:p w:rsidR="00DA2281" w:rsidRPr="00292650" w:rsidRDefault="00DA2281" w:rsidP="00DA2281">
      <w:pPr>
        <w:jc w:val="both"/>
        <w:rPr>
          <w:sz w:val="28"/>
        </w:rPr>
      </w:pPr>
      <w:r w:rsidRPr="00292650">
        <w:rPr>
          <w:sz w:val="28"/>
          <w:szCs w:val="28"/>
        </w:rPr>
        <w:t xml:space="preserve">                        </w:t>
      </w:r>
      <w:r w:rsidR="000D27FA" w:rsidRPr="00292650">
        <w:rPr>
          <w:sz w:val="28"/>
          <w:szCs w:val="28"/>
        </w:rPr>
        <w:t xml:space="preserve"> </w:t>
      </w:r>
      <w:r w:rsidRPr="00292650">
        <w:rPr>
          <w:sz w:val="28"/>
          <w:szCs w:val="28"/>
        </w:rPr>
        <w:t>- МБДОУ д/с №10 сл.</w:t>
      </w:r>
      <w:r w:rsidR="001410F2" w:rsidRPr="00292650">
        <w:rPr>
          <w:sz w:val="28"/>
          <w:szCs w:val="28"/>
        </w:rPr>
        <w:t xml:space="preserve"> </w:t>
      </w:r>
      <w:r w:rsidRPr="00292650">
        <w:rPr>
          <w:sz w:val="28"/>
          <w:szCs w:val="28"/>
        </w:rPr>
        <w:t>Маньково-Березовской;</w:t>
      </w:r>
    </w:p>
    <w:p w:rsidR="00DA2281" w:rsidRPr="00292650" w:rsidRDefault="00DA2281" w:rsidP="00DA2281">
      <w:pPr>
        <w:jc w:val="both"/>
        <w:rPr>
          <w:sz w:val="28"/>
        </w:rPr>
      </w:pPr>
      <w:r w:rsidRPr="00292650">
        <w:rPr>
          <w:sz w:val="28"/>
        </w:rPr>
        <w:t xml:space="preserve">                        </w:t>
      </w:r>
      <w:r w:rsidR="000D27FA" w:rsidRPr="00292650">
        <w:rPr>
          <w:sz w:val="28"/>
        </w:rPr>
        <w:t xml:space="preserve"> </w:t>
      </w:r>
      <w:r w:rsidRPr="00292650">
        <w:rPr>
          <w:sz w:val="28"/>
        </w:rPr>
        <w:t xml:space="preserve">- </w:t>
      </w:r>
      <w:r w:rsidRPr="00292650">
        <w:rPr>
          <w:sz w:val="28"/>
          <w:szCs w:val="28"/>
        </w:rPr>
        <w:t>МБДОУ д/с №11 «Колобок» х.</w:t>
      </w:r>
      <w:r w:rsidR="001410F2" w:rsidRPr="00292650">
        <w:rPr>
          <w:sz w:val="28"/>
          <w:szCs w:val="28"/>
        </w:rPr>
        <w:t xml:space="preserve"> </w:t>
      </w:r>
      <w:r w:rsidRPr="00292650">
        <w:rPr>
          <w:sz w:val="28"/>
          <w:szCs w:val="28"/>
        </w:rPr>
        <w:t>Степано-Савченского;</w:t>
      </w:r>
    </w:p>
    <w:p w:rsidR="00DA2281" w:rsidRPr="00292650" w:rsidRDefault="00DA2281" w:rsidP="00DA2281">
      <w:pPr>
        <w:jc w:val="both"/>
        <w:rPr>
          <w:sz w:val="28"/>
          <w:szCs w:val="28"/>
        </w:rPr>
      </w:pPr>
      <w:r w:rsidRPr="00292650">
        <w:rPr>
          <w:sz w:val="28"/>
          <w:szCs w:val="28"/>
        </w:rPr>
        <w:t xml:space="preserve">     </w:t>
      </w:r>
      <w:r w:rsidR="000D27FA" w:rsidRPr="00292650">
        <w:rPr>
          <w:sz w:val="28"/>
          <w:szCs w:val="28"/>
        </w:rPr>
        <w:t xml:space="preserve">  </w:t>
      </w:r>
      <w:r w:rsidRPr="00292650">
        <w:rPr>
          <w:sz w:val="28"/>
          <w:szCs w:val="28"/>
        </w:rPr>
        <w:t xml:space="preserve">   3 место    - МБДОУ д/с № 7 х.Новодмитриевского;</w:t>
      </w:r>
    </w:p>
    <w:p w:rsidR="00DA2281" w:rsidRPr="00292650" w:rsidRDefault="00DA2281" w:rsidP="00DA2281">
      <w:pPr>
        <w:jc w:val="both"/>
        <w:rPr>
          <w:sz w:val="28"/>
          <w:szCs w:val="28"/>
        </w:rPr>
      </w:pPr>
      <w:r w:rsidRPr="00292650">
        <w:rPr>
          <w:sz w:val="28"/>
          <w:szCs w:val="28"/>
        </w:rPr>
        <w:t xml:space="preserve">                       </w:t>
      </w:r>
      <w:r w:rsidR="000D27FA" w:rsidRPr="00292650">
        <w:rPr>
          <w:sz w:val="28"/>
          <w:szCs w:val="28"/>
        </w:rPr>
        <w:t xml:space="preserve"> </w:t>
      </w:r>
      <w:r w:rsidRPr="00292650">
        <w:rPr>
          <w:sz w:val="28"/>
          <w:szCs w:val="28"/>
        </w:rPr>
        <w:t xml:space="preserve"> </w:t>
      </w:r>
      <w:r w:rsidRPr="00292650">
        <w:rPr>
          <w:sz w:val="28"/>
        </w:rPr>
        <w:t>- МБДОУ д/с №9  «Зорюшка» х.Николовки;</w:t>
      </w:r>
      <w:r w:rsidRPr="00292650">
        <w:rPr>
          <w:sz w:val="28"/>
          <w:szCs w:val="28"/>
        </w:rPr>
        <w:t xml:space="preserve"> </w:t>
      </w:r>
    </w:p>
    <w:p w:rsidR="00DA2281" w:rsidRPr="00292650" w:rsidRDefault="00DA2281" w:rsidP="00DA2281">
      <w:pPr>
        <w:jc w:val="both"/>
        <w:rPr>
          <w:sz w:val="28"/>
          <w:szCs w:val="28"/>
        </w:rPr>
      </w:pPr>
      <w:r w:rsidRPr="00292650">
        <w:rPr>
          <w:sz w:val="28"/>
          <w:szCs w:val="28"/>
        </w:rPr>
        <w:t xml:space="preserve">                      </w:t>
      </w:r>
      <w:r w:rsidR="000D27FA" w:rsidRPr="00292650">
        <w:rPr>
          <w:sz w:val="28"/>
          <w:szCs w:val="28"/>
        </w:rPr>
        <w:t xml:space="preserve"> </w:t>
      </w:r>
      <w:r w:rsidRPr="00292650">
        <w:rPr>
          <w:sz w:val="28"/>
          <w:szCs w:val="28"/>
        </w:rPr>
        <w:t xml:space="preserve">  - Дошкольная группа МБОУ Авангардовской ООШ;</w:t>
      </w:r>
    </w:p>
    <w:p w:rsidR="00DA2281" w:rsidRPr="00292650" w:rsidRDefault="00DA2281" w:rsidP="00DA2281">
      <w:pPr>
        <w:jc w:val="both"/>
        <w:rPr>
          <w:sz w:val="28"/>
          <w:szCs w:val="28"/>
        </w:rPr>
      </w:pPr>
      <w:r w:rsidRPr="00292650">
        <w:rPr>
          <w:sz w:val="28"/>
          <w:szCs w:val="28"/>
        </w:rPr>
        <w:t xml:space="preserve">                      </w:t>
      </w:r>
      <w:r w:rsidR="000D27FA" w:rsidRPr="00292650">
        <w:rPr>
          <w:sz w:val="28"/>
          <w:szCs w:val="28"/>
        </w:rPr>
        <w:t xml:space="preserve"> </w:t>
      </w:r>
      <w:r w:rsidRPr="00292650">
        <w:rPr>
          <w:sz w:val="28"/>
          <w:szCs w:val="28"/>
        </w:rPr>
        <w:t xml:space="preserve">  - Дошкольная группа МБОУ Кутейниковской СОШ;</w:t>
      </w:r>
    </w:p>
    <w:p w:rsidR="00DA2281" w:rsidRPr="00292650" w:rsidRDefault="00DA2281" w:rsidP="00DA2281">
      <w:pPr>
        <w:jc w:val="both"/>
        <w:rPr>
          <w:sz w:val="28"/>
          <w:szCs w:val="28"/>
        </w:rPr>
      </w:pPr>
      <w:r w:rsidRPr="00292650">
        <w:rPr>
          <w:sz w:val="28"/>
          <w:szCs w:val="28"/>
        </w:rPr>
        <w:t xml:space="preserve">                       </w:t>
      </w:r>
      <w:r w:rsidR="000D27FA" w:rsidRPr="00292650">
        <w:rPr>
          <w:sz w:val="28"/>
          <w:szCs w:val="28"/>
        </w:rPr>
        <w:t xml:space="preserve"> </w:t>
      </w:r>
      <w:r w:rsidRPr="00292650">
        <w:rPr>
          <w:sz w:val="28"/>
          <w:szCs w:val="28"/>
        </w:rPr>
        <w:t xml:space="preserve"> - Дошкольная группа МБОУ Лукичевской СОШ;</w:t>
      </w:r>
    </w:p>
    <w:p w:rsidR="00DA2281" w:rsidRPr="00292650" w:rsidRDefault="00DA2281" w:rsidP="00DA2281">
      <w:pPr>
        <w:jc w:val="both"/>
        <w:rPr>
          <w:sz w:val="28"/>
          <w:szCs w:val="28"/>
        </w:rPr>
      </w:pPr>
      <w:r w:rsidRPr="00292650">
        <w:rPr>
          <w:sz w:val="28"/>
          <w:szCs w:val="28"/>
        </w:rPr>
        <w:t xml:space="preserve">                     </w:t>
      </w:r>
      <w:r w:rsidR="000D27FA" w:rsidRPr="00292650">
        <w:rPr>
          <w:sz w:val="28"/>
          <w:szCs w:val="28"/>
        </w:rPr>
        <w:t xml:space="preserve"> </w:t>
      </w:r>
      <w:r w:rsidRPr="00292650">
        <w:rPr>
          <w:sz w:val="28"/>
          <w:szCs w:val="28"/>
        </w:rPr>
        <w:t xml:space="preserve">   - Дошкольная группа МБОУ Первомайской ООШ;</w:t>
      </w:r>
    </w:p>
    <w:p w:rsidR="00DA2281" w:rsidRPr="00292650" w:rsidRDefault="00DA2281" w:rsidP="00DA2281">
      <w:pPr>
        <w:jc w:val="both"/>
        <w:rPr>
          <w:sz w:val="28"/>
          <w:szCs w:val="28"/>
        </w:rPr>
      </w:pPr>
      <w:r w:rsidRPr="00292650">
        <w:rPr>
          <w:sz w:val="28"/>
          <w:szCs w:val="28"/>
        </w:rPr>
        <w:t xml:space="preserve">                      </w:t>
      </w:r>
      <w:r w:rsidR="000D27FA" w:rsidRPr="00292650">
        <w:rPr>
          <w:sz w:val="28"/>
          <w:szCs w:val="28"/>
        </w:rPr>
        <w:t xml:space="preserve">  </w:t>
      </w:r>
      <w:r w:rsidRPr="00292650">
        <w:rPr>
          <w:sz w:val="28"/>
          <w:szCs w:val="28"/>
        </w:rPr>
        <w:t xml:space="preserve"> - Дошкольная группа МБОУ Орловской НОШ.</w:t>
      </w:r>
    </w:p>
    <w:p w:rsidR="00DA2281" w:rsidRPr="00292650" w:rsidRDefault="00DA2281" w:rsidP="00DA2281">
      <w:pPr>
        <w:jc w:val="both"/>
        <w:rPr>
          <w:sz w:val="28"/>
          <w:szCs w:val="28"/>
        </w:rPr>
      </w:pPr>
      <w:r w:rsidRPr="00292650">
        <w:rPr>
          <w:sz w:val="28"/>
          <w:szCs w:val="28"/>
        </w:rPr>
        <w:t xml:space="preserve"> </w:t>
      </w:r>
      <w:r w:rsidR="00076B95" w:rsidRPr="00292650">
        <w:rPr>
          <w:sz w:val="28"/>
          <w:szCs w:val="28"/>
        </w:rPr>
        <w:t xml:space="preserve">    </w:t>
      </w:r>
      <w:r w:rsidRPr="00292650">
        <w:rPr>
          <w:sz w:val="28"/>
          <w:szCs w:val="28"/>
        </w:rPr>
        <w:t xml:space="preserve">На </w:t>
      </w:r>
      <w:r w:rsidR="000D27FA" w:rsidRPr="00292650">
        <w:rPr>
          <w:sz w:val="28"/>
          <w:szCs w:val="28"/>
        </w:rPr>
        <w:t>зональном этапе в ст.Тацинской  Милютинский район представлял победитель</w:t>
      </w:r>
      <w:r w:rsidRPr="00292650">
        <w:rPr>
          <w:sz w:val="28"/>
          <w:szCs w:val="28"/>
        </w:rPr>
        <w:t xml:space="preserve"> муниципального этап</w:t>
      </w:r>
      <w:r w:rsidR="000D27FA" w:rsidRPr="00292650">
        <w:rPr>
          <w:sz w:val="28"/>
          <w:szCs w:val="28"/>
        </w:rPr>
        <w:t>а конкурса  МБДОУ детский сад №4 п.Светоч</w:t>
      </w:r>
      <w:r w:rsidRPr="00292650">
        <w:rPr>
          <w:sz w:val="28"/>
          <w:szCs w:val="28"/>
        </w:rPr>
        <w:t>. По итогам конкурса коллектив д</w:t>
      </w:r>
      <w:r w:rsidR="000D27FA" w:rsidRPr="00292650">
        <w:rPr>
          <w:sz w:val="28"/>
          <w:szCs w:val="28"/>
        </w:rPr>
        <w:t xml:space="preserve">етского сада №4 п.Светоч занял </w:t>
      </w:r>
      <w:r w:rsidR="000D27FA" w:rsidRPr="00292650">
        <w:rPr>
          <w:sz w:val="28"/>
          <w:szCs w:val="28"/>
          <w:lang w:val="en-US"/>
        </w:rPr>
        <w:t>II</w:t>
      </w:r>
      <w:r w:rsidR="000D27FA" w:rsidRPr="00292650">
        <w:rPr>
          <w:sz w:val="28"/>
          <w:szCs w:val="28"/>
        </w:rPr>
        <w:t xml:space="preserve"> место</w:t>
      </w:r>
      <w:r w:rsidR="00076B95" w:rsidRPr="00292650">
        <w:rPr>
          <w:sz w:val="28"/>
          <w:szCs w:val="28"/>
        </w:rPr>
        <w:t xml:space="preserve"> и был на</w:t>
      </w:r>
      <w:r w:rsidRPr="00292650">
        <w:rPr>
          <w:sz w:val="28"/>
          <w:szCs w:val="28"/>
        </w:rPr>
        <w:t>гражден</w:t>
      </w:r>
      <w:r w:rsidR="00666644" w:rsidRPr="00292650">
        <w:rPr>
          <w:sz w:val="28"/>
          <w:szCs w:val="28"/>
        </w:rPr>
        <w:t xml:space="preserve"> дипломом</w:t>
      </w:r>
      <w:r w:rsidRPr="00292650">
        <w:rPr>
          <w:sz w:val="28"/>
          <w:szCs w:val="28"/>
        </w:rPr>
        <w:t xml:space="preserve"> Управления ГИБДД ГУ МВД России по Ростовской области Министерства общего и профессионального образования Ростовской области.</w:t>
      </w:r>
    </w:p>
    <w:p w:rsidR="009347DF" w:rsidRPr="00292650" w:rsidRDefault="009347DF" w:rsidP="009347DF">
      <w:pPr>
        <w:jc w:val="both"/>
        <w:rPr>
          <w:sz w:val="28"/>
          <w:szCs w:val="28"/>
        </w:rPr>
      </w:pPr>
      <w:r w:rsidRPr="00292650">
        <w:rPr>
          <w:sz w:val="28"/>
          <w:szCs w:val="28"/>
        </w:rPr>
        <w:t xml:space="preserve">    </w:t>
      </w:r>
    </w:p>
    <w:p w:rsidR="009347DF" w:rsidRPr="00292650" w:rsidRDefault="009347DF" w:rsidP="009347DF">
      <w:pPr>
        <w:tabs>
          <w:tab w:val="left" w:pos="4860"/>
        </w:tabs>
        <w:jc w:val="both"/>
        <w:rPr>
          <w:sz w:val="28"/>
          <w:szCs w:val="28"/>
        </w:rPr>
      </w:pPr>
      <w:r w:rsidRPr="00292650">
        <w:rPr>
          <w:sz w:val="28"/>
          <w:szCs w:val="28"/>
        </w:rPr>
        <w:t xml:space="preserve">    В соответствии с планом работы МБУ «МК и ЦБ отдела образования Администрации Милютинского района» на 2018-2019 год, в целях выявления и поддержки способных и творчески одаренных детей в области художественного творчества, а также активизации деятельности по художественно - эстетическому </w:t>
      </w:r>
      <w:r w:rsidRPr="00292650">
        <w:rPr>
          <w:sz w:val="28"/>
          <w:szCs w:val="28"/>
        </w:rPr>
        <w:lastRenderedPageBreak/>
        <w:t>направлению 22 марта  2019г. был проведен муниципальный  конкурс рисунков «Театр в моей жизни», посвященный году Театра в России.</w:t>
      </w:r>
    </w:p>
    <w:p w:rsidR="00091A01" w:rsidRPr="00292650" w:rsidRDefault="00091A01" w:rsidP="00091A01">
      <w:pPr>
        <w:jc w:val="both"/>
        <w:rPr>
          <w:sz w:val="28"/>
          <w:szCs w:val="28"/>
        </w:rPr>
      </w:pPr>
      <w:r w:rsidRPr="00292650">
        <w:rPr>
          <w:sz w:val="28"/>
          <w:szCs w:val="28"/>
        </w:rPr>
        <w:t xml:space="preserve">  </w:t>
      </w:r>
    </w:p>
    <w:p w:rsidR="00091A01" w:rsidRPr="00292650" w:rsidRDefault="00091A01" w:rsidP="00091A01">
      <w:pPr>
        <w:jc w:val="both"/>
        <w:rPr>
          <w:sz w:val="28"/>
          <w:szCs w:val="28"/>
        </w:rPr>
      </w:pPr>
      <w:r w:rsidRPr="00292650">
        <w:rPr>
          <w:sz w:val="28"/>
          <w:szCs w:val="28"/>
        </w:rPr>
        <w:t xml:space="preserve">   Победителями конкурса стали:</w:t>
      </w:r>
    </w:p>
    <w:p w:rsidR="00091A01" w:rsidRPr="00292650" w:rsidRDefault="00091A01" w:rsidP="00091A01">
      <w:pPr>
        <w:pStyle w:val="20"/>
        <w:overflowPunct w:val="0"/>
        <w:autoSpaceDE w:val="0"/>
        <w:autoSpaceDN w:val="0"/>
        <w:adjustRightInd w:val="0"/>
        <w:ind w:left="720" w:firstLine="0"/>
        <w:textAlignment w:val="baseline"/>
        <w:rPr>
          <w:b/>
          <w:bCs/>
          <w:szCs w:val="28"/>
        </w:rPr>
      </w:pPr>
    </w:p>
    <w:p w:rsidR="00091A01" w:rsidRPr="00292650" w:rsidRDefault="003A0EFE" w:rsidP="008B24CA">
      <w:pPr>
        <w:pStyle w:val="20"/>
        <w:overflowPunct w:val="0"/>
        <w:autoSpaceDE w:val="0"/>
        <w:autoSpaceDN w:val="0"/>
        <w:adjustRightInd w:val="0"/>
        <w:ind w:firstLine="0"/>
        <w:textAlignment w:val="baseline"/>
        <w:rPr>
          <w:b/>
          <w:bCs/>
          <w:szCs w:val="28"/>
        </w:rPr>
      </w:pPr>
      <w:r w:rsidRPr="00292650">
        <w:rPr>
          <w:b/>
          <w:bCs/>
          <w:szCs w:val="28"/>
        </w:rPr>
        <w:t xml:space="preserve">1.1.  </w:t>
      </w:r>
      <w:r w:rsidR="00091A01" w:rsidRPr="00292650">
        <w:rPr>
          <w:b/>
          <w:bCs/>
          <w:szCs w:val="28"/>
        </w:rPr>
        <w:t xml:space="preserve"> Среди общеобразовательных организаций:</w:t>
      </w:r>
    </w:p>
    <w:p w:rsidR="00091A01" w:rsidRPr="00292650" w:rsidRDefault="00091A01" w:rsidP="008B24CA">
      <w:pPr>
        <w:jc w:val="both"/>
        <w:rPr>
          <w:sz w:val="28"/>
        </w:rPr>
      </w:pPr>
      <w:r w:rsidRPr="00292650">
        <w:rPr>
          <w:sz w:val="28"/>
        </w:rPr>
        <w:t xml:space="preserve">      1 место</w:t>
      </w:r>
      <w:r w:rsidR="007D258E" w:rsidRPr="00292650">
        <w:rPr>
          <w:sz w:val="28"/>
        </w:rPr>
        <w:t xml:space="preserve"> - Ступак Никита</w:t>
      </w:r>
      <w:r w:rsidR="00660080" w:rsidRPr="00292650">
        <w:rPr>
          <w:sz w:val="28"/>
        </w:rPr>
        <w:t>, обучающийся</w:t>
      </w:r>
      <w:r w:rsidRPr="00292650">
        <w:rPr>
          <w:sz w:val="28"/>
        </w:rPr>
        <w:t xml:space="preserve"> МБОУ Милютинской СОШ;</w:t>
      </w:r>
    </w:p>
    <w:p w:rsidR="00091A01" w:rsidRPr="00292650" w:rsidRDefault="00660080" w:rsidP="008B24CA">
      <w:pPr>
        <w:ind w:left="708" w:firstLine="708"/>
        <w:jc w:val="both"/>
        <w:rPr>
          <w:sz w:val="28"/>
        </w:rPr>
      </w:pPr>
      <w:r w:rsidRPr="00292650">
        <w:rPr>
          <w:sz w:val="28"/>
        </w:rPr>
        <w:t>- Ерохин Дмитрий, обучающийс</w:t>
      </w:r>
      <w:r w:rsidR="00091A01" w:rsidRPr="00292650">
        <w:rPr>
          <w:sz w:val="28"/>
        </w:rPr>
        <w:t>я МБОУ Милютинской СОШ;</w:t>
      </w:r>
    </w:p>
    <w:p w:rsidR="00091A01" w:rsidRPr="00292650" w:rsidRDefault="00725578" w:rsidP="008B24CA">
      <w:pPr>
        <w:ind w:left="708" w:firstLine="708"/>
        <w:jc w:val="both"/>
        <w:rPr>
          <w:sz w:val="28"/>
        </w:rPr>
      </w:pPr>
      <w:r w:rsidRPr="00292650">
        <w:rPr>
          <w:sz w:val="28"/>
        </w:rPr>
        <w:t>-Ковалева Ксения, обучающаяся</w:t>
      </w:r>
      <w:r w:rsidR="00091A01" w:rsidRPr="00292650">
        <w:rPr>
          <w:sz w:val="28"/>
        </w:rPr>
        <w:t xml:space="preserve"> МБОУ Первомайской ООШ;</w:t>
      </w:r>
    </w:p>
    <w:p w:rsidR="00091A01" w:rsidRPr="00292650" w:rsidRDefault="003908C4" w:rsidP="008B24CA">
      <w:pPr>
        <w:ind w:left="708" w:firstLine="708"/>
        <w:jc w:val="both"/>
        <w:rPr>
          <w:sz w:val="28"/>
        </w:rPr>
      </w:pPr>
      <w:r w:rsidRPr="00292650">
        <w:rPr>
          <w:sz w:val="28"/>
        </w:rPr>
        <w:t>-Колесников Клим, обучающийся</w:t>
      </w:r>
      <w:r w:rsidR="00091A01" w:rsidRPr="00292650">
        <w:rPr>
          <w:sz w:val="28"/>
        </w:rPr>
        <w:t xml:space="preserve"> МБОУ Петровской СОШ;</w:t>
      </w:r>
    </w:p>
    <w:p w:rsidR="003A0EFE" w:rsidRPr="00292650" w:rsidRDefault="003908C4" w:rsidP="008B24CA">
      <w:pPr>
        <w:ind w:left="708" w:firstLine="708"/>
        <w:jc w:val="both"/>
        <w:rPr>
          <w:sz w:val="28"/>
        </w:rPr>
      </w:pPr>
      <w:r w:rsidRPr="00292650">
        <w:rPr>
          <w:sz w:val="28"/>
        </w:rPr>
        <w:t>-Шумская Юлия, обучающа</w:t>
      </w:r>
      <w:r w:rsidR="00091A01" w:rsidRPr="00292650">
        <w:rPr>
          <w:sz w:val="28"/>
        </w:rPr>
        <w:t>я</w:t>
      </w:r>
      <w:r w:rsidRPr="00292650">
        <w:rPr>
          <w:sz w:val="28"/>
        </w:rPr>
        <w:t>ся</w:t>
      </w:r>
      <w:r w:rsidR="00091A01" w:rsidRPr="00292650">
        <w:rPr>
          <w:sz w:val="28"/>
        </w:rPr>
        <w:t xml:space="preserve"> МБОУ Селивановской СОШ.</w:t>
      </w:r>
    </w:p>
    <w:p w:rsidR="00091A01" w:rsidRPr="00292650" w:rsidRDefault="00091A01" w:rsidP="008B24CA">
      <w:pPr>
        <w:jc w:val="both"/>
        <w:rPr>
          <w:sz w:val="28"/>
        </w:rPr>
      </w:pPr>
      <w:r w:rsidRPr="00292650">
        <w:rPr>
          <w:sz w:val="28"/>
        </w:rPr>
        <w:t xml:space="preserve"> </w:t>
      </w:r>
      <w:r w:rsidRPr="00292650">
        <w:rPr>
          <w:b/>
          <w:sz w:val="28"/>
        </w:rPr>
        <w:t>1.2.</w:t>
      </w:r>
      <w:r w:rsidR="003A0EFE" w:rsidRPr="00292650">
        <w:rPr>
          <w:b/>
          <w:sz w:val="28"/>
        </w:rPr>
        <w:t xml:space="preserve">   </w:t>
      </w:r>
      <w:r w:rsidRPr="00292650">
        <w:rPr>
          <w:b/>
          <w:sz w:val="28"/>
        </w:rPr>
        <w:t xml:space="preserve"> Среди организаций, реализующих основную образовательную программу дошкольного образования.</w:t>
      </w:r>
    </w:p>
    <w:p w:rsidR="00091A01" w:rsidRPr="00292650" w:rsidRDefault="00091A01" w:rsidP="008B24CA">
      <w:pPr>
        <w:jc w:val="both"/>
        <w:rPr>
          <w:sz w:val="28"/>
        </w:rPr>
      </w:pPr>
      <w:r w:rsidRPr="00292650">
        <w:rPr>
          <w:sz w:val="28"/>
        </w:rPr>
        <w:t xml:space="preserve">       1 место</w:t>
      </w:r>
      <w:r w:rsidR="003A0EFE" w:rsidRPr="00292650">
        <w:rPr>
          <w:sz w:val="28"/>
        </w:rPr>
        <w:t xml:space="preserve"> - Негодаева Виктория, воспитанница</w:t>
      </w:r>
      <w:r w:rsidRPr="00292650">
        <w:rPr>
          <w:sz w:val="28"/>
        </w:rPr>
        <w:t xml:space="preserve"> МБДОУ д/с №1ст.Милютинской;</w:t>
      </w:r>
    </w:p>
    <w:p w:rsidR="00091A01" w:rsidRPr="00292650" w:rsidRDefault="003A0EFE" w:rsidP="008B24CA">
      <w:pPr>
        <w:jc w:val="both"/>
        <w:rPr>
          <w:sz w:val="28"/>
        </w:rPr>
      </w:pPr>
      <w:r w:rsidRPr="00292650">
        <w:rPr>
          <w:sz w:val="28"/>
        </w:rPr>
        <w:tab/>
      </w:r>
      <w:r w:rsidRPr="00292650">
        <w:rPr>
          <w:sz w:val="28"/>
        </w:rPr>
        <w:tab/>
        <w:t xml:space="preserve"> - Южин Петр, воспитанник</w:t>
      </w:r>
      <w:r w:rsidR="00091A01" w:rsidRPr="00292650">
        <w:rPr>
          <w:sz w:val="28"/>
        </w:rPr>
        <w:t xml:space="preserve"> МБДОУ д/с №4 п.Светоч;</w:t>
      </w:r>
    </w:p>
    <w:p w:rsidR="00091A01" w:rsidRPr="00292650" w:rsidRDefault="003A0EFE" w:rsidP="008B24CA">
      <w:pPr>
        <w:jc w:val="both"/>
        <w:rPr>
          <w:sz w:val="28"/>
        </w:rPr>
      </w:pPr>
      <w:r w:rsidRPr="00292650">
        <w:rPr>
          <w:sz w:val="28"/>
        </w:rPr>
        <w:tab/>
      </w:r>
      <w:r w:rsidRPr="00292650">
        <w:rPr>
          <w:sz w:val="28"/>
        </w:rPr>
        <w:tab/>
        <w:t xml:space="preserve"> -Шадрина Марина, воспитанница</w:t>
      </w:r>
      <w:r w:rsidR="00091A01" w:rsidRPr="00292650">
        <w:rPr>
          <w:sz w:val="28"/>
        </w:rPr>
        <w:t xml:space="preserve"> МБДОУ д/с №9 «Зорюшка» х.Николовки;</w:t>
      </w:r>
    </w:p>
    <w:p w:rsidR="00091A01" w:rsidRPr="00292650" w:rsidRDefault="003A0EFE" w:rsidP="008B24CA">
      <w:pPr>
        <w:jc w:val="both"/>
        <w:rPr>
          <w:sz w:val="28"/>
        </w:rPr>
      </w:pPr>
      <w:r w:rsidRPr="00292650">
        <w:rPr>
          <w:sz w:val="28"/>
        </w:rPr>
        <w:tab/>
      </w:r>
      <w:r w:rsidRPr="00292650">
        <w:rPr>
          <w:sz w:val="28"/>
        </w:rPr>
        <w:tab/>
        <w:t xml:space="preserve"> -Жукова Виолетта, воспитанница</w:t>
      </w:r>
      <w:r w:rsidR="00091A01" w:rsidRPr="00292650">
        <w:rPr>
          <w:sz w:val="28"/>
        </w:rPr>
        <w:t xml:space="preserve"> дошкольной группы МБОУ Первомайской ООШ.</w:t>
      </w:r>
    </w:p>
    <w:p w:rsidR="006C67E2" w:rsidRPr="00292650" w:rsidRDefault="00091A01" w:rsidP="008B24CA">
      <w:pPr>
        <w:jc w:val="both"/>
        <w:rPr>
          <w:sz w:val="28"/>
        </w:rPr>
      </w:pPr>
      <w:r w:rsidRPr="00292650">
        <w:rPr>
          <w:sz w:val="28"/>
        </w:rPr>
        <w:t xml:space="preserve">         </w:t>
      </w:r>
      <w:r w:rsidR="003A0EFE" w:rsidRPr="00292650">
        <w:rPr>
          <w:sz w:val="28"/>
        </w:rPr>
        <w:t>Победители и призеры были награждены грамотами МБУ «МК и ЦБ отдела образования Администрации Милютинского района».</w:t>
      </w:r>
    </w:p>
    <w:p w:rsidR="004E7627" w:rsidRPr="00292650" w:rsidRDefault="004E7627" w:rsidP="008B24CA">
      <w:pPr>
        <w:jc w:val="both"/>
        <w:rPr>
          <w:sz w:val="28"/>
          <w:szCs w:val="28"/>
        </w:rPr>
      </w:pPr>
      <w:r w:rsidRPr="00292650">
        <w:rPr>
          <w:sz w:val="28"/>
          <w:szCs w:val="28"/>
        </w:rPr>
        <w:t xml:space="preserve">    30.04.2019г. был проведен муниципальный этап областного конкурса – фестиваля  юных инспекторов движения  «Безопасное колесо - 2019». В конкурсе приняли участие обучающиеся общеобразовательных учреждений района. Победителями конкурса были признаны:                    </w:t>
      </w:r>
    </w:p>
    <w:p w:rsidR="004E7627" w:rsidRPr="00292650" w:rsidRDefault="004E7627" w:rsidP="008B24CA">
      <w:pPr>
        <w:jc w:val="both"/>
        <w:rPr>
          <w:sz w:val="28"/>
          <w:szCs w:val="28"/>
        </w:rPr>
      </w:pPr>
      <w:r w:rsidRPr="00292650">
        <w:rPr>
          <w:sz w:val="28"/>
          <w:szCs w:val="28"/>
        </w:rPr>
        <w:t xml:space="preserve">      1 место- отряд ЮИД МБОУ Лукичевской СОШ;</w:t>
      </w:r>
    </w:p>
    <w:p w:rsidR="004E7627" w:rsidRPr="00292650" w:rsidRDefault="004E7627" w:rsidP="008B24CA">
      <w:pPr>
        <w:jc w:val="both"/>
        <w:rPr>
          <w:sz w:val="28"/>
          <w:szCs w:val="28"/>
        </w:rPr>
      </w:pPr>
      <w:r w:rsidRPr="00292650">
        <w:rPr>
          <w:sz w:val="28"/>
          <w:szCs w:val="28"/>
        </w:rPr>
        <w:t xml:space="preserve">      2 место- отряд  ЮИД МБОУ Селивановской СОШ;</w:t>
      </w:r>
    </w:p>
    <w:p w:rsidR="004E7627" w:rsidRPr="00292650" w:rsidRDefault="004E7627" w:rsidP="008B24CA">
      <w:pPr>
        <w:jc w:val="both"/>
        <w:rPr>
          <w:sz w:val="28"/>
          <w:szCs w:val="28"/>
        </w:rPr>
      </w:pPr>
      <w:r w:rsidRPr="00292650">
        <w:rPr>
          <w:sz w:val="28"/>
          <w:szCs w:val="28"/>
        </w:rPr>
        <w:t xml:space="preserve">      3 место- отряд ЮИД МБОУ Петровской СОШ.</w:t>
      </w:r>
    </w:p>
    <w:p w:rsidR="004E7627" w:rsidRPr="00292650" w:rsidRDefault="004E7627" w:rsidP="008B24CA">
      <w:pPr>
        <w:jc w:val="both"/>
        <w:rPr>
          <w:bCs/>
          <w:sz w:val="28"/>
          <w:szCs w:val="28"/>
        </w:rPr>
      </w:pPr>
      <w:r w:rsidRPr="00292650">
        <w:rPr>
          <w:bCs/>
          <w:sz w:val="28"/>
          <w:szCs w:val="28"/>
        </w:rPr>
        <w:t xml:space="preserve">    </w:t>
      </w:r>
    </w:p>
    <w:p w:rsidR="004E7627" w:rsidRPr="00292650" w:rsidRDefault="004E7627" w:rsidP="008B24CA">
      <w:pPr>
        <w:jc w:val="both"/>
        <w:rPr>
          <w:sz w:val="28"/>
          <w:szCs w:val="28"/>
        </w:rPr>
      </w:pPr>
      <w:r w:rsidRPr="00292650">
        <w:rPr>
          <w:bCs/>
          <w:sz w:val="28"/>
          <w:szCs w:val="28"/>
        </w:rPr>
        <w:t xml:space="preserve">    Отряд </w:t>
      </w:r>
      <w:r w:rsidRPr="00292650">
        <w:rPr>
          <w:sz w:val="28"/>
          <w:szCs w:val="28"/>
        </w:rPr>
        <w:t>ЮИД МБОУ Лукичевской СОШ</w:t>
      </w:r>
      <w:r w:rsidRPr="00292650">
        <w:rPr>
          <w:bCs/>
          <w:sz w:val="28"/>
          <w:szCs w:val="28"/>
        </w:rPr>
        <w:t xml:space="preserve"> был направлен для участия в </w:t>
      </w:r>
      <w:r w:rsidRPr="00292650">
        <w:rPr>
          <w:sz w:val="28"/>
          <w:szCs w:val="28"/>
        </w:rPr>
        <w:t>областном этапе конкурса-фестиваля юных инспекторов движения «Безопасное колесо-2019»</w:t>
      </w:r>
    </w:p>
    <w:p w:rsidR="004E7627" w:rsidRPr="00292650" w:rsidRDefault="004E7627" w:rsidP="008B24CA">
      <w:pPr>
        <w:jc w:val="both"/>
        <w:rPr>
          <w:sz w:val="28"/>
          <w:szCs w:val="28"/>
        </w:rPr>
      </w:pPr>
      <w:r w:rsidRPr="00292650">
        <w:rPr>
          <w:sz w:val="28"/>
          <w:szCs w:val="28"/>
        </w:rPr>
        <w:t xml:space="preserve"> ( участие), который проходил  с 06 по 11  мая в  ДОЛ «Спутник» Неклиновского района.  Конкурс  проводился   в рамках «Десятилетия действий по обеспечению БДД» 2011-2020гг. </w:t>
      </w:r>
    </w:p>
    <w:p w:rsidR="004E7627" w:rsidRPr="00292650" w:rsidRDefault="004E7627" w:rsidP="008B24CA">
      <w:pPr>
        <w:jc w:val="both"/>
        <w:rPr>
          <w:sz w:val="28"/>
          <w:szCs w:val="28"/>
        </w:rPr>
      </w:pPr>
    </w:p>
    <w:p w:rsidR="004E7627" w:rsidRPr="00292650" w:rsidRDefault="004E7627" w:rsidP="008B24CA">
      <w:pPr>
        <w:jc w:val="both"/>
        <w:rPr>
          <w:sz w:val="28"/>
          <w:szCs w:val="28"/>
        </w:rPr>
      </w:pPr>
      <w:r w:rsidRPr="00292650">
        <w:rPr>
          <w:sz w:val="28"/>
          <w:szCs w:val="28"/>
        </w:rPr>
        <w:t xml:space="preserve">    07.05.2019г. состоялся муниципальный ко</w:t>
      </w:r>
      <w:r w:rsidR="00CE3103" w:rsidRPr="00292650">
        <w:rPr>
          <w:sz w:val="28"/>
          <w:szCs w:val="28"/>
        </w:rPr>
        <w:t>нкурс «Мы - наследники Победы»,</w:t>
      </w:r>
      <w:r w:rsidRPr="00292650">
        <w:rPr>
          <w:sz w:val="28"/>
          <w:szCs w:val="28"/>
        </w:rPr>
        <w:t xml:space="preserve"> посвященный  74-летию Победы  в  Великой  Отечественной  войне.</w:t>
      </w:r>
    </w:p>
    <w:p w:rsidR="004E7627" w:rsidRPr="00292650" w:rsidRDefault="004E7627" w:rsidP="008B24CA">
      <w:pPr>
        <w:jc w:val="both"/>
        <w:rPr>
          <w:sz w:val="28"/>
          <w:szCs w:val="28"/>
        </w:rPr>
      </w:pPr>
      <w:r w:rsidRPr="00292650">
        <w:rPr>
          <w:sz w:val="28"/>
          <w:szCs w:val="28"/>
        </w:rPr>
        <w:t xml:space="preserve">    В конкурсе приняли участие воспитанники всех образовательных организаций, реализующих программу дошкольного образования и обучающиеся начальных классов общеобразовательных организаций Милютинского района. </w:t>
      </w:r>
    </w:p>
    <w:p w:rsidR="004E7627" w:rsidRPr="00292650" w:rsidRDefault="004E7627" w:rsidP="008B24CA">
      <w:pPr>
        <w:tabs>
          <w:tab w:val="center" w:pos="5102"/>
        </w:tabs>
        <w:jc w:val="both"/>
        <w:rPr>
          <w:sz w:val="28"/>
          <w:szCs w:val="28"/>
        </w:rPr>
      </w:pPr>
      <w:r w:rsidRPr="00292650">
        <w:rPr>
          <w:sz w:val="28"/>
          <w:szCs w:val="28"/>
        </w:rPr>
        <w:t xml:space="preserve">    Победителями и призерами конкурса стали:</w:t>
      </w:r>
    </w:p>
    <w:p w:rsidR="004E7627" w:rsidRPr="00292650" w:rsidRDefault="004E7627" w:rsidP="008B24CA">
      <w:pPr>
        <w:pStyle w:val="20"/>
        <w:numPr>
          <w:ilvl w:val="1"/>
          <w:numId w:val="5"/>
        </w:numPr>
        <w:overflowPunct w:val="0"/>
        <w:autoSpaceDE w:val="0"/>
        <w:autoSpaceDN w:val="0"/>
        <w:adjustRightInd w:val="0"/>
        <w:textAlignment w:val="baseline"/>
        <w:rPr>
          <w:b/>
          <w:bCs/>
          <w:szCs w:val="28"/>
        </w:rPr>
      </w:pPr>
      <w:r w:rsidRPr="00292650">
        <w:rPr>
          <w:b/>
          <w:bCs/>
          <w:szCs w:val="28"/>
        </w:rPr>
        <w:t>Среди общеобразовательных организаций:</w:t>
      </w:r>
    </w:p>
    <w:p w:rsidR="004E7627" w:rsidRPr="00292650" w:rsidRDefault="004E7627" w:rsidP="008B24CA">
      <w:pPr>
        <w:jc w:val="both"/>
        <w:rPr>
          <w:sz w:val="28"/>
          <w:szCs w:val="28"/>
        </w:rPr>
      </w:pPr>
      <w:r w:rsidRPr="00292650">
        <w:rPr>
          <w:sz w:val="28"/>
          <w:szCs w:val="28"/>
        </w:rPr>
        <w:t xml:space="preserve">      1 место - Рапаева Полина, обучающаяся МБОУ Кутейниковской СОШ;</w:t>
      </w:r>
    </w:p>
    <w:p w:rsidR="004E7627" w:rsidRPr="00292650" w:rsidRDefault="004E7627" w:rsidP="008B24CA">
      <w:pPr>
        <w:ind w:left="708" w:firstLine="708"/>
        <w:jc w:val="both"/>
        <w:rPr>
          <w:sz w:val="28"/>
          <w:szCs w:val="28"/>
        </w:rPr>
      </w:pPr>
      <w:r w:rsidRPr="00292650">
        <w:rPr>
          <w:sz w:val="28"/>
          <w:szCs w:val="28"/>
        </w:rPr>
        <w:t>- Ветушенко  Антон, обучающийся МБОУ Лукичевской СОШ;</w:t>
      </w:r>
    </w:p>
    <w:p w:rsidR="004E7627" w:rsidRPr="00292650" w:rsidRDefault="004E7627" w:rsidP="008B24CA">
      <w:pPr>
        <w:ind w:left="708" w:firstLine="708"/>
        <w:jc w:val="both"/>
        <w:rPr>
          <w:sz w:val="28"/>
          <w:szCs w:val="28"/>
        </w:rPr>
      </w:pPr>
      <w:r w:rsidRPr="00292650">
        <w:rPr>
          <w:sz w:val="28"/>
          <w:szCs w:val="28"/>
        </w:rPr>
        <w:t>- Синицын Игорь, обучающийся  МБОУ Маньково-Березовской СОШ;</w:t>
      </w:r>
    </w:p>
    <w:p w:rsidR="004E7627" w:rsidRPr="00292650" w:rsidRDefault="004E7627" w:rsidP="008B24CA">
      <w:pPr>
        <w:ind w:left="708" w:firstLine="708"/>
        <w:jc w:val="both"/>
        <w:rPr>
          <w:sz w:val="28"/>
          <w:szCs w:val="28"/>
        </w:rPr>
      </w:pPr>
      <w:r w:rsidRPr="00292650">
        <w:rPr>
          <w:sz w:val="28"/>
          <w:szCs w:val="28"/>
        </w:rPr>
        <w:t>- Батенко Максим, обучающийся МБОУ Милютинской СОШ;</w:t>
      </w:r>
    </w:p>
    <w:p w:rsidR="004E7627" w:rsidRPr="00292650" w:rsidRDefault="004E7627" w:rsidP="008B24CA">
      <w:pPr>
        <w:ind w:left="708" w:firstLine="708"/>
        <w:jc w:val="both"/>
        <w:rPr>
          <w:sz w:val="28"/>
          <w:szCs w:val="28"/>
        </w:rPr>
      </w:pPr>
      <w:r w:rsidRPr="00292650">
        <w:rPr>
          <w:sz w:val="28"/>
          <w:szCs w:val="28"/>
        </w:rPr>
        <w:t>- Лисогор Виктория, обучающаяся МБОУ Милютинской СОШ;</w:t>
      </w:r>
    </w:p>
    <w:p w:rsidR="004E7627" w:rsidRPr="00292650" w:rsidRDefault="004E7627" w:rsidP="008B24CA">
      <w:pPr>
        <w:jc w:val="both"/>
        <w:rPr>
          <w:sz w:val="28"/>
          <w:szCs w:val="28"/>
        </w:rPr>
      </w:pPr>
      <w:r w:rsidRPr="00292650">
        <w:rPr>
          <w:sz w:val="28"/>
          <w:szCs w:val="28"/>
        </w:rPr>
        <w:t xml:space="preserve">                    - Головачева  Валерия, обучающаяся МБОУ Степано-Савченской ООШ;</w:t>
      </w:r>
    </w:p>
    <w:p w:rsidR="004E7627" w:rsidRPr="00292650" w:rsidRDefault="004E7627" w:rsidP="008B24CA">
      <w:pPr>
        <w:jc w:val="both"/>
        <w:rPr>
          <w:sz w:val="28"/>
          <w:szCs w:val="28"/>
        </w:rPr>
      </w:pPr>
      <w:r w:rsidRPr="00292650">
        <w:rPr>
          <w:sz w:val="28"/>
          <w:szCs w:val="28"/>
        </w:rPr>
        <w:t xml:space="preserve">      2 место - Ковалёва Вероника, обучающаяся МБОУ Авангардовской ООШ;</w:t>
      </w:r>
    </w:p>
    <w:p w:rsidR="004E7627" w:rsidRPr="00292650" w:rsidRDefault="004E7627" w:rsidP="008B24CA">
      <w:pPr>
        <w:jc w:val="both"/>
        <w:rPr>
          <w:sz w:val="28"/>
          <w:szCs w:val="28"/>
        </w:rPr>
      </w:pPr>
      <w:r w:rsidRPr="00292650">
        <w:rPr>
          <w:sz w:val="28"/>
          <w:szCs w:val="28"/>
        </w:rPr>
        <w:lastRenderedPageBreak/>
        <w:tab/>
      </w:r>
      <w:r w:rsidRPr="00292650">
        <w:rPr>
          <w:sz w:val="28"/>
          <w:szCs w:val="28"/>
        </w:rPr>
        <w:tab/>
        <w:t xml:space="preserve"> -Аль Гандур Милана, обучающаяся МБОУ Милютинской СОШ;</w:t>
      </w:r>
    </w:p>
    <w:p w:rsidR="004E7627" w:rsidRPr="00292650" w:rsidRDefault="004E7627" w:rsidP="008B24CA">
      <w:pPr>
        <w:jc w:val="both"/>
        <w:rPr>
          <w:sz w:val="28"/>
          <w:szCs w:val="28"/>
        </w:rPr>
      </w:pPr>
      <w:r w:rsidRPr="00292650">
        <w:rPr>
          <w:sz w:val="28"/>
          <w:szCs w:val="28"/>
        </w:rPr>
        <w:tab/>
      </w:r>
      <w:r w:rsidRPr="00292650">
        <w:rPr>
          <w:sz w:val="28"/>
          <w:szCs w:val="28"/>
        </w:rPr>
        <w:tab/>
        <w:t xml:space="preserve"> -Гузикова Анастасия, обучающаяся МБОУ Милютинской СОШ;</w:t>
      </w:r>
    </w:p>
    <w:p w:rsidR="004E7627" w:rsidRPr="00292650" w:rsidRDefault="004E7627" w:rsidP="008B24CA">
      <w:pPr>
        <w:jc w:val="both"/>
        <w:rPr>
          <w:sz w:val="28"/>
          <w:szCs w:val="28"/>
        </w:rPr>
      </w:pPr>
      <w:r w:rsidRPr="00292650">
        <w:rPr>
          <w:sz w:val="28"/>
          <w:szCs w:val="28"/>
        </w:rPr>
        <w:tab/>
      </w:r>
      <w:r w:rsidRPr="00292650">
        <w:rPr>
          <w:sz w:val="28"/>
          <w:szCs w:val="28"/>
        </w:rPr>
        <w:tab/>
        <w:t xml:space="preserve"> -Тесля Игорь, обучающийся МБОУ Милютинской  СОШ;</w:t>
      </w:r>
    </w:p>
    <w:p w:rsidR="004E7627" w:rsidRPr="00292650" w:rsidRDefault="004E7627" w:rsidP="008B24CA">
      <w:pPr>
        <w:ind w:left="708" w:firstLine="708"/>
        <w:jc w:val="both"/>
        <w:rPr>
          <w:sz w:val="28"/>
          <w:szCs w:val="28"/>
        </w:rPr>
      </w:pPr>
      <w:r w:rsidRPr="00292650">
        <w:rPr>
          <w:sz w:val="28"/>
          <w:szCs w:val="28"/>
        </w:rPr>
        <w:t xml:space="preserve"> -Зайцева Дарья, обучающаяся  МБОУ Первомайской ООШ;</w:t>
      </w:r>
    </w:p>
    <w:p w:rsidR="004E7627" w:rsidRPr="00292650" w:rsidRDefault="004E7627" w:rsidP="008B24CA">
      <w:pPr>
        <w:ind w:left="708" w:firstLine="708"/>
        <w:jc w:val="both"/>
        <w:rPr>
          <w:sz w:val="28"/>
          <w:szCs w:val="28"/>
        </w:rPr>
      </w:pPr>
      <w:r w:rsidRPr="00292650">
        <w:rPr>
          <w:sz w:val="28"/>
          <w:szCs w:val="28"/>
        </w:rPr>
        <w:t xml:space="preserve"> - Аракелян Рафаэль, обучающийся МБОУ Петровской СОШ;</w:t>
      </w:r>
    </w:p>
    <w:p w:rsidR="004E7627" w:rsidRPr="00292650" w:rsidRDefault="004E7627" w:rsidP="008B24CA">
      <w:pPr>
        <w:ind w:left="708" w:firstLine="708"/>
        <w:jc w:val="both"/>
        <w:rPr>
          <w:sz w:val="28"/>
          <w:szCs w:val="28"/>
        </w:rPr>
      </w:pPr>
      <w:r w:rsidRPr="00292650">
        <w:rPr>
          <w:sz w:val="28"/>
          <w:szCs w:val="28"/>
        </w:rPr>
        <w:t>- Колесников Макар, обучающийся МБОУ Петровской СОШ;</w:t>
      </w:r>
    </w:p>
    <w:p w:rsidR="004E7627" w:rsidRPr="00292650" w:rsidRDefault="004E7627" w:rsidP="008B24CA">
      <w:pPr>
        <w:jc w:val="both"/>
        <w:rPr>
          <w:sz w:val="28"/>
          <w:szCs w:val="28"/>
        </w:rPr>
      </w:pPr>
      <w:r w:rsidRPr="00292650">
        <w:rPr>
          <w:sz w:val="28"/>
          <w:szCs w:val="28"/>
        </w:rPr>
        <w:t xml:space="preserve">      3 место - Соколова Василиса, обучающаяся МБОУ Авангардовской ООШ;</w:t>
      </w:r>
    </w:p>
    <w:p w:rsidR="004E7627" w:rsidRPr="00292650" w:rsidRDefault="004E7627" w:rsidP="008B24CA">
      <w:pPr>
        <w:jc w:val="both"/>
        <w:rPr>
          <w:sz w:val="28"/>
          <w:szCs w:val="28"/>
        </w:rPr>
      </w:pPr>
      <w:r w:rsidRPr="00292650">
        <w:rPr>
          <w:sz w:val="28"/>
          <w:szCs w:val="28"/>
        </w:rPr>
        <w:tab/>
      </w:r>
      <w:r w:rsidRPr="00292650">
        <w:rPr>
          <w:sz w:val="28"/>
          <w:szCs w:val="28"/>
        </w:rPr>
        <w:tab/>
        <w:t>- Пащенко Елизавета, обучающаяся МБОУ Маньково-Березовской СОШ;</w:t>
      </w:r>
    </w:p>
    <w:p w:rsidR="004E7627" w:rsidRPr="00292650" w:rsidRDefault="004E7627" w:rsidP="008B24CA">
      <w:pPr>
        <w:jc w:val="both"/>
        <w:rPr>
          <w:sz w:val="28"/>
          <w:szCs w:val="28"/>
        </w:rPr>
      </w:pPr>
      <w:r w:rsidRPr="00292650">
        <w:rPr>
          <w:sz w:val="28"/>
          <w:szCs w:val="28"/>
        </w:rPr>
        <w:tab/>
      </w:r>
      <w:r w:rsidRPr="00292650">
        <w:rPr>
          <w:sz w:val="28"/>
          <w:szCs w:val="28"/>
        </w:rPr>
        <w:tab/>
        <w:t>- Черникова Оксана, обучающаяся МБОУ Новодмитриевской  СОШ;</w:t>
      </w:r>
    </w:p>
    <w:p w:rsidR="004E7627" w:rsidRPr="00292650" w:rsidRDefault="004E7627" w:rsidP="008B24CA">
      <w:pPr>
        <w:jc w:val="both"/>
        <w:rPr>
          <w:sz w:val="28"/>
          <w:szCs w:val="28"/>
        </w:rPr>
      </w:pPr>
      <w:r w:rsidRPr="00292650">
        <w:rPr>
          <w:sz w:val="28"/>
          <w:szCs w:val="28"/>
        </w:rPr>
        <w:tab/>
      </w:r>
      <w:r w:rsidRPr="00292650">
        <w:rPr>
          <w:sz w:val="28"/>
          <w:szCs w:val="28"/>
        </w:rPr>
        <w:tab/>
        <w:t>- Диденко Владислав, обучающийся  МБОУ Орловской НОШ;</w:t>
      </w:r>
    </w:p>
    <w:p w:rsidR="004E7627" w:rsidRPr="00292650" w:rsidRDefault="004E7627" w:rsidP="008B24CA">
      <w:pPr>
        <w:jc w:val="both"/>
        <w:rPr>
          <w:sz w:val="28"/>
          <w:szCs w:val="28"/>
        </w:rPr>
      </w:pPr>
      <w:r w:rsidRPr="00292650">
        <w:rPr>
          <w:sz w:val="28"/>
          <w:szCs w:val="28"/>
        </w:rPr>
        <w:t xml:space="preserve">                   - Павлова Екатерина, обучающаяся МБОУ Петровской СОШ;</w:t>
      </w:r>
    </w:p>
    <w:p w:rsidR="004E7627" w:rsidRPr="00292650" w:rsidRDefault="004E7627" w:rsidP="008B24CA">
      <w:pPr>
        <w:jc w:val="both"/>
        <w:rPr>
          <w:sz w:val="28"/>
          <w:szCs w:val="28"/>
        </w:rPr>
      </w:pPr>
      <w:r w:rsidRPr="00292650">
        <w:rPr>
          <w:sz w:val="28"/>
          <w:szCs w:val="28"/>
        </w:rPr>
        <w:t xml:space="preserve">                   - Абуашвили Давид, обучающийся МБОУ Светочниковской СОШ.</w:t>
      </w:r>
    </w:p>
    <w:p w:rsidR="004E7627" w:rsidRPr="00292650" w:rsidRDefault="004E7627" w:rsidP="008B24CA">
      <w:pPr>
        <w:jc w:val="both"/>
        <w:rPr>
          <w:sz w:val="28"/>
          <w:szCs w:val="28"/>
        </w:rPr>
      </w:pPr>
    </w:p>
    <w:p w:rsidR="004E7627" w:rsidRPr="00292650" w:rsidRDefault="004E7627" w:rsidP="008B24CA">
      <w:pPr>
        <w:jc w:val="both"/>
        <w:rPr>
          <w:b/>
          <w:sz w:val="28"/>
          <w:szCs w:val="28"/>
        </w:rPr>
      </w:pPr>
      <w:r w:rsidRPr="00292650">
        <w:rPr>
          <w:sz w:val="28"/>
          <w:szCs w:val="28"/>
        </w:rPr>
        <w:t xml:space="preserve">           </w:t>
      </w:r>
      <w:r w:rsidRPr="00292650">
        <w:rPr>
          <w:b/>
          <w:sz w:val="28"/>
          <w:szCs w:val="28"/>
        </w:rPr>
        <w:t>1.2. Среди организаций, реализующих основную образовательную программу дошкольного образования.</w:t>
      </w:r>
    </w:p>
    <w:p w:rsidR="004E7627" w:rsidRPr="00292650" w:rsidRDefault="004E7627" w:rsidP="008B24CA">
      <w:pPr>
        <w:jc w:val="both"/>
        <w:rPr>
          <w:sz w:val="28"/>
          <w:szCs w:val="28"/>
        </w:rPr>
      </w:pPr>
      <w:r w:rsidRPr="00292650">
        <w:rPr>
          <w:sz w:val="28"/>
          <w:szCs w:val="28"/>
        </w:rPr>
        <w:t xml:space="preserve">       1 место – Ковалев  Никита, воспитанник МБДОУ д/с №1ст.Милютинской;</w:t>
      </w:r>
    </w:p>
    <w:p w:rsidR="004E7627" w:rsidRPr="00292650" w:rsidRDefault="004E7627" w:rsidP="008B24CA">
      <w:pPr>
        <w:jc w:val="both"/>
        <w:rPr>
          <w:sz w:val="28"/>
          <w:szCs w:val="28"/>
        </w:rPr>
      </w:pPr>
      <w:r w:rsidRPr="00292650">
        <w:rPr>
          <w:sz w:val="28"/>
          <w:szCs w:val="28"/>
        </w:rPr>
        <w:t xml:space="preserve">                    - Рудник Кирилл, воспитанник МБДОУ д/с №1ст.Милютинской;</w:t>
      </w:r>
    </w:p>
    <w:p w:rsidR="004E7627" w:rsidRPr="00292650" w:rsidRDefault="004E7627" w:rsidP="008B24CA">
      <w:pPr>
        <w:jc w:val="both"/>
        <w:rPr>
          <w:sz w:val="28"/>
          <w:szCs w:val="28"/>
        </w:rPr>
      </w:pPr>
      <w:r w:rsidRPr="00292650">
        <w:rPr>
          <w:sz w:val="28"/>
          <w:szCs w:val="28"/>
        </w:rPr>
        <w:tab/>
      </w:r>
      <w:r w:rsidRPr="00292650">
        <w:rPr>
          <w:sz w:val="28"/>
          <w:szCs w:val="28"/>
        </w:rPr>
        <w:tab/>
      </w:r>
    </w:p>
    <w:p w:rsidR="004E7627" w:rsidRPr="00292650" w:rsidRDefault="004E7627" w:rsidP="008B24CA">
      <w:pPr>
        <w:jc w:val="both"/>
        <w:rPr>
          <w:sz w:val="28"/>
          <w:szCs w:val="28"/>
        </w:rPr>
      </w:pPr>
      <w:r w:rsidRPr="00292650">
        <w:rPr>
          <w:sz w:val="28"/>
          <w:szCs w:val="28"/>
        </w:rPr>
        <w:tab/>
      </w:r>
      <w:r w:rsidRPr="00292650">
        <w:rPr>
          <w:sz w:val="28"/>
          <w:szCs w:val="28"/>
        </w:rPr>
        <w:tab/>
        <w:t xml:space="preserve"> - Алехина Ангелина, воспитанница МБДОУ д/с № 2 ст. Селивановской;</w:t>
      </w:r>
    </w:p>
    <w:p w:rsidR="004E7627" w:rsidRPr="00292650" w:rsidRDefault="004E7627" w:rsidP="008B24CA">
      <w:pPr>
        <w:jc w:val="both"/>
        <w:rPr>
          <w:sz w:val="28"/>
          <w:szCs w:val="28"/>
        </w:rPr>
      </w:pPr>
      <w:r w:rsidRPr="00292650">
        <w:rPr>
          <w:sz w:val="28"/>
          <w:szCs w:val="28"/>
        </w:rPr>
        <w:tab/>
      </w:r>
      <w:r w:rsidRPr="00292650">
        <w:rPr>
          <w:sz w:val="28"/>
          <w:szCs w:val="28"/>
        </w:rPr>
        <w:tab/>
        <w:t xml:space="preserve"> -Хаустова Софа, воспитанница МБДОУ д/с № 7 х.Новодмитриевского;</w:t>
      </w:r>
    </w:p>
    <w:p w:rsidR="004E7627" w:rsidRPr="00292650" w:rsidRDefault="004E7627" w:rsidP="008B24CA">
      <w:pPr>
        <w:jc w:val="both"/>
        <w:rPr>
          <w:sz w:val="28"/>
          <w:szCs w:val="28"/>
        </w:rPr>
      </w:pPr>
      <w:r w:rsidRPr="00292650">
        <w:rPr>
          <w:sz w:val="28"/>
          <w:szCs w:val="28"/>
        </w:rPr>
        <w:t xml:space="preserve">                    -Ефименко Дарья, воспитанница МБДОУ д/с № 10 сл.Маньково-Березовской; </w:t>
      </w:r>
    </w:p>
    <w:p w:rsidR="004E7627" w:rsidRPr="00292650" w:rsidRDefault="004E7627" w:rsidP="008B24CA">
      <w:pPr>
        <w:jc w:val="both"/>
        <w:rPr>
          <w:sz w:val="28"/>
          <w:szCs w:val="28"/>
        </w:rPr>
      </w:pPr>
      <w:r w:rsidRPr="00292650">
        <w:rPr>
          <w:sz w:val="28"/>
          <w:szCs w:val="28"/>
        </w:rPr>
        <w:t xml:space="preserve">                    - Жукова Виолетта, воспитанница дошкольной группы МБОУ Первомайской ООШ;</w:t>
      </w:r>
    </w:p>
    <w:p w:rsidR="004E7627" w:rsidRPr="00292650" w:rsidRDefault="004E7627" w:rsidP="008B24CA">
      <w:pPr>
        <w:jc w:val="both"/>
        <w:rPr>
          <w:sz w:val="28"/>
          <w:szCs w:val="28"/>
        </w:rPr>
      </w:pPr>
      <w:r w:rsidRPr="00292650">
        <w:rPr>
          <w:sz w:val="28"/>
          <w:szCs w:val="28"/>
        </w:rPr>
        <w:t xml:space="preserve">                   - Живенко Милана, воспитанница дошкольной группы МБОУ Авангардовской ООШ;</w:t>
      </w:r>
    </w:p>
    <w:p w:rsidR="004E7627" w:rsidRPr="00292650" w:rsidRDefault="004E7627" w:rsidP="008B24CA">
      <w:pPr>
        <w:jc w:val="both"/>
        <w:rPr>
          <w:sz w:val="28"/>
          <w:szCs w:val="28"/>
        </w:rPr>
      </w:pPr>
      <w:r w:rsidRPr="00292650">
        <w:rPr>
          <w:sz w:val="28"/>
          <w:szCs w:val="28"/>
        </w:rPr>
        <w:t xml:space="preserve">       2 место -Корплякова Катя, воспитанница МБДОУ д/с №1 ст.Милютинской;</w:t>
      </w:r>
    </w:p>
    <w:p w:rsidR="004E7627" w:rsidRPr="00292650" w:rsidRDefault="004E7627" w:rsidP="008B24CA">
      <w:pPr>
        <w:jc w:val="both"/>
        <w:rPr>
          <w:sz w:val="28"/>
          <w:szCs w:val="28"/>
        </w:rPr>
      </w:pPr>
      <w:r w:rsidRPr="00292650">
        <w:rPr>
          <w:sz w:val="28"/>
          <w:szCs w:val="28"/>
        </w:rPr>
        <w:tab/>
        <w:t xml:space="preserve">          - Безденежная Катя, воспитанница МБДОУ д/с № 2 ст.Селивановской;</w:t>
      </w:r>
    </w:p>
    <w:p w:rsidR="004E7627" w:rsidRPr="00292650" w:rsidRDefault="004E7627" w:rsidP="008B24CA">
      <w:pPr>
        <w:jc w:val="both"/>
        <w:rPr>
          <w:sz w:val="28"/>
          <w:szCs w:val="28"/>
        </w:rPr>
      </w:pPr>
      <w:r w:rsidRPr="00292650">
        <w:rPr>
          <w:sz w:val="28"/>
          <w:szCs w:val="28"/>
        </w:rPr>
        <w:tab/>
      </w:r>
      <w:r w:rsidRPr="00292650">
        <w:rPr>
          <w:sz w:val="28"/>
          <w:szCs w:val="28"/>
        </w:rPr>
        <w:tab/>
        <w:t>- Воронков Виталий, воспитанник МБДОУ д/с № 2 ст.Селивановской;</w:t>
      </w:r>
    </w:p>
    <w:p w:rsidR="004E7627" w:rsidRPr="00292650" w:rsidRDefault="004E7627" w:rsidP="008B24CA">
      <w:pPr>
        <w:jc w:val="both"/>
        <w:rPr>
          <w:sz w:val="28"/>
          <w:szCs w:val="28"/>
        </w:rPr>
      </w:pPr>
      <w:r w:rsidRPr="00292650">
        <w:rPr>
          <w:sz w:val="28"/>
          <w:szCs w:val="28"/>
        </w:rPr>
        <w:t xml:space="preserve">                   - Фролов Алексей, воспитанник МБДОУ д/с № 2 ст.Селивановской;</w:t>
      </w:r>
    </w:p>
    <w:p w:rsidR="004E7627" w:rsidRPr="00292650" w:rsidRDefault="004E7627" w:rsidP="008B24CA">
      <w:pPr>
        <w:jc w:val="both"/>
        <w:rPr>
          <w:sz w:val="28"/>
          <w:szCs w:val="28"/>
        </w:rPr>
      </w:pPr>
      <w:r w:rsidRPr="00292650">
        <w:rPr>
          <w:sz w:val="28"/>
          <w:szCs w:val="28"/>
        </w:rPr>
        <w:t xml:space="preserve">                   -Гломоздина Дарья, воспитанница  МБДОУ д/с № 3 х.Нижнепетровского;</w:t>
      </w:r>
    </w:p>
    <w:p w:rsidR="004E7627" w:rsidRPr="00292650" w:rsidRDefault="004E7627" w:rsidP="008B24CA">
      <w:pPr>
        <w:jc w:val="both"/>
        <w:rPr>
          <w:sz w:val="28"/>
          <w:szCs w:val="28"/>
        </w:rPr>
      </w:pPr>
      <w:r w:rsidRPr="00292650">
        <w:rPr>
          <w:sz w:val="28"/>
          <w:szCs w:val="28"/>
        </w:rPr>
        <w:t xml:space="preserve">                   -  Павлючук Ангелина, воспитанница МБДОУ д/с № 4 п.Светоч;</w:t>
      </w:r>
    </w:p>
    <w:p w:rsidR="004E7627" w:rsidRPr="00292650" w:rsidRDefault="004E7627" w:rsidP="008B24CA">
      <w:pPr>
        <w:jc w:val="both"/>
        <w:rPr>
          <w:sz w:val="28"/>
          <w:szCs w:val="28"/>
        </w:rPr>
      </w:pPr>
      <w:r w:rsidRPr="00292650">
        <w:rPr>
          <w:sz w:val="28"/>
          <w:szCs w:val="28"/>
        </w:rPr>
        <w:t xml:space="preserve">                   - Ревутскова Инесса, воспитанница МБДОУ д/с № 4 п.Светоч;</w:t>
      </w:r>
    </w:p>
    <w:p w:rsidR="004E7627" w:rsidRPr="00292650" w:rsidRDefault="004E7627" w:rsidP="008B24CA">
      <w:pPr>
        <w:jc w:val="both"/>
        <w:rPr>
          <w:sz w:val="28"/>
          <w:szCs w:val="28"/>
        </w:rPr>
      </w:pPr>
      <w:r w:rsidRPr="00292650">
        <w:rPr>
          <w:sz w:val="28"/>
          <w:szCs w:val="28"/>
        </w:rPr>
        <w:t xml:space="preserve">                   - Агеева Полина, воспитанница МБДОУ д/с № 8 п.Доброполье;</w:t>
      </w:r>
    </w:p>
    <w:p w:rsidR="004E7627" w:rsidRPr="00292650" w:rsidRDefault="004E7627" w:rsidP="008B24CA">
      <w:pPr>
        <w:jc w:val="both"/>
        <w:rPr>
          <w:sz w:val="28"/>
          <w:szCs w:val="28"/>
        </w:rPr>
      </w:pPr>
      <w:r w:rsidRPr="00292650">
        <w:rPr>
          <w:sz w:val="28"/>
          <w:szCs w:val="28"/>
        </w:rPr>
        <w:t xml:space="preserve">                   - Лопина Анжелика, воспитанница МБДОУ д/с № 9 «Зорюшка»;</w:t>
      </w:r>
    </w:p>
    <w:p w:rsidR="004E7627" w:rsidRPr="00292650" w:rsidRDefault="004E7627" w:rsidP="008B24CA">
      <w:pPr>
        <w:jc w:val="both"/>
        <w:rPr>
          <w:sz w:val="28"/>
          <w:szCs w:val="28"/>
        </w:rPr>
      </w:pPr>
      <w:r w:rsidRPr="00292650">
        <w:rPr>
          <w:sz w:val="28"/>
          <w:szCs w:val="28"/>
        </w:rPr>
        <w:t xml:space="preserve">                   - Ефименко Мария, воспитанница МБДОУ д/с № 11 «Колобок» х.Степано-Савченского;</w:t>
      </w:r>
    </w:p>
    <w:p w:rsidR="004E7627" w:rsidRPr="00292650" w:rsidRDefault="004E7627" w:rsidP="008B24CA">
      <w:pPr>
        <w:jc w:val="both"/>
        <w:rPr>
          <w:sz w:val="28"/>
          <w:szCs w:val="28"/>
        </w:rPr>
      </w:pPr>
      <w:r w:rsidRPr="00292650">
        <w:rPr>
          <w:sz w:val="28"/>
          <w:szCs w:val="28"/>
        </w:rPr>
        <w:t xml:space="preserve">                  - Ветушенко Александр, воспитанник дошкольной группы МБОУ Лукичевской СОШ;</w:t>
      </w:r>
    </w:p>
    <w:p w:rsidR="004E7627" w:rsidRPr="00292650" w:rsidRDefault="004E7627" w:rsidP="008B24CA">
      <w:pPr>
        <w:jc w:val="both"/>
        <w:rPr>
          <w:sz w:val="28"/>
          <w:szCs w:val="28"/>
        </w:rPr>
      </w:pPr>
      <w:r w:rsidRPr="00292650">
        <w:rPr>
          <w:sz w:val="28"/>
          <w:szCs w:val="28"/>
        </w:rPr>
        <w:t xml:space="preserve">                  - Амбарцумян Милена, воспитанница дошкольной группы МБОУ Первомайской ООШ;</w:t>
      </w:r>
    </w:p>
    <w:p w:rsidR="004E7627" w:rsidRPr="00292650" w:rsidRDefault="004E7627" w:rsidP="008B24CA">
      <w:pPr>
        <w:jc w:val="both"/>
        <w:rPr>
          <w:sz w:val="28"/>
          <w:szCs w:val="28"/>
        </w:rPr>
      </w:pPr>
      <w:r w:rsidRPr="00292650">
        <w:rPr>
          <w:sz w:val="28"/>
          <w:szCs w:val="28"/>
        </w:rPr>
        <w:t xml:space="preserve">                  - Агеева Полина, воспитанница дошкольной группы МБОУ Орловской НОШ;</w:t>
      </w:r>
    </w:p>
    <w:p w:rsidR="004E7627" w:rsidRPr="00292650" w:rsidRDefault="004E7627" w:rsidP="004E7627">
      <w:pPr>
        <w:jc w:val="both"/>
        <w:rPr>
          <w:sz w:val="28"/>
          <w:szCs w:val="28"/>
        </w:rPr>
      </w:pPr>
      <w:r w:rsidRPr="00292650">
        <w:rPr>
          <w:sz w:val="28"/>
          <w:szCs w:val="28"/>
        </w:rPr>
        <w:t xml:space="preserve">       3 место- Парфенова София, воспитанница МБДОУ д/с №10 сл.Маньково-Березовской;</w:t>
      </w:r>
    </w:p>
    <w:p w:rsidR="004E7627" w:rsidRPr="00292650" w:rsidRDefault="004E7627" w:rsidP="004E7627">
      <w:pPr>
        <w:jc w:val="both"/>
        <w:rPr>
          <w:sz w:val="28"/>
          <w:szCs w:val="28"/>
        </w:rPr>
      </w:pPr>
      <w:r w:rsidRPr="00292650">
        <w:rPr>
          <w:sz w:val="28"/>
          <w:szCs w:val="28"/>
        </w:rPr>
        <w:tab/>
      </w:r>
      <w:r w:rsidRPr="00292650">
        <w:rPr>
          <w:sz w:val="28"/>
          <w:szCs w:val="28"/>
        </w:rPr>
        <w:tab/>
        <w:t xml:space="preserve">- Диденко Владислав, воспитанник дошкольной группы МБОУ Орловской НОШ.   </w:t>
      </w:r>
    </w:p>
    <w:p w:rsidR="004E7627" w:rsidRPr="00292650" w:rsidRDefault="004E7627" w:rsidP="004E7627">
      <w:pPr>
        <w:jc w:val="both"/>
        <w:rPr>
          <w:sz w:val="28"/>
          <w:szCs w:val="28"/>
        </w:rPr>
      </w:pPr>
    </w:p>
    <w:p w:rsidR="004E7627" w:rsidRPr="00292650" w:rsidRDefault="004E7627" w:rsidP="004E7627">
      <w:pPr>
        <w:jc w:val="both"/>
        <w:rPr>
          <w:sz w:val="28"/>
          <w:szCs w:val="28"/>
        </w:rPr>
      </w:pPr>
      <w:r w:rsidRPr="00292650">
        <w:rPr>
          <w:sz w:val="28"/>
          <w:szCs w:val="28"/>
        </w:rPr>
        <w:lastRenderedPageBreak/>
        <w:t xml:space="preserve">    Победители, призеры и участники конкурса были награждены грамотами и благодарственными письмами МБУ «МК и ЦБ отдела образования  Администрации Милютинского  района».</w:t>
      </w:r>
    </w:p>
    <w:p w:rsidR="004E7627" w:rsidRPr="00292650" w:rsidRDefault="004E7627" w:rsidP="004E7627">
      <w:pPr>
        <w:ind w:firstLine="708"/>
        <w:jc w:val="both"/>
        <w:rPr>
          <w:rStyle w:val="apple-converted-space"/>
          <w:sz w:val="28"/>
          <w:szCs w:val="28"/>
        </w:rPr>
      </w:pPr>
    </w:p>
    <w:p w:rsidR="004E7627" w:rsidRPr="00292650" w:rsidRDefault="004E7627" w:rsidP="004E7627">
      <w:pPr>
        <w:pStyle w:val="a9"/>
        <w:shd w:val="clear" w:color="auto" w:fill="FFFFFF"/>
        <w:spacing w:before="0" w:after="200" w:line="345" w:lineRule="atLeast"/>
        <w:jc w:val="both"/>
        <w:rPr>
          <w:sz w:val="28"/>
          <w:szCs w:val="28"/>
        </w:rPr>
      </w:pPr>
      <w:r w:rsidRPr="00292650">
        <w:rPr>
          <w:rStyle w:val="apple-converted-space"/>
          <w:sz w:val="28"/>
          <w:szCs w:val="28"/>
        </w:rPr>
        <w:t xml:space="preserve">     16 мая во Дворце культуры «Роствертол»  г. Ростова-на-Дону состоялся практико-ориентированный показ «Новые дела ЮИД в детских садах», в котором принял участие отряд ЮИД «Светофор» МБОУ  Милютинской СОШ.  </w:t>
      </w:r>
      <w:r w:rsidRPr="00292650">
        <w:rPr>
          <w:sz w:val="28"/>
          <w:szCs w:val="28"/>
        </w:rPr>
        <w:t>Директор Ростовской региональной общественной организации «ЮИД Дона» Г.Е. Давыдова высоко оценила выступление отряда ЮИД, и по итогам конкурса  наша команда заняла 1 место.</w:t>
      </w:r>
    </w:p>
    <w:p w:rsidR="004E7627" w:rsidRPr="00292650" w:rsidRDefault="004E7627" w:rsidP="004E7627">
      <w:pPr>
        <w:jc w:val="both"/>
        <w:rPr>
          <w:sz w:val="28"/>
          <w:szCs w:val="28"/>
        </w:rPr>
      </w:pPr>
      <w:r w:rsidRPr="00292650">
        <w:rPr>
          <w:sz w:val="28"/>
          <w:szCs w:val="28"/>
        </w:rPr>
        <w:t xml:space="preserve">     С 13 по 09 июня 2019г., во всех образовательных организациях Милютинского района была проведена  широкомасштабная акция «Внимание, дети!».</w:t>
      </w:r>
    </w:p>
    <w:p w:rsidR="00DC2ED1" w:rsidRPr="00292650" w:rsidRDefault="00B95649" w:rsidP="003F4EBB">
      <w:pPr>
        <w:jc w:val="both"/>
        <w:rPr>
          <w:sz w:val="28"/>
          <w:szCs w:val="28"/>
        </w:rPr>
      </w:pPr>
      <w:r w:rsidRPr="00292650">
        <w:rPr>
          <w:sz w:val="28"/>
          <w:szCs w:val="28"/>
        </w:rPr>
        <w:t xml:space="preserve">        </w:t>
      </w:r>
      <w:r w:rsidR="00DC2ED1" w:rsidRPr="00292650">
        <w:rPr>
          <w:sz w:val="28"/>
          <w:szCs w:val="28"/>
        </w:rPr>
        <w:t xml:space="preserve">  </w:t>
      </w:r>
    </w:p>
    <w:p w:rsidR="00806DDE" w:rsidRPr="00292650" w:rsidRDefault="00806DDE" w:rsidP="00806DDE">
      <w:pPr>
        <w:jc w:val="both"/>
        <w:rPr>
          <w:sz w:val="28"/>
          <w:szCs w:val="28"/>
        </w:rPr>
      </w:pPr>
      <w:r w:rsidRPr="00292650">
        <w:rPr>
          <w:sz w:val="28"/>
          <w:szCs w:val="28"/>
        </w:rPr>
        <w:t xml:space="preserve">        24.09.2019г. был проведен муниципальный этап областного конкурса «ЮИДовцы Дона-социальные волонтеры». В конкурсе приняли участие обучающиеся общеобразовательных организаций района. </w:t>
      </w:r>
    </w:p>
    <w:p w:rsidR="00806DDE" w:rsidRPr="00292650" w:rsidRDefault="00806DDE" w:rsidP="00806DDE">
      <w:pPr>
        <w:ind w:firstLine="708"/>
        <w:jc w:val="both"/>
        <w:rPr>
          <w:sz w:val="28"/>
          <w:szCs w:val="28"/>
        </w:rPr>
      </w:pPr>
      <w:r w:rsidRPr="00292650">
        <w:rPr>
          <w:sz w:val="28"/>
          <w:szCs w:val="28"/>
        </w:rPr>
        <w:t xml:space="preserve">Победителями </w:t>
      </w:r>
      <w:r w:rsidR="00BE3A69" w:rsidRPr="00292650">
        <w:rPr>
          <w:sz w:val="28"/>
          <w:szCs w:val="28"/>
        </w:rPr>
        <w:t xml:space="preserve">и призерами </w:t>
      </w:r>
      <w:r w:rsidRPr="00292650">
        <w:rPr>
          <w:sz w:val="28"/>
          <w:szCs w:val="28"/>
        </w:rPr>
        <w:t xml:space="preserve">конкурса были признаны:                    </w:t>
      </w:r>
    </w:p>
    <w:p w:rsidR="00806DDE" w:rsidRPr="00292650" w:rsidRDefault="00806DDE" w:rsidP="00806DDE">
      <w:pPr>
        <w:jc w:val="both"/>
      </w:pPr>
      <w:r w:rsidRPr="00292650">
        <w:rPr>
          <w:sz w:val="28"/>
        </w:rPr>
        <w:t xml:space="preserve">         1 место-</w:t>
      </w:r>
      <w:r w:rsidRPr="00292650">
        <w:rPr>
          <w:sz w:val="28"/>
          <w:szCs w:val="28"/>
        </w:rPr>
        <w:t xml:space="preserve"> отряд ЮИД МБОУ Милютинской СОШ;    </w:t>
      </w:r>
    </w:p>
    <w:p w:rsidR="00806DDE" w:rsidRPr="00292650" w:rsidRDefault="00806DDE" w:rsidP="00806DDE">
      <w:pPr>
        <w:jc w:val="both"/>
        <w:rPr>
          <w:sz w:val="28"/>
          <w:szCs w:val="28"/>
        </w:rPr>
      </w:pPr>
      <w:r w:rsidRPr="00292650">
        <w:rPr>
          <w:sz w:val="28"/>
          <w:szCs w:val="28"/>
        </w:rPr>
        <w:t xml:space="preserve">    </w:t>
      </w:r>
      <w:r w:rsidRPr="00292650">
        <w:rPr>
          <w:sz w:val="28"/>
        </w:rPr>
        <w:t xml:space="preserve">     2 место-  </w:t>
      </w:r>
      <w:r w:rsidRPr="00292650">
        <w:rPr>
          <w:sz w:val="28"/>
          <w:szCs w:val="28"/>
        </w:rPr>
        <w:t>отряд ЮИД МБОУ Маньково-Березовской СОШ;</w:t>
      </w:r>
    </w:p>
    <w:p w:rsidR="00806DDE" w:rsidRPr="00292650" w:rsidRDefault="00806DDE" w:rsidP="00806DDE">
      <w:pPr>
        <w:jc w:val="both"/>
        <w:rPr>
          <w:sz w:val="28"/>
          <w:szCs w:val="28"/>
        </w:rPr>
      </w:pPr>
      <w:r w:rsidRPr="00292650">
        <w:rPr>
          <w:sz w:val="28"/>
          <w:szCs w:val="28"/>
        </w:rPr>
        <w:t xml:space="preserve">                        отряд ЮИД МБОУ Николо-Березовской СОШ;</w:t>
      </w:r>
    </w:p>
    <w:p w:rsidR="00806DDE" w:rsidRPr="00292650" w:rsidRDefault="00806DDE" w:rsidP="00806DDE">
      <w:pPr>
        <w:jc w:val="both"/>
        <w:rPr>
          <w:sz w:val="28"/>
          <w:szCs w:val="28"/>
        </w:rPr>
      </w:pPr>
      <w:r w:rsidRPr="00292650">
        <w:rPr>
          <w:sz w:val="28"/>
          <w:szCs w:val="28"/>
        </w:rPr>
        <w:t xml:space="preserve">                        отряд ЮИД МБОУ Первомайской ООШ;</w:t>
      </w:r>
    </w:p>
    <w:p w:rsidR="00806DDE" w:rsidRPr="00292650" w:rsidRDefault="00806DDE" w:rsidP="00806DDE">
      <w:pPr>
        <w:jc w:val="both"/>
        <w:rPr>
          <w:sz w:val="28"/>
          <w:szCs w:val="28"/>
        </w:rPr>
      </w:pPr>
      <w:r w:rsidRPr="00292650">
        <w:rPr>
          <w:sz w:val="28"/>
          <w:szCs w:val="28"/>
        </w:rPr>
        <w:t xml:space="preserve">                        отряд ЮИД МБОУ Селивановской  СОШ;</w:t>
      </w:r>
    </w:p>
    <w:p w:rsidR="00806DDE" w:rsidRPr="00292650" w:rsidRDefault="00806DDE" w:rsidP="00806DDE">
      <w:pPr>
        <w:jc w:val="both"/>
        <w:rPr>
          <w:sz w:val="28"/>
          <w:szCs w:val="28"/>
        </w:rPr>
      </w:pPr>
      <w:r w:rsidRPr="00292650">
        <w:rPr>
          <w:sz w:val="28"/>
          <w:szCs w:val="28"/>
        </w:rPr>
        <w:t xml:space="preserve">                        отряд ЮИД МБОУ Степано-Савченской ООШ;</w:t>
      </w:r>
    </w:p>
    <w:p w:rsidR="00806DDE" w:rsidRPr="00292650" w:rsidRDefault="00806DDE" w:rsidP="00806DDE">
      <w:pPr>
        <w:jc w:val="both"/>
        <w:rPr>
          <w:sz w:val="28"/>
          <w:szCs w:val="28"/>
        </w:rPr>
      </w:pPr>
      <w:r w:rsidRPr="00292650">
        <w:rPr>
          <w:sz w:val="28"/>
          <w:szCs w:val="28"/>
        </w:rPr>
        <w:t xml:space="preserve">         3 место-  отряд ЮИД МБОУ Лукичевской СОШ;</w:t>
      </w:r>
    </w:p>
    <w:p w:rsidR="00806DDE" w:rsidRPr="00292650" w:rsidRDefault="00806DDE" w:rsidP="00806DDE">
      <w:pPr>
        <w:jc w:val="both"/>
        <w:rPr>
          <w:sz w:val="28"/>
          <w:szCs w:val="28"/>
        </w:rPr>
      </w:pPr>
      <w:r w:rsidRPr="00292650">
        <w:rPr>
          <w:sz w:val="28"/>
          <w:szCs w:val="28"/>
        </w:rPr>
        <w:t xml:space="preserve">                     отряд ЮИД МБОУ Кутейниковской СОШ;</w:t>
      </w:r>
    </w:p>
    <w:p w:rsidR="00806DDE" w:rsidRPr="00292650" w:rsidRDefault="00806DDE" w:rsidP="00806DDE">
      <w:pPr>
        <w:tabs>
          <w:tab w:val="left" w:pos="1680"/>
        </w:tabs>
        <w:jc w:val="both"/>
        <w:rPr>
          <w:sz w:val="28"/>
          <w:szCs w:val="28"/>
        </w:rPr>
      </w:pPr>
      <w:r w:rsidRPr="00292650">
        <w:rPr>
          <w:sz w:val="28"/>
          <w:szCs w:val="28"/>
        </w:rPr>
        <w:t xml:space="preserve">                     отряд ЮИД МБОУ Петровской СОШ;</w:t>
      </w:r>
    </w:p>
    <w:p w:rsidR="00806DDE" w:rsidRPr="00292650" w:rsidRDefault="00806DDE" w:rsidP="00806DDE">
      <w:pPr>
        <w:tabs>
          <w:tab w:val="left" w:pos="1680"/>
        </w:tabs>
        <w:jc w:val="both"/>
        <w:rPr>
          <w:sz w:val="28"/>
          <w:szCs w:val="28"/>
        </w:rPr>
      </w:pPr>
      <w:r w:rsidRPr="00292650">
        <w:rPr>
          <w:sz w:val="28"/>
          <w:szCs w:val="28"/>
        </w:rPr>
        <w:t xml:space="preserve">                     отряд ЮИД МБОУ Новодмитриевской СОШ;</w:t>
      </w:r>
    </w:p>
    <w:p w:rsidR="00806DDE" w:rsidRPr="00292650" w:rsidRDefault="00806DDE" w:rsidP="00806DDE">
      <w:pPr>
        <w:tabs>
          <w:tab w:val="left" w:pos="1680"/>
        </w:tabs>
        <w:jc w:val="both"/>
        <w:rPr>
          <w:sz w:val="28"/>
          <w:szCs w:val="28"/>
        </w:rPr>
      </w:pPr>
      <w:r w:rsidRPr="00292650">
        <w:rPr>
          <w:sz w:val="28"/>
          <w:szCs w:val="28"/>
        </w:rPr>
        <w:t xml:space="preserve">                     отряд ЮИД МБОУ Светочниковской СОШ.</w:t>
      </w:r>
    </w:p>
    <w:p w:rsidR="00806DDE" w:rsidRPr="00292650" w:rsidRDefault="00BE3A69" w:rsidP="00806DDE">
      <w:pPr>
        <w:jc w:val="both"/>
        <w:rPr>
          <w:sz w:val="28"/>
          <w:szCs w:val="28"/>
        </w:rPr>
      </w:pPr>
      <w:r w:rsidRPr="00292650">
        <w:rPr>
          <w:sz w:val="28"/>
          <w:szCs w:val="28"/>
        </w:rPr>
        <w:t xml:space="preserve">    </w:t>
      </w:r>
      <w:r w:rsidR="00806DDE" w:rsidRPr="00292650">
        <w:rPr>
          <w:sz w:val="28"/>
          <w:szCs w:val="28"/>
        </w:rPr>
        <w:t>Отряд ЮИД МБОУ Милютинской СОШ был направлен для участия в зональном этапе областного конкурса «ЮИДовцы Дона-социальные вол</w:t>
      </w:r>
      <w:r w:rsidRPr="00292650">
        <w:rPr>
          <w:sz w:val="28"/>
          <w:szCs w:val="28"/>
        </w:rPr>
        <w:t>онтеры», который состоялся 07.10</w:t>
      </w:r>
      <w:r w:rsidR="00806DDE" w:rsidRPr="00292650">
        <w:rPr>
          <w:sz w:val="28"/>
          <w:szCs w:val="28"/>
        </w:rPr>
        <w:t>.2019г. в Тарасовском районе. По итогом конкурса отряд ЮИД МБОУ Милютинской СОШ занял первое место.</w:t>
      </w:r>
    </w:p>
    <w:p w:rsidR="007B7D55" w:rsidRPr="00292650" w:rsidRDefault="007B7D55" w:rsidP="00806DDE">
      <w:pPr>
        <w:jc w:val="both"/>
        <w:rPr>
          <w:sz w:val="28"/>
          <w:szCs w:val="28"/>
        </w:rPr>
      </w:pPr>
    </w:p>
    <w:p w:rsidR="00273FA8" w:rsidRPr="00292650" w:rsidRDefault="00273FA8" w:rsidP="00806DDE">
      <w:pPr>
        <w:jc w:val="both"/>
        <w:rPr>
          <w:sz w:val="28"/>
          <w:szCs w:val="28"/>
        </w:rPr>
      </w:pPr>
      <w:r w:rsidRPr="00292650">
        <w:rPr>
          <w:sz w:val="28"/>
          <w:szCs w:val="28"/>
        </w:rPr>
        <w:t xml:space="preserve">    25.10.2019г.</w:t>
      </w:r>
      <w:r w:rsidR="007B7D55" w:rsidRPr="00292650">
        <w:rPr>
          <w:color w:val="000000"/>
          <w:spacing w:val="-1"/>
          <w:sz w:val="28"/>
          <w:szCs w:val="28"/>
        </w:rPr>
        <w:t xml:space="preserve"> в рамках выполнения рекомендаций Федеральной целевой программы «Повышение безопасности дорожного движения 2013-2020 гг.»</w:t>
      </w:r>
      <w:r w:rsidRPr="00292650">
        <w:rPr>
          <w:sz w:val="28"/>
          <w:szCs w:val="28"/>
        </w:rPr>
        <w:t xml:space="preserve"> состоялся </w:t>
      </w:r>
      <w:r w:rsidRPr="00292650">
        <w:rPr>
          <w:sz w:val="28"/>
        </w:rPr>
        <w:t>тематический спектакль с участием передвижного «офис класса» на базе автобуса безопасности дорожного движения.</w:t>
      </w:r>
    </w:p>
    <w:p w:rsidR="00273FA8" w:rsidRPr="00292650" w:rsidRDefault="00273FA8" w:rsidP="00806DDE">
      <w:pPr>
        <w:jc w:val="both"/>
        <w:rPr>
          <w:sz w:val="28"/>
          <w:szCs w:val="28"/>
        </w:rPr>
      </w:pPr>
    </w:p>
    <w:p w:rsidR="00BE3A69" w:rsidRPr="00292650" w:rsidRDefault="00BE3A69" w:rsidP="00806DDE">
      <w:pPr>
        <w:jc w:val="both"/>
        <w:rPr>
          <w:sz w:val="28"/>
          <w:szCs w:val="28"/>
        </w:rPr>
      </w:pPr>
      <w:r w:rsidRPr="00292650">
        <w:rPr>
          <w:sz w:val="28"/>
          <w:szCs w:val="28"/>
        </w:rPr>
        <w:t xml:space="preserve">    28.10.2019г. был проведен муниципальный этап областного конкурса ДОО «Лучшее праздничное мероприятие, посвященное 5-летию образования команд ЮПИД».</w:t>
      </w:r>
    </w:p>
    <w:p w:rsidR="00777C92" w:rsidRPr="00292650" w:rsidRDefault="00BE3A69" w:rsidP="00BE3A69">
      <w:pPr>
        <w:jc w:val="both"/>
        <w:rPr>
          <w:sz w:val="28"/>
          <w:szCs w:val="28"/>
        </w:rPr>
      </w:pPr>
      <w:r w:rsidRPr="00292650">
        <w:rPr>
          <w:sz w:val="28"/>
          <w:szCs w:val="28"/>
        </w:rPr>
        <w:t xml:space="preserve">  </w:t>
      </w:r>
      <w:r w:rsidR="00806DDE" w:rsidRPr="00292650">
        <w:rPr>
          <w:sz w:val="28"/>
          <w:szCs w:val="28"/>
        </w:rPr>
        <w:t xml:space="preserve">   </w:t>
      </w:r>
      <w:r w:rsidRPr="00292650">
        <w:rPr>
          <w:sz w:val="28"/>
          <w:szCs w:val="28"/>
        </w:rPr>
        <w:t xml:space="preserve">Победителями и призерами конкурса были признаны: </w:t>
      </w:r>
    </w:p>
    <w:p w:rsidR="00777C92" w:rsidRPr="00292650" w:rsidRDefault="00BE3A69" w:rsidP="00BE3A69">
      <w:pPr>
        <w:jc w:val="both"/>
        <w:rPr>
          <w:sz w:val="28"/>
          <w:szCs w:val="28"/>
        </w:rPr>
      </w:pPr>
      <w:r w:rsidRPr="00292650">
        <w:rPr>
          <w:sz w:val="28"/>
          <w:szCs w:val="28"/>
        </w:rPr>
        <w:t xml:space="preserve">  </w:t>
      </w:r>
    </w:p>
    <w:p w:rsidR="00BE3A69" w:rsidRPr="00292650" w:rsidRDefault="00777C92" w:rsidP="00BE3A69">
      <w:pPr>
        <w:jc w:val="both"/>
        <w:rPr>
          <w:b/>
          <w:sz w:val="28"/>
          <w:szCs w:val="28"/>
        </w:rPr>
      </w:pPr>
      <w:r w:rsidRPr="00292650">
        <w:rPr>
          <w:b/>
          <w:sz w:val="28"/>
          <w:szCs w:val="28"/>
        </w:rPr>
        <w:t>1.1.Для первой категории   участников (детские сады и дошкольные группы)</w:t>
      </w:r>
      <w:r w:rsidR="00BE3A69" w:rsidRPr="00292650">
        <w:rPr>
          <w:b/>
          <w:sz w:val="28"/>
          <w:szCs w:val="28"/>
        </w:rPr>
        <w:t xml:space="preserve"> </w:t>
      </w:r>
    </w:p>
    <w:p w:rsidR="00BE3A69" w:rsidRPr="00292650" w:rsidRDefault="00BE3A69" w:rsidP="00BE3A69">
      <w:pPr>
        <w:jc w:val="both"/>
        <w:rPr>
          <w:sz w:val="28"/>
          <w:szCs w:val="28"/>
        </w:rPr>
      </w:pPr>
      <w:r w:rsidRPr="00292650">
        <w:rPr>
          <w:sz w:val="28"/>
          <w:szCs w:val="28"/>
        </w:rPr>
        <w:t>1 место  - МБДОУ д/с №4 п.Светоч;</w:t>
      </w:r>
    </w:p>
    <w:p w:rsidR="00BE3A69" w:rsidRPr="00292650" w:rsidRDefault="00BE3A69" w:rsidP="00BE3A69">
      <w:pPr>
        <w:jc w:val="both"/>
        <w:rPr>
          <w:sz w:val="28"/>
          <w:szCs w:val="28"/>
        </w:rPr>
      </w:pPr>
      <w:r w:rsidRPr="00292650">
        <w:rPr>
          <w:sz w:val="28"/>
          <w:szCs w:val="28"/>
        </w:rPr>
        <w:t xml:space="preserve">              - МБДОУ д/с №10 сл.Маньково-Березовской;                </w:t>
      </w:r>
    </w:p>
    <w:p w:rsidR="00806DDE" w:rsidRPr="00292650" w:rsidRDefault="00BE3A69" w:rsidP="00806DDE">
      <w:pPr>
        <w:jc w:val="both"/>
        <w:rPr>
          <w:sz w:val="28"/>
          <w:szCs w:val="28"/>
        </w:rPr>
      </w:pPr>
      <w:r w:rsidRPr="00292650">
        <w:rPr>
          <w:sz w:val="28"/>
          <w:szCs w:val="28"/>
        </w:rPr>
        <w:t>2 место  - МБДОУ д/с № 7 х.Новодмитриевского;</w:t>
      </w:r>
    </w:p>
    <w:p w:rsidR="00BE3A69" w:rsidRPr="00292650" w:rsidRDefault="00BE3A69" w:rsidP="00806DDE">
      <w:pPr>
        <w:jc w:val="both"/>
        <w:rPr>
          <w:sz w:val="28"/>
          <w:szCs w:val="28"/>
        </w:rPr>
      </w:pPr>
      <w:r w:rsidRPr="00292650">
        <w:rPr>
          <w:sz w:val="28"/>
          <w:szCs w:val="28"/>
        </w:rPr>
        <w:t xml:space="preserve">              - МБДОУ д/с №11 «Колобок» х.Степано-Савченского;</w:t>
      </w:r>
    </w:p>
    <w:p w:rsidR="00BE3A69" w:rsidRPr="00292650" w:rsidRDefault="00BE3A69" w:rsidP="00806DDE">
      <w:pPr>
        <w:jc w:val="both"/>
        <w:rPr>
          <w:sz w:val="28"/>
          <w:szCs w:val="28"/>
        </w:rPr>
      </w:pPr>
      <w:r w:rsidRPr="00292650">
        <w:rPr>
          <w:sz w:val="28"/>
          <w:szCs w:val="28"/>
        </w:rPr>
        <w:lastRenderedPageBreak/>
        <w:t xml:space="preserve">              - дошкольная группа МБДОУ Первомайской ООШ;</w:t>
      </w:r>
    </w:p>
    <w:p w:rsidR="00BE3A69" w:rsidRPr="00292650" w:rsidRDefault="00BE3A69" w:rsidP="00806DDE">
      <w:pPr>
        <w:jc w:val="both"/>
        <w:rPr>
          <w:sz w:val="28"/>
          <w:szCs w:val="28"/>
        </w:rPr>
      </w:pPr>
      <w:r w:rsidRPr="00292650">
        <w:rPr>
          <w:sz w:val="28"/>
          <w:szCs w:val="28"/>
        </w:rPr>
        <w:t>3 место  - МБДОУ  д/с № 2 ст.Селивановской;</w:t>
      </w:r>
    </w:p>
    <w:p w:rsidR="00BE3A69" w:rsidRPr="00292650" w:rsidRDefault="00BE3A69" w:rsidP="00806DDE">
      <w:pPr>
        <w:jc w:val="both"/>
        <w:rPr>
          <w:sz w:val="28"/>
          <w:szCs w:val="28"/>
        </w:rPr>
      </w:pPr>
      <w:r w:rsidRPr="00292650">
        <w:rPr>
          <w:sz w:val="28"/>
          <w:szCs w:val="28"/>
        </w:rPr>
        <w:t xml:space="preserve">              - МБДОУ д/с № 9 «Зорюшка» х.Николовка;</w:t>
      </w:r>
    </w:p>
    <w:p w:rsidR="00BE3A69" w:rsidRPr="00292650" w:rsidRDefault="00BE3A69" w:rsidP="00806DDE">
      <w:pPr>
        <w:jc w:val="both"/>
        <w:rPr>
          <w:sz w:val="28"/>
          <w:szCs w:val="28"/>
        </w:rPr>
      </w:pPr>
      <w:r w:rsidRPr="00292650">
        <w:rPr>
          <w:sz w:val="28"/>
          <w:szCs w:val="28"/>
        </w:rPr>
        <w:t xml:space="preserve">              - дошкольная</w:t>
      </w:r>
      <w:r w:rsidR="00777C92" w:rsidRPr="00292650">
        <w:rPr>
          <w:sz w:val="28"/>
          <w:szCs w:val="28"/>
        </w:rPr>
        <w:t xml:space="preserve"> группа МБОУ Кутейниковской СОШ;</w:t>
      </w:r>
    </w:p>
    <w:p w:rsidR="00777C92" w:rsidRPr="00292650" w:rsidRDefault="00777C92" w:rsidP="00806DDE">
      <w:pPr>
        <w:jc w:val="both"/>
        <w:rPr>
          <w:b/>
          <w:sz w:val="28"/>
          <w:szCs w:val="28"/>
        </w:rPr>
      </w:pPr>
      <w:r w:rsidRPr="00292650">
        <w:rPr>
          <w:b/>
          <w:sz w:val="28"/>
          <w:szCs w:val="28"/>
        </w:rPr>
        <w:t>1.2. Для второй категории участ</w:t>
      </w:r>
      <w:r w:rsidR="002E0384" w:rsidRPr="00292650">
        <w:rPr>
          <w:b/>
          <w:sz w:val="28"/>
          <w:szCs w:val="28"/>
        </w:rPr>
        <w:t>ников (Базовые дошкольные образовательные организации)</w:t>
      </w:r>
    </w:p>
    <w:p w:rsidR="002E0384" w:rsidRPr="00292650" w:rsidRDefault="002E0384" w:rsidP="00806DDE">
      <w:pPr>
        <w:jc w:val="both"/>
        <w:rPr>
          <w:sz w:val="28"/>
          <w:szCs w:val="28"/>
        </w:rPr>
      </w:pPr>
      <w:r w:rsidRPr="00292650">
        <w:rPr>
          <w:sz w:val="28"/>
          <w:szCs w:val="28"/>
        </w:rPr>
        <w:t>1 место  - МБДОУ д/с № 1 ст.Милютинской.</w:t>
      </w:r>
    </w:p>
    <w:p w:rsidR="002E0384" w:rsidRPr="00292650" w:rsidRDefault="002E0384" w:rsidP="00806DDE">
      <w:pPr>
        <w:jc w:val="both"/>
        <w:rPr>
          <w:sz w:val="28"/>
          <w:szCs w:val="28"/>
        </w:rPr>
      </w:pPr>
    </w:p>
    <w:p w:rsidR="000B783A" w:rsidRPr="00292650" w:rsidRDefault="000B783A" w:rsidP="000B783A">
      <w:pPr>
        <w:jc w:val="both"/>
        <w:rPr>
          <w:sz w:val="28"/>
          <w:szCs w:val="28"/>
        </w:rPr>
      </w:pPr>
      <w:r w:rsidRPr="00292650">
        <w:rPr>
          <w:sz w:val="28"/>
          <w:szCs w:val="28"/>
        </w:rPr>
        <w:t xml:space="preserve">    Команда ЮПИД МБДОУ д/с № 1 ст.Милютинской была направлена  для участия в зональном этапе областного конкурса ДОО «Лучшее праздничное мероприятие, посвященное 5-летию образования команд ЮПИД», который состоялся 01.11.2019г. в г.Волгодонске. По итогам конкурса команда ЮПИД д/с №1 ст.Милютинской заняла  первое место.</w:t>
      </w:r>
    </w:p>
    <w:p w:rsidR="00BE3A69" w:rsidRPr="00292650" w:rsidRDefault="00BE3A69" w:rsidP="00806DDE">
      <w:pPr>
        <w:jc w:val="both"/>
        <w:rPr>
          <w:sz w:val="28"/>
          <w:szCs w:val="28"/>
        </w:rPr>
      </w:pPr>
    </w:p>
    <w:p w:rsidR="001C6A75" w:rsidRPr="00292650" w:rsidRDefault="004570CD" w:rsidP="001C6A75">
      <w:pPr>
        <w:overflowPunct w:val="0"/>
        <w:autoSpaceDE w:val="0"/>
        <w:autoSpaceDN w:val="0"/>
        <w:adjustRightInd w:val="0"/>
        <w:ind w:right="84"/>
        <w:jc w:val="both"/>
        <w:textAlignment w:val="baseline"/>
        <w:rPr>
          <w:sz w:val="28"/>
          <w:szCs w:val="28"/>
        </w:rPr>
      </w:pPr>
      <w:r w:rsidRPr="00292650">
        <w:rPr>
          <w:sz w:val="28"/>
          <w:szCs w:val="28"/>
        </w:rPr>
        <w:t xml:space="preserve">    </w:t>
      </w:r>
      <w:r w:rsidR="001C6A75" w:rsidRPr="00292650">
        <w:rPr>
          <w:sz w:val="28"/>
          <w:szCs w:val="28"/>
        </w:rPr>
        <w:t xml:space="preserve">      В рамках реализации муниципальной долгосрочной целевой подпрограммы «Комплексные меры противодействия злоупотреблению наркотикам</w:t>
      </w:r>
      <w:r w:rsidR="00A3061F">
        <w:rPr>
          <w:sz w:val="28"/>
          <w:szCs w:val="28"/>
        </w:rPr>
        <w:t>и и их незаконному обороту» за 12</w:t>
      </w:r>
      <w:bookmarkStart w:id="0" w:name="_GoBack"/>
      <w:bookmarkEnd w:id="0"/>
      <w:r w:rsidR="001C6A75" w:rsidRPr="00292650">
        <w:rPr>
          <w:sz w:val="28"/>
          <w:szCs w:val="28"/>
        </w:rPr>
        <w:t xml:space="preserve"> месяцев 2019 года были организованы и проведены:</w:t>
      </w:r>
    </w:p>
    <w:p w:rsidR="001C6A75" w:rsidRPr="00292650" w:rsidRDefault="001C6A75" w:rsidP="001C6A75">
      <w:pPr>
        <w:overflowPunct w:val="0"/>
        <w:autoSpaceDE w:val="0"/>
        <w:autoSpaceDN w:val="0"/>
        <w:adjustRightInd w:val="0"/>
        <w:ind w:right="84"/>
        <w:jc w:val="both"/>
        <w:textAlignment w:val="baseline"/>
        <w:rPr>
          <w:sz w:val="28"/>
          <w:szCs w:val="28"/>
        </w:rPr>
      </w:pPr>
      <w:r w:rsidRPr="00292650">
        <w:rPr>
          <w:sz w:val="28"/>
          <w:szCs w:val="28"/>
        </w:rPr>
        <w:t xml:space="preserve">      - в период с 10.01. по 25.01.2019 – участие общеобразовательных организаций в профилактических мероприятиях по наркозависимости в рамках акции «Спорт – альтернатива пагубным привычкам». Количество обучающихся, принявших участие в акции – 886 чел.;</w:t>
      </w:r>
    </w:p>
    <w:p w:rsidR="001C6A75" w:rsidRPr="00292650" w:rsidRDefault="001C6A75" w:rsidP="001C6A75">
      <w:pPr>
        <w:ind w:right="175"/>
        <w:jc w:val="both"/>
        <w:rPr>
          <w:sz w:val="28"/>
          <w:szCs w:val="28"/>
        </w:rPr>
      </w:pPr>
      <w:r w:rsidRPr="00292650">
        <w:rPr>
          <w:sz w:val="28"/>
          <w:szCs w:val="28"/>
        </w:rPr>
        <w:t xml:space="preserve">      - в период с 23.01. по 04.02.2019  – участие обучающихся 7 - 9 кл. МБОУ МБОУ Степано-Савченской ООШ, МБОУ Терновской ООШ в областном этапе Всероссийского конкурса социальной рекламы антинаркотической направленности и пропаганды здорового образа жизни «Спасём жизнь вместе».  Общеобразовательными организациями были представлены по одной работе в каждой номинации: «Лучший макет наружной социальной рекламы, направленной на снижение спроса на наркотики»; «Лучший видеоролик антинаркотической направленности и пропаганды здорового образа жизни»; «Лучший буклет антинаркотической направленности и пропаганды здорового образа жизни». Экспертами муниципального этапа конкурса была отобрана лучшая работа  МБОУ Степано-Савченской ООШ, которая была направлена для участия в региональном этапе конкурса в Управление по контролю за оборотом наркотиков ГУ МВД России по Ростовской области (при поддержке Правительства Ростовской области); </w:t>
      </w:r>
    </w:p>
    <w:p w:rsidR="001C6A75" w:rsidRPr="00292650" w:rsidRDefault="001C6A75" w:rsidP="001C6A75">
      <w:pPr>
        <w:ind w:right="175"/>
        <w:jc w:val="both"/>
        <w:rPr>
          <w:sz w:val="28"/>
          <w:szCs w:val="28"/>
        </w:rPr>
      </w:pPr>
      <w:r w:rsidRPr="00292650">
        <w:rPr>
          <w:sz w:val="28"/>
          <w:szCs w:val="28"/>
        </w:rPr>
        <w:t xml:space="preserve">      </w:t>
      </w:r>
      <w:r w:rsidRPr="00292650">
        <w:rPr>
          <w:sz w:val="28"/>
          <w:szCs w:val="28"/>
          <w:lang w:eastAsia="en-US"/>
        </w:rPr>
        <w:t xml:space="preserve"> </w:t>
      </w:r>
      <w:r w:rsidRPr="00292650">
        <w:rPr>
          <w:b/>
          <w:sz w:val="28"/>
          <w:szCs w:val="28"/>
          <w:lang w:eastAsia="en-US"/>
        </w:rPr>
        <w:t>-</w:t>
      </w:r>
      <w:r w:rsidRPr="00292650">
        <w:rPr>
          <w:sz w:val="28"/>
          <w:szCs w:val="28"/>
          <w:lang w:eastAsia="en-US"/>
        </w:rPr>
        <w:t xml:space="preserve"> в период с 06.03. по 23.03.2019 в соответствии с Постановлением областной межведомственной комиссии по делам несовершеннолетних №2.3-П/16 пунктом №1.5.3. в преддверии весенних каникул в общеобразовательных организациях муниципалитета проведены лекции, беседы, родительские собрания, направленные на профилактику употребления несовершеннолетними наркотических, психотропных, одурманивающих веществ, с привлечением к участию в данных мероприятиях сотрудников органов внутренних дел, медицинских работников, представителей общественных организаций</w:t>
      </w:r>
      <w:r w:rsidRPr="00292650">
        <w:rPr>
          <w:sz w:val="28"/>
          <w:szCs w:val="28"/>
        </w:rPr>
        <w:t>.</w:t>
      </w:r>
    </w:p>
    <w:p w:rsidR="001C6A75" w:rsidRPr="00292650" w:rsidRDefault="001C6A75" w:rsidP="001C6A75">
      <w:pPr>
        <w:pStyle w:val="a7"/>
        <w:jc w:val="both"/>
        <w:rPr>
          <w:sz w:val="28"/>
          <w:szCs w:val="28"/>
        </w:rPr>
      </w:pPr>
      <w:r w:rsidRPr="00292650">
        <w:rPr>
          <w:noProof/>
          <w:sz w:val="28"/>
          <w:szCs w:val="28"/>
          <w:lang w:val="ru-RU"/>
        </w:rPr>
        <w:t xml:space="preserve">      </w:t>
      </w:r>
      <w:r w:rsidRPr="00292650">
        <w:rPr>
          <w:noProof/>
          <w:sz w:val="28"/>
          <w:szCs w:val="28"/>
        </w:rPr>
        <w:t>Цель профилактических мероприятий заключалась в формировании у несовершеннолетних устойчивого негативного отношения к наркотикам</w:t>
      </w:r>
      <w:r w:rsidRPr="00292650">
        <w:rPr>
          <w:noProof/>
          <w:sz w:val="28"/>
          <w:szCs w:val="28"/>
          <w:lang w:val="ru-RU"/>
        </w:rPr>
        <w:t xml:space="preserve">, посредством </w:t>
      </w:r>
      <w:r w:rsidRPr="00292650">
        <w:rPr>
          <w:noProof/>
          <w:sz w:val="28"/>
          <w:szCs w:val="28"/>
        </w:rPr>
        <w:t>получения знаний о медицинских и социальных последствиях наркопотребления, а также о предусмотренной законом отвественности за незаконный оборот и потребление наркотиков</w:t>
      </w:r>
      <w:r w:rsidRPr="00292650">
        <w:rPr>
          <w:noProof/>
          <w:sz w:val="28"/>
          <w:szCs w:val="28"/>
          <w:lang w:val="ru-RU"/>
        </w:rPr>
        <w:t xml:space="preserve">. Данными мероприятиями были охвачены 512 несовершеннолетних с 7 по 11 кл. и их родители, в количестве 360 чел.; </w:t>
      </w:r>
    </w:p>
    <w:p w:rsidR="001C6A75" w:rsidRPr="00292650" w:rsidRDefault="001C6A75" w:rsidP="001C6A75">
      <w:pPr>
        <w:jc w:val="both"/>
        <w:rPr>
          <w:sz w:val="28"/>
          <w:szCs w:val="28"/>
        </w:rPr>
      </w:pPr>
      <w:r w:rsidRPr="00292650">
        <w:rPr>
          <w:sz w:val="28"/>
          <w:szCs w:val="28"/>
        </w:rPr>
        <w:lastRenderedPageBreak/>
        <w:t xml:space="preserve">       - в период с 11.03. по 22.03.2019 в общеобразовательных организациях района организован и проведён первый этап Общероссийской антинаркотической акции «Сообщи, где торгуют смертью!». Во всех общеобразовательных организациях муниципалитета (в визуально доступных местах) были размещены листовки с указанием: телефонов дежурной части Управления по контролю за оборотом наркотиков ГУ МВД России по Ростовской области; «телефона доверия» Государственного бюджетного учреждения Ростовской области «Наркологический диспансер»; официального сайта ГУ МВД России по Ростовской области в разделе «Приём обращений»;</w:t>
      </w:r>
    </w:p>
    <w:p w:rsidR="001C6A75" w:rsidRPr="00292650" w:rsidRDefault="001C6A75" w:rsidP="001C6A75">
      <w:pPr>
        <w:jc w:val="both"/>
        <w:rPr>
          <w:sz w:val="28"/>
          <w:szCs w:val="28"/>
        </w:rPr>
      </w:pPr>
      <w:r w:rsidRPr="00292650">
        <w:rPr>
          <w:sz w:val="28"/>
          <w:szCs w:val="28"/>
        </w:rPr>
        <w:t xml:space="preserve">       - в период с 20.03.2019 по 10.04.2019 г. – участие обучающихся школ района с 7 по 11 кл. в муниципальном фотоконкурсе «Как прекрасна эта жизнь, оглянись!». </w:t>
      </w:r>
      <w:r w:rsidRPr="00292650">
        <w:rPr>
          <w:bCs/>
          <w:sz w:val="28"/>
          <w:szCs w:val="28"/>
        </w:rPr>
        <w:t xml:space="preserve">Для участия в Конкурсе были представлены работы 8 общеобразовательных организаций. </w:t>
      </w:r>
      <w:r w:rsidRPr="00292650">
        <w:rPr>
          <w:sz w:val="28"/>
          <w:szCs w:val="28"/>
        </w:rPr>
        <w:t xml:space="preserve">По </w:t>
      </w:r>
      <w:r w:rsidRPr="00292650">
        <w:rPr>
          <w:bCs/>
          <w:sz w:val="28"/>
          <w:szCs w:val="28"/>
        </w:rPr>
        <w:t xml:space="preserve">итогам </w:t>
      </w:r>
      <w:r w:rsidRPr="00292650">
        <w:rPr>
          <w:sz w:val="28"/>
          <w:szCs w:val="28"/>
        </w:rPr>
        <w:t xml:space="preserve">конкурса обучающиеся, занявшие призовые места, награждены грамотами МБУ «МК и ЦБ отдела образования Администрации Милютинского района». </w:t>
      </w:r>
    </w:p>
    <w:p w:rsidR="001C6A75" w:rsidRPr="00292650" w:rsidRDefault="001C6A75" w:rsidP="001C6A75">
      <w:pPr>
        <w:tabs>
          <w:tab w:val="left" w:pos="12840"/>
        </w:tabs>
        <w:jc w:val="both"/>
        <w:rPr>
          <w:sz w:val="28"/>
          <w:szCs w:val="28"/>
        </w:rPr>
      </w:pPr>
      <w:r w:rsidRPr="00292650">
        <w:rPr>
          <w:sz w:val="28"/>
          <w:szCs w:val="28"/>
        </w:rPr>
        <w:t xml:space="preserve">        В период с 25.03. по 29.03.2019 была проведена проверка. В ходе проверки рассматривались различные направления работы общеобразовательных организаций, в том числе контроль сайтов общеобразовательных организаций: МБОУ Россошанской ООШ, МБОУ Терновской ООШ, МБОУ Первомайской ООШ по освещению мероприятий по профилактике наркомании (ПАВ) и пропаганды ЗОЖ. По итогам проверки вынесены замечания и даны рекомендации по их устранению.</w:t>
      </w:r>
    </w:p>
    <w:p w:rsidR="001C6A75" w:rsidRPr="00292650" w:rsidRDefault="001C6A75" w:rsidP="001C6A75">
      <w:pPr>
        <w:jc w:val="both"/>
        <w:rPr>
          <w:sz w:val="28"/>
          <w:szCs w:val="28"/>
        </w:rPr>
      </w:pPr>
      <w:r w:rsidRPr="00292650">
        <w:rPr>
          <w:sz w:val="28"/>
          <w:szCs w:val="28"/>
        </w:rPr>
        <w:t xml:space="preserve">            - В</w:t>
      </w:r>
      <w:r w:rsidRPr="00292650">
        <w:rPr>
          <w:rFonts w:eastAsia="Calibri"/>
          <w:sz w:val="28"/>
          <w:szCs w:val="28"/>
        </w:rPr>
        <w:t xml:space="preserve"> период с  01.04.2019 по 20.05.2019 </w:t>
      </w:r>
      <w:r w:rsidRPr="00292650">
        <w:rPr>
          <w:sz w:val="28"/>
          <w:szCs w:val="28"/>
        </w:rPr>
        <w:t xml:space="preserve"> обучающиеся с 7 по 11 кл. (13 лет -18 лет) всех</w:t>
      </w:r>
      <w:r w:rsidRPr="00292650">
        <w:rPr>
          <w:b/>
          <w:sz w:val="28"/>
          <w:szCs w:val="28"/>
        </w:rPr>
        <w:t xml:space="preserve"> </w:t>
      </w:r>
      <w:r w:rsidRPr="00292650">
        <w:rPr>
          <w:sz w:val="28"/>
          <w:szCs w:val="28"/>
        </w:rPr>
        <w:t>общеобразовательных организаций Милютинского района в количестве 522 чел. приняли участие в социально-психологическом тестировании, которое проходило в он-лайн режиме (приказ отдела образования от 27.03.2019 №48 «Об участии обучающихся общеобразовательных организаций района в ежегодном социально-психологическом тестировании»), с целью</w:t>
      </w:r>
      <w:r w:rsidRPr="00292650">
        <w:rPr>
          <w:rFonts w:eastAsia="Calibri"/>
          <w:sz w:val="28"/>
          <w:szCs w:val="28"/>
        </w:rPr>
        <w:t xml:space="preserve"> раннего выявления незаконного потребления наркотических средств и психотропных веществ обучающимися</w:t>
      </w:r>
      <w:r w:rsidRPr="00292650">
        <w:rPr>
          <w:sz w:val="28"/>
          <w:szCs w:val="28"/>
        </w:rPr>
        <w:t xml:space="preserve">. </w:t>
      </w:r>
    </w:p>
    <w:p w:rsidR="001C6A75" w:rsidRPr="00292650" w:rsidRDefault="001C6A75" w:rsidP="001C6A75">
      <w:pPr>
        <w:jc w:val="both"/>
        <w:rPr>
          <w:sz w:val="28"/>
          <w:szCs w:val="28"/>
        </w:rPr>
      </w:pPr>
      <w:r w:rsidRPr="00292650">
        <w:rPr>
          <w:sz w:val="28"/>
          <w:szCs w:val="28"/>
        </w:rPr>
        <w:t xml:space="preserve">        По результатам автоматизированной обработки данных общеобразовательными организациями в срок до 23 мая были предоставлены результаты социально-психологического тестирования. Всего обучающихся с 7 по 11 кл., прошедших социально-психологическое тестирование – 522 чел., из них 39 человек (7,4%), отнесены к «группе риска». На основании полученных данных в общеобразовательных организациях: МБОУ Милютинской СОШ, МБОУ Маньково-Берёзовской СОШ, МБОУ Новодмитриевской СОШ, МБОУ Селивановской СОШ, МБОУ Терновской ООШ, МБОУ Первомайской ООШ, МБОУ Степано-Савченской ООШ усилена работа по профилактике наркомании.</w:t>
      </w:r>
    </w:p>
    <w:p w:rsidR="001C6A75" w:rsidRPr="00292650" w:rsidRDefault="001C6A75" w:rsidP="001C6A75">
      <w:pPr>
        <w:jc w:val="both"/>
        <w:rPr>
          <w:sz w:val="28"/>
          <w:szCs w:val="28"/>
        </w:rPr>
      </w:pPr>
      <w:r w:rsidRPr="00292650">
        <w:rPr>
          <w:sz w:val="28"/>
          <w:szCs w:val="28"/>
        </w:rPr>
        <w:t xml:space="preserve">       -11.04.2019 - встреча настоятеля храма Вознесение Господне иерея Александра Персиянова с педагогическими работниками и обучающимися 7-9 классов МБОУ Каменной  СОШ в количестве  20 чел. (обучающихся), 5 чел. (педработников) по теме «Осуждение добровольного ухода из жизни, как способа решения жизненных проблем».</w:t>
      </w:r>
    </w:p>
    <w:p w:rsidR="001C6A75" w:rsidRPr="00292650" w:rsidRDefault="001C6A75" w:rsidP="001C6A75">
      <w:pPr>
        <w:jc w:val="both"/>
        <w:rPr>
          <w:sz w:val="28"/>
          <w:szCs w:val="28"/>
        </w:rPr>
      </w:pPr>
      <w:r w:rsidRPr="00292650">
        <w:rPr>
          <w:sz w:val="28"/>
          <w:szCs w:val="28"/>
        </w:rPr>
        <w:t xml:space="preserve">       - В период с 17.04. по 26.04.2019 во всех общеобразовательных организациях муниципалитета проведены профилактические мероприятия в рамках ежегодной Всероссийской межведомственной комплексно оперативно-профилактической операции «Дети России – 2019»: </w:t>
      </w:r>
    </w:p>
    <w:p w:rsidR="001C6A75" w:rsidRPr="00292650" w:rsidRDefault="001C6A75" w:rsidP="001C6A75">
      <w:pPr>
        <w:jc w:val="both"/>
        <w:rPr>
          <w:sz w:val="28"/>
          <w:szCs w:val="28"/>
        </w:rPr>
      </w:pPr>
      <w:r w:rsidRPr="00292650">
        <w:rPr>
          <w:sz w:val="28"/>
          <w:szCs w:val="28"/>
        </w:rPr>
        <w:t xml:space="preserve">- беседы «Как прожить долго и счастливо!?», «Здоровый образ жизни – это здорово! Наркотикам – нет!», «Вредные привычки, их влияние на здоровье», «Профилактика </w:t>
      </w:r>
      <w:r w:rsidRPr="00292650">
        <w:rPr>
          <w:sz w:val="28"/>
          <w:szCs w:val="28"/>
        </w:rPr>
        <w:lastRenderedPageBreak/>
        <w:t>вредных привычек», «Подросток и наркотики», «Почему возникает зависимость от наркотиков?», «Твой выбор» и др.;</w:t>
      </w:r>
    </w:p>
    <w:p w:rsidR="001C6A75" w:rsidRPr="00292650" w:rsidRDefault="001C6A75" w:rsidP="001C6A75">
      <w:pPr>
        <w:jc w:val="both"/>
        <w:rPr>
          <w:sz w:val="28"/>
          <w:szCs w:val="28"/>
        </w:rPr>
      </w:pPr>
      <w:r w:rsidRPr="00292650">
        <w:rPr>
          <w:sz w:val="28"/>
          <w:szCs w:val="28"/>
        </w:rPr>
        <w:t>- классные часы «Твоё здоровье», «Имя беды – наркотики!» и др.;</w:t>
      </w:r>
    </w:p>
    <w:p w:rsidR="001C6A75" w:rsidRPr="00292650" w:rsidRDefault="001C6A75" w:rsidP="001C6A75">
      <w:pPr>
        <w:jc w:val="both"/>
        <w:rPr>
          <w:sz w:val="28"/>
          <w:szCs w:val="28"/>
        </w:rPr>
      </w:pPr>
      <w:r w:rsidRPr="00292650">
        <w:rPr>
          <w:sz w:val="28"/>
          <w:szCs w:val="28"/>
        </w:rPr>
        <w:t>- лектории «Курение  - это ловушка», «Ответственность несовершеннолетних за употребление ПАВ»;</w:t>
      </w:r>
    </w:p>
    <w:p w:rsidR="001C6A75" w:rsidRPr="00292650" w:rsidRDefault="001C6A75" w:rsidP="001C6A75">
      <w:pPr>
        <w:jc w:val="both"/>
        <w:rPr>
          <w:sz w:val="28"/>
          <w:szCs w:val="28"/>
        </w:rPr>
      </w:pPr>
      <w:r w:rsidRPr="00292650">
        <w:rPr>
          <w:sz w:val="28"/>
          <w:szCs w:val="28"/>
        </w:rPr>
        <w:t>- круглые столы «Горькие плоды «сладкой жизни» или о тяжких социальных последствиях употребления наркотиков»;</w:t>
      </w:r>
    </w:p>
    <w:p w:rsidR="001C6A75" w:rsidRPr="00292650" w:rsidRDefault="001C6A75" w:rsidP="001C6A75">
      <w:pPr>
        <w:jc w:val="both"/>
        <w:rPr>
          <w:sz w:val="28"/>
          <w:szCs w:val="28"/>
        </w:rPr>
      </w:pPr>
      <w:r w:rsidRPr="00292650">
        <w:rPr>
          <w:sz w:val="28"/>
          <w:szCs w:val="28"/>
        </w:rPr>
        <w:t>- конкурс рисунков «Я выбираю спорт!», «Правильное питание»;</w:t>
      </w:r>
    </w:p>
    <w:p w:rsidR="001C6A75" w:rsidRPr="00292650" w:rsidRDefault="001C6A75" w:rsidP="001C6A75">
      <w:pPr>
        <w:jc w:val="both"/>
        <w:rPr>
          <w:sz w:val="28"/>
          <w:szCs w:val="28"/>
        </w:rPr>
      </w:pPr>
      <w:r w:rsidRPr="00292650">
        <w:rPr>
          <w:sz w:val="28"/>
          <w:szCs w:val="28"/>
        </w:rPr>
        <w:t>- родительские собрания по информированию законных представителей (родителей) о ежегодном социально-психологическом тестировании лиц, обучающихся в общеобразовательных организациях; «Профилактика употребления ПАВ среди подростков»;</w:t>
      </w:r>
    </w:p>
    <w:p w:rsidR="001C6A75" w:rsidRPr="00292650" w:rsidRDefault="001C6A75" w:rsidP="001C6A75">
      <w:pPr>
        <w:jc w:val="both"/>
        <w:rPr>
          <w:sz w:val="28"/>
          <w:szCs w:val="28"/>
        </w:rPr>
      </w:pPr>
      <w:r w:rsidRPr="00292650">
        <w:rPr>
          <w:sz w:val="28"/>
          <w:szCs w:val="28"/>
        </w:rPr>
        <w:t>- физкультурно-оздоровительные мероприятия «Спорт вместо наркотиков», «Спорт мне поможет силы умножить!», «Старты и надежды» и др.;</w:t>
      </w:r>
    </w:p>
    <w:p w:rsidR="001C6A75" w:rsidRPr="00292650" w:rsidRDefault="001C6A75" w:rsidP="001C6A75">
      <w:pPr>
        <w:jc w:val="both"/>
        <w:rPr>
          <w:sz w:val="28"/>
          <w:szCs w:val="28"/>
        </w:rPr>
      </w:pPr>
      <w:r w:rsidRPr="00292650">
        <w:rPr>
          <w:sz w:val="28"/>
          <w:szCs w:val="28"/>
        </w:rPr>
        <w:t>- выпуск стенгазет «Будьте здоровы», «Пока не поздно»;</w:t>
      </w:r>
    </w:p>
    <w:p w:rsidR="001C6A75" w:rsidRPr="00292650" w:rsidRDefault="001C6A75" w:rsidP="001C6A75">
      <w:pPr>
        <w:jc w:val="both"/>
        <w:rPr>
          <w:sz w:val="28"/>
          <w:szCs w:val="28"/>
        </w:rPr>
      </w:pPr>
      <w:r w:rsidRPr="00292650">
        <w:rPr>
          <w:sz w:val="28"/>
          <w:szCs w:val="28"/>
        </w:rPr>
        <w:t>- просмотр видеофильмов и презентаций «Береги здоровье смолоду», «Формула здоровья», «Четыре ключа к твоим победам», «Опасное погружение», «Тайна едкого дыма»;</w:t>
      </w:r>
    </w:p>
    <w:p w:rsidR="001C6A75" w:rsidRPr="00292650" w:rsidRDefault="001C6A75" w:rsidP="001C6A75">
      <w:pPr>
        <w:jc w:val="both"/>
        <w:rPr>
          <w:sz w:val="28"/>
          <w:szCs w:val="28"/>
        </w:rPr>
      </w:pPr>
      <w:r w:rsidRPr="00292650">
        <w:rPr>
          <w:sz w:val="28"/>
          <w:szCs w:val="28"/>
        </w:rPr>
        <w:t xml:space="preserve">- тематические выставки в школьных библиотеках «Всё о вреде наркотиков», «Молодёжь и книга против наркотиков». </w:t>
      </w:r>
    </w:p>
    <w:p w:rsidR="001C6A75" w:rsidRPr="00292650" w:rsidRDefault="001C6A75" w:rsidP="001C6A75">
      <w:pPr>
        <w:jc w:val="both"/>
        <w:rPr>
          <w:sz w:val="28"/>
          <w:szCs w:val="28"/>
        </w:rPr>
      </w:pPr>
      <w:r w:rsidRPr="00292650">
        <w:rPr>
          <w:sz w:val="28"/>
          <w:szCs w:val="28"/>
        </w:rPr>
        <w:t xml:space="preserve">        В вышеуказанных мероприятиях приняли участие 870 обучающихся школ района. Информация о Всероссийской межведомственной комплексной оперативно-профилактической операции «Дети России – 2019» размещена на сайтах общеобразовательных организаций.</w:t>
      </w:r>
    </w:p>
    <w:p w:rsidR="001C6A75" w:rsidRPr="00292650" w:rsidRDefault="001C6A75" w:rsidP="001C6A75">
      <w:pPr>
        <w:jc w:val="both"/>
        <w:rPr>
          <w:sz w:val="28"/>
          <w:szCs w:val="28"/>
        </w:rPr>
      </w:pPr>
      <w:r w:rsidRPr="00292650">
        <w:rPr>
          <w:sz w:val="28"/>
          <w:szCs w:val="28"/>
        </w:rPr>
        <w:t xml:space="preserve">       -07.05.2019 – участие </w:t>
      </w:r>
      <w:r w:rsidRPr="00292650">
        <w:rPr>
          <w:sz w:val="28"/>
        </w:rPr>
        <w:t>ответственных лиц за профилактику наркомании в общеобразовательных организациях в муниципальном семинаре</w:t>
      </w:r>
      <w:r w:rsidRPr="00292650">
        <w:rPr>
          <w:sz w:val="28"/>
          <w:szCs w:val="28"/>
        </w:rPr>
        <w:t>, проведённом на базе МБОУ Милютинской СОШ (конференц-зал)</w:t>
      </w:r>
      <w:r w:rsidRPr="00292650">
        <w:rPr>
          <w:sz w:val="28"/>
        </w:rPr>
        <w:t xml:space="preserve"> </w:t>
      </w:r>
      <w:r w:rsidRPr="00292650">
        <w:rPr>
          <w:sz w:val="28"/>
          <w:szCs w:val="28"/>
        </w:rPr>
        <w:t>по</w:t>
      </w:r>
      <w:r w:rsidRPr="00292650">
        <w:t xml:space="preserve"> </w:t>
      </w:r>
      <w:r w:rsidRPr="00292650">
        <w:rPr>
          <w:sz w:val="28"/>
          <w:szCs w:val="28"/>
        </w:rPr>
        <w:t xml:space="preserve">теме: </w:t>
      </w:r>
      <w:r w:rsidRPr="00292650">
        <w:rPr>
          <w:sz w:val="28"/>
        </w:rPr>
        <w:t>«Организация профилактических мероприятий, направленных на употребление психоактивных веществ и укрепления морально-нравственных ценностей в молодёжной среде»</w:t>
      </w:r>
      <w:r w:rsidRPr="00292650">
        <w:rPr>
          <w:sz w:val="28"/>
          <w:szCs w:val="28"/>
        </w:rPr>
        <w:t>, проводимый представителем Общероссийской общественной организации «Общее дело» по Ростовской области К.Г. Давидчиком</w:t>
      </w:r>
      <w:r w:rsidRPr="00292650">
        <w:rPr>
          <w:sz w:val="28"/>
        </w:rPr>
        <w:t xml:space="preserve">. </w:t>
      </w:r>
      <w:r w:rsidRPr="00292650">
        <w:rPr>
          <w:sz w:val="28"/>
          <w:szCs w:val="28"/>
        </w:rPr>
        <w:t xml:space="preserve">Докладчиком до сведения специалистов общеобразовательных организаций была доведена информация об эффективном взаимодействии педагогов с подростками, особый акцент в выступлении был сделан на привитии им ценностного отношения к своему здоровью, потребности в здоровом образе жизни за счёт расширения спектра знаний о психоактивных веществах, их влиянии на организм человека. В рамках тематики семинара педагогам были показаны два видеоролика.  </w:t>
      </w:r>
    </w:p>
    <w:p w:rsidR="001C6A75" w:rsidRPr="00292650" w:rsidRDefault="001C6A75" w:rsidP="001C6A75">
      <w:pPr>
        <w:jc w:val="both"/>
        <w:rPr>
          <w:sz w:val="28"/>
          <w:szCs w:val="28"/>
        </w:rPr>
      </w:pPr>
      <w:r w:rsidRPr="00292650">
        <w:rPr>
          <w:sz w:val="28"/>
          <w:szCs w:val="28"/>
        </w:rPr>
        <w:t xml:space="preserve">       Полученные знания специалистами общеобразовательных организаций будут применены в профилактичечской работе с обучающимися.</w:t>
      </w:r>
    </w:p>
    <w:p w:rsidR="001C6A75" w:rsidRPr="00292650" w:rsidRDefault="001C6A75" w:rsidP="001C6A75">
      <w:pPr>
        <w:jc w:val="both"/>
        <w:rPr>
          <w:sz w:val="28"/>
        </w:rPr>
      </w:pPr>
      <w:r w:rsidRPr="00292650">
        <w:rPr>
          <w:sz w:val="28"/>
        </w:rPr>
        <w:t xml:space="preserve">      -07.05.2019 – участие ответственных лиц за профилактику наркомании в общеобразовательных организациях в областном вебинаре с участием главного врача Малышко Е.В. и специалистом по социальной работе Лопатиной И.Ю. ГБУ РО «Наркологический диспансер» для ознакомления педагогов с программой «Всё, что тебя касается». </w:t>
      </w:r>
    </w:p>
    <w:p w:rsidR="001C6A75" w:rsidRPr="00292650" w:rsidRDefault="001C6A75" w:rsidP="001C6A75">
      <w:pPr>
        <w:jc w:val="both"/>
        <w:rPr>
          <w:sz w:val="28"/>
        </w:rPr>
      </w:pPr>
      <w:r w:rsidRPr="00292650">
        <w:rPr>
          <w:sz w:val="28"/>
        </w:rPr>
        <w:t xml:space="preserve">      - 21.05.-22.05.2019 - встречи обучающихся 9-11 классов МБОУ Селивановской СОШ (27чел.), МБОУ Милютинской СОШ (94чел.) с </w:t>
      </w:r>
      <w:r w:rsidRPr="00292650">
        <w:rPr>
          <w:sz w:val="28"/>
          <w:szCs w:val="28"/>
        </w:rPr>
        <w:t>представителем Общероссийской общественной организации «Общее дело» по Ростовской области К.Г. Давидчиком</w:t>
      </w:r>
      <w:r w:rsidRPr="00292650">
        <w:rPr>
          <w:sz w:val="28"/>
        </w:rPr>
        <w:t xml:space="preserve"> по теме: «Важность развития личностных качеств и социально ответственного поведения». Данные встречи проводились в общеобразовательных </w:t>
      </w:r>
      <w:r w:rsidRPr="00292650">
        <w:rPr>
          <w:sz w:val="28"/>
        </w:rPr>
        <w:lastRenderedPageBreak/>
        <w:t xml:space="preserve">организациях, с учётом поло ролевых признаков. Во время беседы подросткам было уделено внимание  по  развитию и укреплению у них нравственно-культурных и семейных ценностей, воспитанию положительных качеств характера и ответственной гражданской позиции. </w:t>
      </w:r>
    </w:p>
    <w:p w:rsidR="001C6A75" w:rsidRPr="00292650" w:rsidRDefault="001C6A75" w:rsidP="001C6A75">
      <w:pPr>
        <w:jc w:val="both"/>
        <w:rPr>
          <w:sz w:val="28"/>
          <w:szCs w:val="28"/>
        </w:rPr>
      </w:pPr>
      <w:r w:rsidRPr="00292650">
        <w:rPr>
          <w:sz w:val="28"/>
          <w:szCs w:val="28"/>
        </w:rPr>
        <w:t xml:space="preserve">        В летний период (июнь) на базе 5 общеобразовательных организаций района были организованы пришкольные лагеря, в которых оздоровились 150 детей: МБОУ Милютинская СОШ 60 детей, МБОУ Николо-Березовская СОШ 25 детей, МБОУ Кутейниковская СОШ 20 детей, МБОУ Петровская СОШ 25 детей, МБОУ Светочниковская СОШ 20 детей. В первую смену во всех пришкольных лагерях была организована профильная антинаркотическая смена.</w:t>
      </w:r>
      <w:r w:rsidRPr="00292650">
        <w:rPr>
          <w:bCs/>
          <w:sz w:val="28"/>
          <w:szCs w:val="28"/>
        </w:rPr>
        <w:t xml:space="preserve"> Основная идея антинаркотических смен заключалась в </w:t>
      </w:r>
      <w:r w:rsidRPr="00292650">
        <w:rPr>
          <w:sz w:val="28"/>
          <w:szCs w:val="28"/>
        </w:rPr>
        <w:t>профилактической  работе, направленной на формирование знаний, умений и навыков, развитие качеств личности, образцов ответственного поведения, препятствующих формированию у детей различных форм асоциального, деструктивного поведения.</w:t>
      </w:r>
    </w:p>
    <w:p w:rsidR="001C6A75" w:rsidRPr="00292650" w:rsidRDefault="001C6A75" w:rsidP="001C6A75">
      <w:pPr>
        <w:jc w:val="both"/>
        <w:rPr>
          <w:bCs/>
          <w:sz w:val="28"/>
          <w:szCs w:val="28"/>
        </w:rPr>
      </w:pPr>
      <w:r w:rsidRPr="00292650">
        <w:rPr>
          <w:sz w:val="28"/>
          <w:szCs w:val="28"/>
        </w:rPr>
        <w:t xml:space="preserve">      Руководителями пришкольных лагерей, в которых функционировали профильные антинаркотические смены, были разработаны и представлены в МБУ «МК и ЦБ отдела образования Администрации Милютинского района» программы антинаркотической направленности, в содержание которых были включены различные мероприятия, направленные на формирование у детей здорового образа жизни, </w:t>
      </w:r>
      <w:r w:rsidRPr="00292650">
        <w:rPr>
          <w:bCs/>
          <w:sz w:val="28"/>
          <w:szCs w:val="28"/>
        </w:rPr>
        <w:t xml:space="preserve">правовой культуры и </w:t>
      </w:r>
      <w:r w:rsidRPr="00292650">
        <w:rPr>
          <w:sz w:val="28"/>
          <w:szCs w:val="28"/>
        </w:rPr>
        <w:t>преодоления проблемы одиночества и др. кризисных состояний.</w:t>
      </w:r>
      <w:r w:rsidRPr="00292650">
        <w:rPr>
          <w:bCs/>
          <w:sz w:val="28"/>
          <w:szCs w:val="28"/>
        </w:rPr>
        <w:t xml:space="preserve"> </w:t>
      </w:r>
    </w:p>
    <w:p w:rsidR="001C6A75" w:rsidRPr="00292650" w:rsidRDefault="001C6A75" w:rsidP="001C6A75">
      <w:pPr>
        <w:jc w:val="both"/>
        <w:rPr>
          <w:sz w:val="28"/>
          <w:szCs w:val="28"/>
        </w:rPr>
      </w:pPr>
      <w:r w:rsidRPr="00292650">
        <w:rPr>
          <w:bCs/>
          <w:sz w:val="28"/>
          <w:szCs w:val="28"/>
        </w:rPr>
        <w:t xml:space="preserve">     В период проведения профильных антинаркотических смен  педагогами  уделялось внимание</w:t>
      </w:r>
      <w:r w:rsidRPr="00292650">
        <w:rPr>
          <w:b/>
          <w:sz w:val="28"/>
          <w:szCs w:val="28"/>
        </w:rPr>
        <w:t xml:space="preserve"> </w:t>
      </w:r>
      <w:r w:rsidRPr="00292650">
        <w:rPr>
          <w:sz w:val="28"/>
          <w:szCs w:val="28"/>
        </w:rPr>
        <w:t xml:space="preserve">формированию социально-психологической культуры поведения у несовершеннолетних, их  </w:t>
      </w:r>
      <w:r w:rsidRPr="00292650">
        <w:rPr>
          <w:bCs/>
          <w:sz w:val="28"/>
          <w:szCs w:val="28"/>
        </w:rPr>
        <w:t>духовно-нравственному воспитанию, патриотическому и экологическому.</w:t>
      </w:r>
      <w:r w:rsidRPr="00292650">
        <w:rPr>
          <w:b/>
          <w:sz w:val="28"/>
          <w:szCs w:val="28"/>
        </w:rPr>
        <w:t xml:space="preserve"> </w:t>
      </w:r>
    </w:p>
    <w:p w:rsidR="001C6A75" w:rsidRPr="00292650" w:rsidRDefault="001C6A75" w:rsidP="001C6A75">
      <w:pPr>
        <w:jc w:val="both"/>
        <w:rPr>
          <w:sz w:val="28"/>
          <w:szCs w:val="28"/>
        </w:rPr>
      </w:pPr>
      <w:r w:rsidRPr="00292650">
        <w:rPr>
          <w:sz w:val="28"/>
          <w:szCs w:val="28"/>
        </w:rPr>
        <w:t xml:space="preserve">      Мероприятия, которые были проведены в профильных антинаркотических сменах, способствовали укреплению активной жизненной позиции несовершеннолетних, приобщению их к здоровому образу жизни, умению противостоять антисоциальным явлениям: наркомании, алкоголизму, табакокурению, токсикомании.</w:t>
      </w:r>
    </w:p>
    <w:p w:rsidR="001C6A75" w:rsidRPr="00292650" w:rsidRDefault="001C6A75" w:rsidP="001C6A75">
      <w:pPr>
        <w:jc w:val="both"/>
        <w:rPr>
          <w:sz w:val="28"/>
          <w:szCs w:val="28"/>
        </w:rPr>
      </w:pPr>
      <w:r w:rsidRPr="00292650">
        <w:rPr>
          <w:bCs/>
          <w:sz w:val="28"/>
          <w:szCs w:val="28"/>
        </w:rPr>
        <w:t xml:space="preserve">      В период с 10.06.2019 г. по 25.06.2019 г. был проведен муниципальный конкурс эмблем по профилактике наркозависмости «Делай зарядку – будешь в порядке!» среди обучающихся 1-7  классов пришкольных лагерей.</w:t>
      </w:r>
      <w:r w:rsidRPr="00292650">
        <w:rPr>
          <w:sz w:val="28"/>
          <w:szCs w:val="28"/>
        </w:rPr>
        <w:t xml:space="preserve"> Для участия в конкурсе были представлены работы обучающихся 3-х пришкольных лагерей. По </w:t>
      </w:r>
      <w:r w:rsidRPr="00292650">
        <w:rPr>
          <w:bCs/>
          <w:sz w:val="28"/>
          <w:szCs w:val="28"/>
        </w:rPr>
        <w:t xml:space="preserve">итогам </w:t>
      </w:r>
      <w:r w:rsidRPr="00292650">
        <w:rPr>
          <w:sz w:val="28"/>
          <w:szCs w:val="28"/>
        </w:rPr>
        <w:t xml:space="preserve">конкурса обучающиеся, занявшие призовые места, награждены грамотами МБУ «МК и ЦБ отдела образования Администрации Милютинского района». </w:t>
      </w:r>
    </w:p>
    <w:p w:rsidR="001C6A75" w:rsidRPr="00292650" w:rsidRDefault="001C6A75" w:rsidP="001C6A75">
      <w:pPr>
        <w:jc w:val="both"/>
        <w:rPr>
          <w:sz w:val="28"/>
          <w:szCs w:val="28"/>
        </w:rPr>
      </w:pPr>
      <w:r w:rsidRPr="00292650">
        <w:rPr>
          <w:bCs/>
          <w:sz w:val="28"/>
          <w:szCs w:val="28"/>
        </w:rPr>
        <w:t xml:space="preserve">      В период с </w:t>
      </w:r>
      <w:r w:rsidRPr="00292650">
        <w:rPr>
          <w:sz w:val="28"/>
          <w:szCs w:val="28"/>
        </w:rPr>
        <w:t>15.07.2019 г. по 10.10.2019 г.</w:t>
      </w:r>
      <w:r w:rsidRPr="00292650">
        <w:rPr>
          <w:bCs/>
          <w:sz w:val="28"/>
          <w:szCs w:val="28"/>
        </w:rPr>
        <w:t xml:space="preserve"> был проведен муниципальный этап областного конкурса короткометражных фильмов (видеороликов)  «Быть здоровым – здорово!» среди педагогических работников, обучающихся 7-11 классов и их родителей. </w:t>
      </w:r>
      <w:r w:rsidRPr="00292650">
        <w:rPr>
          <w:sz w:val="28"/>
          <w:szCs w:val="28"/>
        </w:rPr>
        <w:t xml:space="preserve">Для участия в конкурсе были представлены работы  </w:t>
      </w:r>
    </w:p>
    <w:p w:rsidR="001C6A75" w:rsidRPr="00292650" w:rsidRDefault="001C6A75" w:rsidP="001C6A75">
      <w:pPr>
        <w:jc w:val="both"/>
        <w:rPr>
          <w:sz w:val="28"/>
          <w:szCs w:val="28"/>
        </w:rPr>
      </w:pPr>
      <w:r w:rsidRPr="00292650">
        <w:rPr>
          <w:sz w:val="28"/>
          <w:szCs w:val="28"/>
        </w:rPr>
        <w:t xml:space="preserve">3-х общеобразовательных организаций. По </w:t>
      </w:r>
      <w:r w:rsidRPr="00292650">
        <w:rPr>
          <w:bCs/>
          <w:sz w:val="28"/>
          <w:szCs w:val="28"/>
        </w:rPr>
        <w:t xml:space="preserve">итогам </w:t>
      </w:r>
      <w:r w:rsidRPr="00292650">
        <w:rPr>
          <w:sz w:val="28"/>
          <w:szCs w:val="28"/>
        </w:rPr>
        <w:t xml:space="preserve">конкурса, работа  победителей МБОУ Милютинской СОШ «Быть здоровым – здорово!» направлена для участия в областном конкурсе в г. Ростов-на-Дону. Победители и призёры конкурса награждены грамотами МБУ «МК и ЦБ отдела образования Администрации Милютинского района». </w:t>
      </w:r>
    </w:p>
    <w:p w:rsidR="001C6A75" w:rsidRPr="00292650" w:rsidRDefault="001C6A75" w:rsidP="001C6A75">
      <w:pPr>
        <w:jc w:val="both"/>
        <w:rPr>
          <w:sz w:val="28"/>
          <w:szCs w:val="28"/>
        </w:rPr>
      </w:pPr>
      <w:r w:rsidRPr="00292650">
        <w:rPr>
          <w:bCs/>
          <w:sz w:val="28"/>
          <w:szCs w:val="28"/>
        </w:rPr>
        <w:t xml:space="preserve">      С 01.07.2019 </w:t>
      </w:r>
      <w:r w:rsidRPr="00292650">
        <w:rPr>
          <w:sz w:val="28"/>
          <w:szCs w:val="28"/>
        </w:rPr>
        <w:t xml:space="preserve">в 3 общеобразовательных организациях организованы пришкольные лагеря (вторая смена) в МБОУ Милютинской СОШ (60 детей), МБОУ Кутейниковской СОШ (20 детей), МБОУ Петровской СОШ (25 детей). Всего во втором потоке в июле месяце были оздоровлены 105 детей. Во втором потоке </w:t>
      </w:r>
      <w:r w:rsidRPr="00292650">
        <w:rPr>
          <w:sz w:val="28"/>
          <w:szCs w:val="28"/>
        </w:rPr>
        <w:lastRenderedPageBreak/>
        <w:t xml:space="preserve">несовершеннолетние дети были задействованы мероприятиями, проводимыми по профилактике наркомании и пропаганде ЗОЖ в пришкольных лагерях: конкурсы рисунков, эмблем, сочинений, спортивные состязания, профилактические беседы, круглые столы и др.  </w:t>
      </w:r>
    </w:p>
    <w:p w:rsidR="001C6A75" w:rsidRPr="00292650" w:rsidRDefault="001C6A75" w:rsidP="001C6A75">
      <w:pPr>
        <w:jc w:val="both"/>
        <w:rPr>
          <w:noProof/>
          <w:sz w:val="28"/>
          <w:szCs w:val="28"/>
        </w:rPr>
      </w:pPr>
      <w:r w:rsidRPr="00292650">
        <w:t xml:space="preserve">     - </w:t>
      </w:r>
      <w:r w:rsidRPr="00292650">
        <w:rPr>
          <w:sz w:val="28"/>
          <w:szCs w:val="28"/>
        </w:rPr>
        <w:t>Встречи</w:t>
      </w:r>
      <w:r w:rsidRPr="00292650">
        <w:t xml:space="preserve"> </w:t>
      </w:r>
      <w:r w:rsidRPr="00292650">
        <w:rPr>
          <w:noProof/>
          <w:sz w:val="28"/>
          <w:szCs w:val="28"/>
        </w:rPr>
        <w:t>представителя Общероссийской общественной организации «Общее дело» К.Г. Давидчика с родителями (законными представителями) обучающихся школ муниципалитета по теме: «Профилактика употребления психоактивных веществ в молодёжной среде»:</w:t>
      </w:r>
    </w:p>
    <w:p w:rsidR="001C6A75" w:rsidRPr="00292650" w:rsidRDefault="001C6A75" w:rsidP="001C6A75">
      <w:pPr>
        <w:jc w:val="both"/>
        <w:rPr>
          <w:noProof/>
          <w:sz w:val="28"/>
          <w:szCs w:val="28"/>
        </w:rPr>
      </w:pPr>
      <w:r w:rsidRPr="00292650">
        <w:rPr>
          <w:noProof/>
          <w:sz w:val="28"/>
          <w:szCs w:val="28"/>
        </w:rPr>
        <w:t xml:space="preserve">-06.09.2019 – МБОУ Терновская ООШ: количество родителей обучающихся 7-9 классов – 8 чел.; </w:t>
      </w:r>
    </w:p>
    <w:p w:rsidR="001C6A75" w:rsidRPr="00292650" w:rsidRDefault="001C6A75" w:rsidP="001C6A75">
      <w:pPr>
        <w:jc w:val="both"/>
        <w:rPr>
          <w:noProof/>
          <w:sz w:val="28"/>
          <w:szCs w:val="28"/>
        </w:rPr>
      </w:pPr>
      <w:r w:rsidRPr="00292650">
        <w:rPr>
          <w:noProof/>
          <w:sz w:val="28"/>
          <w:szCs w:val="28"/>
        </w:rPr>
        <w:t>-25.09.2019 – МБОУ Милютинская СОШ: количество родителей обучающихся 7-11 классов – 70 чел.;</w:t>
      </w:r>
    </w:p>
    <w:p w:rsidR="001C6A75" w:rsidRPr="00292650" w:rsidRDefault="001C6A75" w:rsidP="001C6A75">
      <w:pPr>
        <w:jc w:val="both"/>
        <w:rPr>
          <w:sz w:val="28"/>
          <w:szCs w:val="28"/>
        </w:rPr>
      </w:pPr>
      <w:r w:rsidRPr="00292650">
        <w:rPr>
          <w:sz w:val="28"/>
          <w:szCs w:val="28"/>
        </w:rPr>
        <w:t>-02.10.2019 - МБОУ Петровская СОШ: количество родителей обучающихся 7-11 классов  – 20 чел.;</w:t>
      </w:r>
    </w:p>
    <w:p w:rsidR="001C6A75" w:rsidRPr="00292650" w:rsidRDefault="001C6A75" w:rsidP="001C6A75">
      <w:pPr>
        <w:jc w:val="both"/>
        <w:rPr>
          <w:sz w:val="28"/>
          <w:szCs w:val="28"/>
        </w:rPr>
      </w:pPr>
      <w:r w:rsidRPr="00292650">
        <w:rPr>
          <w:sz w:val="28"/>
          <w:szCs w:val="28"/>
        </w:rPr>
        <w:t>-02.10.2019 – МБОУ Николо-Берёзовская СОШ: количество родителей  обучающихся 6-10 классов – 14 чел.;</w:t>
      </w:r>
    </w:p>
    <w:p w:rsidR="001C6A75" w:rsidRPr="00292650" w:rsidRDefault="001C6A75" w:rsidP="001C6A75">
      <w:pPr>
        <w:jc w:val="both"/>
        <w:rPr>
          <w:sz w:val="28"/>
          <w:szCs w:val="28"/>
        </w:rPr>
      </w:pPr>
      <w:r w:rsidRPr="00292650">
        <w:rPr>
          <w:sz w:val="28"/>
          <w:szCs w:val="28"/>
        </w:rPr>
        <w:t>-11.10.2019 –МБОУ Каменная СОШ: количество родителей обучающихся 1-11 классов -37 чел.;</w:t>
      </w:r>
    </w:p>
    <w:p w:rsidR="001C6A75" w:rsidRPr="00292650" w:rsidRDefault="001C6A75" w:rsidP="001C6A75">
      <w:pPr>
        <w:jc w:val="both"/>
        <w:rPr>
          <w:sz w:val="28"/>
          <w:szCs w:val="28"/>
        </w:rPr>
      </w:pPr>
      <w:r w:rsidRPr="00292650">
        <w:rPr>
          <w:sz w:val="28"/>
          <w:szCs w:val="28"/>
        </w:rPr>
        <w:t>-18.10.2019 – МБОУ Маньково-Берёзовская СОШ: количество родителей обучающихся 7-11 классов -24 чел.;</w:t>
      </w:r>
    </w:p>
    <w:p w:rsidR="001C6A75" w:rsidRPr="00292650" w:rsidRDefault="001C6A75" w:rsidP="001C6A75">
      <w:pPr>
        <w:jc w:val="both"/>
        <w:rPr>
          <w:sz w:val="28"/>
          <w:szCs w:val="28"/>
        </w:rPr>
      </w:pPr>
      <w:r w:rsidRPr="00292650">
        <w:rPr>
          <w:sz w:val="28"/>
          <w:szCs w:val="28"/>
        </w:rPr>
        <w:t>-25.10.2019 – МБОУ Светочниковская СОШ: количество родителей обучающихся 7-11 классов - 10 чел.</w:t>
      </w:r>
    </w:p>
    <w:p w:rsidR="001C6A75" w:rsidRPr="00292650" w:rsidRDefault="001C6A75" w:rsidP="001C6A75">
      <w:pPr>
        <w:jc w:val="both"/>
        <w:rPr>
          <w:sz w:val="28"/>
          <w:szCs w:val="28"/>
        </w:rPr>
      </w:pPr>
      <w:r w:rsidRPr="00292650">
        <w:rPr>
          <w:sz w:val="28"/>
          <w:szCs w:val="28"/>
        </w:rPr>
        <w:t xml:space="preserve">       За истекший период в 8 общеобразовательных организациях проведены встречи с </w:t>
      </w:r>
      <w:r w:rsidRPr="00292650">
        <w:rPr>
          <w:noProof/>
          <w:sz w:val="28"/>
          <w:szCs w:val="28"/>
        </w:rPr>
        <w:t>представителем Общероссийской общественной организации «Общее дело» К.Г. Давидчиком</w:t>
      </w:r>
      <w:r w:rsidRPr="00292650">
        <w:rPr>
          <w:sz w:val="28"/>
          <w:szCs w:val="28"/>
        </w:rPr>
        <w:t>, в которых приняли участие родители обучающихся школ муниципалитета в количестве 212 чел.</w:t>
      </w:r>
    </w:p>
    <w:p w:rsidR="001C6A75" w:rsidRPr="00292650" w:rsidRDefault="001C6A75" w:rsidP="001C6A75">
      <w:pPr>
        <w:jc w:val="both"/>
        <w:rPr>
          <w:sz w:val="28"/>
          <w:szCs w:val="28"/>
        </w:rPr>
      </w:pPr>
      <w:r w:rsidRPr="00292650">
        <w:rPr>
          <w:sz w:val="28"/>
          <w:szCs w:val="28"/>
        </w:rPr>
        <w:t xml:space="preserve">       -11.09.2019 – Всероссийский урок в рамках Всероссийского Дня трезвости среди обучающихся 7-11 кл. общеобразовательных организаций района, в целях популяризации здорового образа жизни. Количество обучающихся, принявших участие – 450 чел.</w:t>
      </w:r>
    </w:p>
    <w:p w:rsidR="001C6A75" w:rsidRPr="00292650" w:rsidRDefault="001C6A75" w:rsidP="001C6A75">
      <w:pPr>
        <w:jc w:val="both"/>
        <w:rPr>
          <w:sz w:val="28"/>
          <w:szCs w:val="28"/>
        </w:rPr>
      </w:pPr>
      <w:r w:rsidRPr="00292650">
        <w:rPr>
          <w:sz w:val="28"/>
          <w:szCs w:val="28"/>
        </w:rPr>
        <w:t xml:space="preserve">       -27.09.2019 - </w:t>
      </w:r>
      <w:r w:rsidRPr="00292650">
        <w:rPr>
          <w:noProof/>
          <w:sz w:val="28"/>
          <w:szCs w:val="28"/>
        </w:rPr>
        <w:t xml:space="preserve">встреча </w:t>
      </w:r>
      <w:r w:rsidRPr="00292650">
        <w:rPr>
          <w:sz w:val="28"/>
          <w:szCs w:val="28"/>
        </w:rPr>
        <w:t xml:space="preserve">настоятеля храма Вознесение Господне протоиерея Александра Персиянова с педагогическими работниками и обучающимися 7-11 классов МБОУ Лукичёвской СОШ в количестве 20 чел. (обучающихся), 13 чел. (педработников) по теме: «Как победить людские пороки, разрушающие сознание  человека. О смысле жизни и человеческих ценностях». </w:t>
      </w:r>
    </w:p>
    <w:p w:rsidR="001C6A75" w:rsidRPr="00292650" w:rsidRDefault="001C6A75" w:rsidP="001C6A75">
      <w:pPr>
        <w:jc w:val="both"/>
        <w:rPr>
          <w:sz w:val="28"/>
          <w:szCs w:val="28"/>
        </w:rPr>
      </w:pPr>
      <w:r w:rsidRPr="00292650">
        <w:rPr>
          <w:bCs/>
          <w:sz w:val="28"/>
          <w:szCs w:val="28"/>
        </w:rPr>
        <w:t xml:space="preserve">       - С </w:t>
      </w:r>
      <w:r w:rsidRPr="00292650">
        <w:rPr>
          <w:sz w:val="28"/>
          <w:szCs w:val="28"/>
        </w:rPr>
        <w:t xml:space="preserve">18.10.2019 г. по 15.11.2019 г. - участие обучающихся школ района с 7 по 11 кл. </w:t>
      </w:r>
      <w:r w:rsidRPr="00292650">
        <w:rPr>
          <w:bCs/>
          <w:sz w:val="28"/>
          <w:szCs w:val="28"/>
        </w:rPr>
        <w:t xml:space="preserve">в муниципальном конкурсе изготовления бюллетеней «Чтобы достойно жить…» Для участия в конкурсе были представлены работы 12 общеобразовательных организаций. </w:t>
      </w:r>
      <w:r w:rsidRPr="00292650">
        <w:rPr>
          <w:sz w:val="28"/>
          <w:szCs w:val="28"/>
        </w:rPr>
        <w:t xml:space="preserve">По </w:t>
      </w:r>
      <w:r w:rsidRPr="00292650">
        <w:rPr>
          <w:bCs/>
          <w:sz w:val="28"/>
          <w:szCs w:val="28"/>
        </w:rPr>
        <w:t xml:space="preserve">итогам </w:t>
      </w:r>
      <w:r w:rsidRPr="00292650">
        <w:rPr>
          <w:sz w:val="28"/>
          <w:szCs w:val="28"/>
        </w:rPr>
        <w:t xml:space="preserve">конкурса обучающиеся, занявшие призовые места, награждены грамотами МБУ «МК и ЦБ отдела образования Администрации Милютинского района» и ценными подарками. </w:t>
      </w:r>
    </w:p>
    <w:p w:rsidR="001C6A75" w:rsidRPr="00292650" w:rsidRDefault="001C6A75" w:rsidP="001C6A75">
      <w:pPr>
        <w:jc w:val="both"/>
        <w:rPr>
          <w:sz w:val="28"/>
          <w:szCs w:val="28"/>
        </w:rPr>
      </w:pPr>
      <w:r w:rsidRPr="00292650">
        <w:rPr>
          <w:sz w:val="28"/>
          <w:szCs w:val="28"/>
        </w:rPr>
        <w:t xml:space="preserve">       - В период с 01.11. по 22.11.2019 в общеобразовательных организациях района организован и проведён второй этап Общероссийской антинаркотической акции «Сообщи, где торгуют смертью!». Во всех общеобразовательных организациях муниципалитета (в визуально доступных местах) были размещены листовки с указанием: телефонов дежурной части Управления по контролю за оборотом наркотиков ГУ МВД России по Ростовской области; «телефона доверия» Государственного бюджетного учреждения Ростовской области «Наркологический </w:t>
      </w:r>
      <w:r w:rsidRPr="00292650">
        <w:rPr>
          <w:sz w:val="28"/>
          <w:szCs w:val="28"/>
        </w:rPr>
        <w:lastRenderedPageBreak/>
        <w:t>диспансер»; официального сайта ГУ МВД России по Ростовской области в разделе «Приём обращений»;</w:t>
      </w:r>
    </w:p>
    <w:p w:rsidR="001C6A75" w:rsidRPr="00292650" w:rsidRDefault="001C6A75" w:rsidP="001C6A75">
      <w:pPr>
        <w:jc w:val="both"/>
        <w:rPr>
          <w:sz w:val="28"/>
          <w:szCs w:val="28"/>
        </w:rPr>
      </w:pPr>
      <w:r w:rsidRPr="00292650">
        <w:rPr>
          <w:sz w:val="28"/>
          <w:szCs w:val="28"/>
        </w:rPr>
        <w:t xml:space="preserve">       - с 11.11. по 20.11.2019 в общеобразовательных организациях проведён второй этап межведомственной комплексной оперативно-профилактической операции «Дети России». </w:t>
      </w:r>
      <w:r w:rsidRPr="00292650">
        <w:rPr>
          <w:rFonts w:eastAsia="Calibri"/>
          <w:sz w:val="28"/>
          <w:szCs w:val="28"/>
          <w:lang w:eastAsia="en-US"/>
        </w:rPr>
        <w:t xml:space="preserve">Организованы и проведены антинаркотические информационно-просветительские и пропагандистские (спортивные, родительские всеобучи) мероприятия для несовершеннолетних и их родителей, в целях ознакомления со знаниями о медицинских и социальных последствиях наркопотребления, а также о предусмотренной законом ответственности за незаконный оборот и потребление наркотиков, формирования устойчивого негативного отношения к наркотикам и пропаганды здорового образа жизни. </w:t>
      </w:r>
      <w:r w:rsidRPr="00292650">
        <w:rPr>
          <w:sz w:val="28"/>
          <w:szCs w:val="28"/>
        </w:rPr>
        <w:t>В вышеуказанных мероприятиях приняли участие 867 обучающихся школ района, 320 родителей.</w:t>
      </w:r>
    </w:p>
    <w:p w:rsidR="001C6A75" w:rsidRPr="00292650" w:rsidRDefault="001C6A75" w:rsidP="001C6A75">
      <w:pPr>
        <w:jc w:val="both"/>
        <w:rPr>
          <w:noProof/>
          <w:sz w:val="20"/>
          <w:szCs w:val="20"/>
        </w:rPr>
      </w:pPr>
      <w:r w:rsidRPr="00292650">
        <w:rPr>
          <w:sz w:val="28"/>
          <w:szCs w:val="28"/>
        </w:rPr>
        <w:t xml:space="preserve">       - 19.11.2019 - </w:t>
      </w:r>
      <w:r w:rsidRPr="00292650">
        <w:rPr>
          <w:noProof/>
          <w:sz w:val="28"/>
          <w:szCs w:val="28"/>
        </w:rPr>
        <w:t xml:space="preserve">встреча </w:t>
      </w:r>
      <w:r w:rsidRPr="00292650">
        <w:rPr>
          <w:sz w:val="28"/>
          <w:szCs w:val="28"/>
        </w:rPr>
        <w:t xml:space="preserve">настоятеля храма Вознесение Господне протоиерея Александра Персиянова с педагогическими работниками и обучающимися 7-9 классов МБОУ Степано-Савченской ООШ в количестве 20 чел. (обучающихся), 3 чел. (педработников) по теме: «Как победить людские пороки, разрушающие сознание  человека. О смысле жизни и человеческих ценностях». </w:t>
      </w:r>
    </w:p>
    <w:p w:rsidR="001C6A75" w:rsidRPr="00292650" w:rsidRDefault="001C6A75" w:rsidP="001C6A75">
      <w:pPr>
        <w:pStyle w:val="a7"/>
        <w:tabs>
          <w:tab w:val="clear" w:pos="4677"/>
          <w:tab w:val="left" w:pos="640"/>
          <w:tab w:val="left" w:pos="1720"/>
          <w:tab w:val="left" w:pos="4980"/>
          <w:tab w:val="left" w:pos="5925"/>
          <w:tab w:val="left" w:pos="7680"/>
        </w:tabs>
        <w:jc w:val="both"/>
        <w:rPr>
          <w:noProof/>
          <w:sz w:val="28"/>
          <w:szCs w:val="28"/>
          <w:lang w:val="ru-RU"/>
        </w:rPr>
      </w:pPr>
      <w:r w:rsidRPr="00292650">
        <w:rPr>
          <w:sz w:val="28"/>
          <w:szCs w:val="28"/>
        </w:rPr>
        <w:t xml:space="preserve">   - В период с </w:t>
      </w:r>
      <w:r w:rsidRPr="00292650">
        <w:rPr>
          <w:sz w:val="28"/>
          <w:szCs w:val="28"/>
          <w:lang w:val="ru-RU"/>
        </w:rPr>
        <w:t xml:space="preserve">25.11.2019 по </w:t>
      </w:r>
      <w:r w:rsidRPr="00292650">
        <w:rPr>
          <w:sz w:val="28"/>
          <w:szCs w:val="28"/>
        </w:rPr>
        <w:t>01.12.2019</w:t>
      </w:r>
      <w:r w:rsidRPr="00292650">
        <w:rPr>
          <w:sz w:val="28"/>
          <w:szCs w:val="28"/>
          <w:lang w:val="ru-RU"/>
        </w:rPr>
        <w:t xml:space="preserve"> </w:t>
      </w:r>
      <w:r w:rsidRPr="00292650">
        <w:rPr>
          <w:noProof/>
          <w:sz w:val="28"/>
          <w:szCs w:val="28"/>
        </w:rPr>
        <w:t>– в общеобразовательных организациях района проведены  ежегодные профилактические мероприятия, приуроченные к Всемирному дню борьбы со СПИДом (1 декабря):  лектории по профилактике ВИЧ–инфекции для обучающихся 9-11 классов образовательных организаций «Незримые угрозы – мифы и реальность»</w:t>
      </w:r>
      <w:r w:rsidRPr="00292650">
        <w:rPr>
          <w:noProof/>
          <w:sz w:val="28"/>
          <w:szCs w:val="28"/>
          <w:lang w:val="ru-RU"/>
        </w:rPr>
        <w:t xml:space="preserve">, «СПИД – чума </w:t>
      </w:r>
      <w:r w:rsidRPr="00292650">
        <w:rPr>
          <w:noProof/>
          <w:sz w:val="28"/>
          <w:szCs w:val="28"/>
          <w:lang w:val="en-US"/>
        </w:rPr>
        <w:t>XXI</w:t>
      </w:r>
      <w:r w:rsidRPr="00292650">
        <w:rPr>
          <w:noProof/>
          <w:sz w:val="28"/>
          <w:szCs w:val="28"/>
          <w:lang w:val="ru-RU"/>
        </w:rPr>
        <w:t xml:space="preserve"> века» и др. 29.11.2019 проведено ключевое мероприятие акции, </w:t>
      </w:r>
      <w:r w:rsidRPr="00292650">
        <w:rPr>
          <w:sz w:val="28"/>
          <w:szCs w:val="28"/>
        </w:rPr>
        <w:t xml:space="preserve">ориентированное на мотивацию у обучающихся 9-11 классов позитивного отношения к собственному здоровью - «День здорового образа жизни». </w:t>
      </w:r>
      <w:r w:rsidRPr="00292650">
        <w:rPr>
          <w:noProof/>
          <w:sz w:val="28"/>
          <w:szCs w:val="28"/>
        </w:rPr>
        <w:t>В данных мероприятиях приняли участие обучающиеся  9-11 кл.</w:t>
      </w:r>
      <w:r w:rsidRPr="00292650">
        <w:rPr>
          <w:noProof/>
          <w:sz w:val="28"/>
          <w:szCs w:val="28"/>
          <w:lang w:val="ru-RU"/>
        </w:rPr>
        <w:t xml:space="preserve"> в количестве 225 чел.</w:t>
      </w:r>
    </w:p>
    <w:p w:rsidR="001C6A75" w:rsidRPr="00292650" w:rsidRDefault="001C6A75" w:rsidP="001C6A75">
      <w:pPr>
        <w:pStyle w:val="a7"/>
        <w:tabs>
          <w:tab w:val="clear" w:pos="4677"/>
          <w:tab w:val="left" w:pos="640"/>
          <w:tab w:val="left" w:pos="1720"/>
          <w:tab w:val="left" w:pos="4980"/>
          <w:tab w:val="left" w:pos="5925"/>
          <w:tab w:val="left" w:pos="7680"/>
        </w:tabs>
        <w:jc w:val="both"/>
        <w:rPr>
          <w:sz w:val="28"/>
          <w:szCs w:val="28"/>
        </w:rPr>
      </w:pPr>
      <w:r w:rsidRPr="00292650">
        <w:rPr>
          <w:sz w:val="28"/>
          <w:szCs w:val="28"/>
        </w:rPr>
        <w:t xml:space="preserve">        - </w:t>
      </w:r>
      <w:r w:rsidRPr="00292650">
        <w:rPr>
          <w:sz w:val="28"/>
          <w:szCs w:val="28"/>
          <w:lang w:val="ru-RU"/>
        </w:rPr>
        <w:t>27</w:t>
      </w:r>
      <w:r w:rsidRPr="00292650">
        <w:rPr>
          <w:sz w:val="28"/>
          <w:szCs w:val="28"/>
        </w:rPr>
        <w:t>.11.2019 г.</w:t>
      </w:r>
      <w:r w:rsidRPr="00292650">
        <w:rPr>
          <w:sz w:val="28"/>
          <w:szCs w:val="28"/>
          <w:lang w:val="ru-RU"/>
        </w:rPr>
        <w:t xml:space="preserve"> </w:t>
      </w:r>
      <w:r w:rsidRPr="00292650">
        <w:rPr>
          <w:sz w:val="28"/>
          <w:szCs w:val="28"/>
        </w:rPr>
        <w:t xml:space="preserve">– проведение во всех  общеобразовательных организациях района ежегодной социальной акции по профилактике наркозависимости «Мы- против алкоголя!» среди обучающихся 7-11 классов. </w:t>
      </w:r>
      <w:r w:rsidRPr="00292650">
        <w:rPr>
          <w:noProof/>
          <w:sz w:val="28"/>
          <w:szCs w:val="28"/>
        </w:rPr>
        <w:t xml:space="preserve">В рамках Акции в общеобразовательных организациях были проведены следующие  меропиятия: лектории для обучающихся 7-11 кл. по темам: «Алкоголь: мифы и реальность», «Пивной алкоголизм», </w:t>
      </w:r>
      <w:r w:rsidRPr="00292650">
        <w:rPr>
          <w:sz w:val="28"/>
          <w:szCs w:val="28"/>
        </w:rPr>
        <w:t>«Профилактика алкогольной зависимости среди несовершеннолетних»</w:t>
      </w:r>
      <w:r w:rsidRPr="00292650">
        <w:rPr>
          <w:noProof/>
          <w:sz w:val="28"/>
          <w:szCs w:val="28"/>
        </w:rPr>
        <w:t xml:space="preserve"> и др.; распостранены памятки среди обучаю</w:t>
      </w:r>
      <w:r w:rsidRPr="00292650">
        <w:rPr>
          <w:noProof/>
          <w:sz w:val="28"/>
          <w:szCs w:val="28"/>
          <w:lang w:val="ru-RU"/>
        </w:rPr>
        <w:t>щ</w:t>
      </w:r>
      <w:r w:rsidRPr="00292650">
        <w:rPr>
          <w:noProof/>
          <w:sz w:val="28"/>
          <w:szCs w:val="28"/>
        </w:rPr>
        <w:t xml:space="preserve">ихся 7-11 кл. «Моё здоровье в моих руках!»; организован просмотр презентаций, видеофильмов о вреде алкоголя; спортивные состязания «Выше! Смелее! Ловче!»; тематические выставки по темам </w:t>
      </w:r>
      <w:r w:rsidRPr="00292650">
        <w:rPr>
          <w:sz w:val="28"/>
          <w:szCs w:val="28"/>
        </w:rPr>
        <w:t>«Профилактика и предупреждение алкоголизма среди несовершеннолетних»; «Сохраним здоровье вместе»;</w:t>
      </w:r>
      <w:r w:rsidRPr="00292650">
        <w:rPr>
          <w:noProof/>
          <w:sz w:val="28"/>
          <w:szCs w:val="28"/>
        </w:rPr>
        <w:t xml:space="preserve"> </w:t>
      </w:r>
      <w:r w:rsidRPr="00292650">
        <w:rPr>
          <w:sz w:val="28"/>
          <w:szCs w:val="28"/>
        </w:rPr>
        <w:t xml:space="preserve">деловые игры или тренинги: «Скажи «Нет!» алкоголю», «Как сказать «Нет»,  выступление агитбригады «Мы – против алкоголя!» и др. В данных мероприятиях приняли участие </w:t>
      </w:r>
      <w:r w:rsidRPr="00292650">
        <w:rPr>
          <w:sz w:val="28"/>
          <w:szCs w:val="28"/>
          <w:lang w:val="ru-RU"/>
        </w:rPr>
        <w:t>450</w:t>
      </w:r>
      <w:r w:rsidRPr="00292650">
        <w:rPr>
          <w:sz w:val="28"/>
          <w:szCs w:val="28"/>
        </w:rPr>
        <w:t xml:space="preserve"> обучающихся 7-11 кл.  </w:t>
      </w:r>
    </w:p>
    <w:p w:rsidR="001C6A75" w:rsidRPr="00292650" w:rsidRDefault="001C6A75" w:rsidP="001C6A75">
      <w:pPr>
        <w:jc w:val="both"/>
        <w:rPr>
          <w:sz w:val="28"/>
          <w:szCs w:val="28"/>
        </w:rPr>
      </w:pPr>
      <w:r w:rsidRPr="00292650">
        <w:rPr>
          <w:sz w:val="28"/>
          <w:szCs w:val="28"/>
        </w:rPr>
        <w:t xml:space="preserve">        -06.12.2019 г. – участие обучающихся 7-11 классов (311 чел.) в  муниципальном конкурсе среди администраций сельских поселений на лучшую организацию антинаркотической работы в подростково-молодежной среде в 2019 году, посвящённый Всемирному дню борьбы со СПИДом (РДК ст. Милютинской).</w:t>
      </w:r>
    </w:p>
    <w:p w:rsidR="001C6A75" w:rsidRPr="00292650" w:rsidRDefault="001C6A75" w:rsidP="001C6A75">
      <w:pPr>
        <w:jc w:val="both"/>
        <w:rPr>
          <w:sz w:val="28"/>
          <w:szCs w:val="28"/>
        </w:rPr>
      </w:pPr>
      <w:r w:rsidRPr="00292650">
        <w:rPr>
          <w:sz w:val="28"/>
          <w:szCs w:val="28"/>
        </w:rPr>
        <w:t xml:space="preserve">        В профориентационном направлении работы были проведены следующие мероприятия: </w:t>
      </w:r>
    </w:p>
    <w:p w:rsidR="001C6A75" w:rsidRPr="00292650" w:rsidRDefault="001C6A75" w:rsidP="001C6A75">
      <w:pPr>
        <w:jc w:val="both"/>
        <w:rPr>
          <w:sz w:val="28"/>
          <w:szCs w:val="28"/>
        </w:rPr>
      </w:pPr>
      <w:r w:rsidRPr="00292650">
        <w:rPr>
          <w:sz w:val="28"/>
          <w:szCs w:val="28"/>
        </w:rPr>
        <w:t xml:space="preserve">          - 28.02.2019 г. - профинформационный семинар для педагогов-психологов      общеобразовательных организаций района по теме:</w:t>
      </w:r>
      <w:r w:rsidRPr="00292650">
        <w:rPr>
          <w:b/>
          <w:sz w:val="28"/>
          <w:szCs w:val="28"/>
        </w:rPr>
        <w:t xml:space="preserve"> </w:t>
      </w:r>
      <w:r w:rsidRPr="00292650">
        <w:rPr>
          <w:sz w:val="28"/>
          <w:szCs w:val="28"/>
        </w:rPr>
        <w:t xml:space="preserve">««Рынок труда Ростовской области.  Профориентационная работа в I полугодии 2019 года». В рамках </w:t>
      </w:r>
      <w:r w:rsidRPr="00292650">
        <w:rPr>
          <w:sz w:val="28"/>
          <w:szCs w:val="28"/>
        </w:rPr>
        <w:lastRenderedPageBreak/>
        <w:t xml:space="preserve">профинформационного семинара рассмотрение психолого-педагогического вопроса: «Роль школьного психолога в решении проблемы психологического здоровья обучающихся». Обмен опытом по психолого-педагогическим вопросам». Информация о проведении профинформационного семинара с участием педагогов-психологов размещена на сайте отдела образования; </w:t>
      </w:r>
    </w:p>
    <w:p w:rsidR="001C6A75" w:rsidRPr="00292650" w:rsidRDefault="001C6A75" w:rsidP="001C6A75">
      <w:pPr>
        <w:jc w:val="both"/>
        <w:rPr>
          <w:sz w:val="28"/>
        </w:rPr>
      </w:pPr>
      <w:r w:rsidRPr="00292650">
        <w:rPr>
          <w:sz w:val="28"/>
          <w:szCs w:val="28"/>
        </w:rPr>
        <w:t xml:space="preserve">     - в период с 25.01. по 11.02.2019 – участие </w:t>
      </w:r>
      <w:r w:rsidRPr="00292650">
        <w:rPr>
          <w:sz w:val="28"/>
        </w:rPr>
        <w:t xml:space="preserve">обучающихся 9-10 классов </w:t>
      </w:r>
      <w:r w:rsidRPr="00292650">
        <w:rPr>
          <w:sz w:val="28"/>
          <w:szCs w:val="28"/>
        </w:rPr>
        <w:t>общеобразовательных организаций в профориентационном</w:t>
      </w:r>
      <w:r w:rsidRPr="00292650">
        <w:rPr>
          <w:sz w:val="28"/>
        </w:rPr>
        <w:t xml:space="preserve"> дистанционном тестировании, в целях </w:t>
      </w:r>
      <w:r w:rsidRPr="00292650">
        <w:rPr>
          <w:sz w:val="28"/>
          <w:szCs w:val="28"/>
        </w:rPr>
        <w:t xml:space="preserve">осознанного выбора будущей профессии, в рамках  сотрудничества с Донским государственным техническим университетом. </w:t>
      </w:r>
      <w:r w:rsidRPr="00292650">
        <w:rPr>
          <w:sz w:val="28"/>
        </w:rPr>
        <w:t>Проведение профтестирования  осуществлялось ГБУ РО «Ростовский областной центр обработки информации в сфере образования» (далее – РОЦОИСО).</w:t>
      </w:r>
      <w:r w:rsidRPr="00292650">
        <w:rPr>
          <w:sz w:val="28"/>
          <w:szCs w:val="28"/>
        </w:rPr>
        <w:t xml:space="preserve"> </w:t>
      </w:r>
    </w:p>
    <w:p w:rsidR="001C6A75" w:rsidRPr="00292650" w:rsidRDefault="001C6A75" w:rsidP="001C6A75">
      <w:pPr>
        <w:pStyle w:val="af4"/>
        <w:jc w:val="both"/>
        <w:rPr>
          <w:rFonts w:ascii="Times New Roman" w:hAnsi="Times New Roman"/>
          <w:sz w:val="28"/>
          <w:szCs w:val="28"/>
        </w:rPr>
      </w:pPr>
      <w:r w:rsidRPr="00292650">
        <w:rPr>
          <w:rFonts w:ascii="Times New Roman" w:hAnsi="Times New Roman"/>
          <w:sz w:val="28"/>
          <w:szCs w:val="28"/>
        </w:rPr>
        <w:t xml:space="preserve">       - 14.03.2019 – участие в областной научно-практической конференции по теме: «Региональная практика профессионального и жизненного самоопределения обучающихся в образовательных организациях разного типа: проблемы, эффекты и перспективы»</w:t>
      </w:r>
      <w:r w:rsidRPr="00292650">
        <w:rPr>
          <w:rFonts w:ascii="Times New Roman" w:hAnsi="Times New Roman"/>
          <w:sz w:val="28"/>
          <w:szCs w:val="28"/>
          <w:lang w:eastAsia="ru-RU"/>
        </w:rPr>
        <w:t xml:space="preserve"> </w:t>
      </w:r>
      <w:r w:rsidRPr="00292650">
        <w:rPr>
          <w:rFonts w:ascii="Times New Roman" w:hAnsi="Times New Roman"/>
          <w:sz w:val="28"/>
          <w:szCs w:val="28"/>
        </w:rPr>
        <w:t xml:space="preserve">педагога-психолога, ответственного лица за профориентационную работу в МБОУ Николо-Березовской  СОШ – Черновой Н. А. </w:t>
      </w:r>
    </w:p>
    <w:p w:rsidR="001C6A75" w:rsidRPr="00292650" w:rsidRDefault="001C6A75" w:rsidP="001C6A75">
      <w:pPr>
        <w:jc w:val="both"/>
        <w:rPr>
          <w:sz w:val="28"/>
          <w:szCs w:val="28"/>
        </w:rPr>
      </w:pPr>
      <w:r w:rsidRPr="00292650">
        <w:rPr>
          <w:sz w:val="28"/>
          <w:szCs w:val="28"/>
        </w:rPr>
        <w:t xml:space="preserve">       - 14.03.2019 – участие обучающихся общеобразовательных организаций муниципалитета в Дне профориентации молодёжи «Сделай свой выбор». С целью знакомства школьников с содержанием профессий и др. в школах района были проведены заключительные уроки занятости и профориентации; профориентационное тестирование; профориентационные экскурсии; встречи и круглые столы с работодателями и др. Количество обучающихся, принявших участие в профориентационных мероприятиях составило – 329 чел.; педагогов - 26;</w:t>
      </w:r>
    </w:p>
    <w:p w:rsidR="001C6A75" w:rsidRPr="00292650" w:rsidRDefault="001C6A75" w:rsidP="001C6A75">
      <w:pPr>
        <w:jc w:val="both"/>
        <w:rPr>
          <w:sz w:val="28"/>
        </w:rPr>
      </w:pPr>
      <w:r w:rsidRPr="00292650">
        <w:rPr>
          <w:noProof/>
          <w:sz w:val="28"/>
          <w:szCs w:val="28"/>
        </w:rPr>
        <w:t xml:space="preserve">       - </w:t>
      </w:r>
      <w:r w:rsidRPr="00292650">
        <w:rPr>
          <w:sz w:val="28"/>
          <w:szCs w:val="28"/>
        </w:rPr>
        <w:t xml:space="preserve">21.03.2019 – участие </w:t>
      </w:r>
      <w:r w:rsidRPr="00292650">
        <w:rPr>
          <w:sz w:val="28"/>
        </w:rPr>
        <w:t>обучающихся 8-11 классов общеобразовательных организаций</w:t>
      </w:r>
      <w:r w:rsidRPr="00292650">
        <w:rPr>
          <w:sz w:val="28"/>
          <w:szCs w:val="28"/>
        </w:rPr>
        <w:t xml:space="preserve"> во </w:t>
      </w:r>
      <w:r w:rsidRPr="00292650">
        <w:rPr>
          <w:sz w:val="28"/>
        </w:rPr>
        <w:t>Всероссийском открытом уроке в режиме интернет-трансляции по профессиональной навигации на сайте «ПроеКТОриЯ». В открытых уроках были задействованы ведущие индустриальные эксперты и бизнес-лидеры страны.</w:t>
      </w:r>
    </w:p>
    <w:p w:rsidR="001C6A75" w:rsidRPr="00292650" w:rsidRDefault="001C6A75" w:rsidP="001C6A75">
      <w:pPr>
        <w:pStyle w:val="1"/>
        <w:jc w:val="both"/>
        <w:rPr>
          <w:sz w:val="28"/>
          <w:szCs w:val="28"/>
        </w:rPr>
      </w:pPr>
      <w:r w:rsidRPr="00292650">
        <w:rPr>
          <w:b/>
          <w:sz w:val="28"/>
          <w:szCs w:val="28"/>
        </w:rPr>
        <w:t xml:space="preserve">       </w:t>
      </w:r>
      <w:r w:rsidRPr="00292650">
        <w:rPr>
          <w:sz w:val="28"/>
          <w:szCs w:val="28"/>
        </w:rPr>
        <w:t xml:space="preserve">- В период с ноября 2018 по май 2019 года на предприятиях Милютинского района были проведены профориентационные экскурсии с участием работодателей для обучающихся 8-11 классов в целях ознакомления обучающихся с востребованными профессиями на рабочих местах: ООО «Селивановское» (пекарня), почтовое отделение связи х. Степано-Савченский, х. Николовка, ООО РЗК «Ресурс», ЗАО «Каменное», МАУ «МФЦ» Милютинского района, Селивановское ГАУ РО «Лес» (Селивановское лесничество). В вышеуказанных мероприятиях приняли участие 398 человек. </w:t>
      </w:r>
    </w:p>
    <w:p w:rsidR="001C6A75" w:rsidRPr="00292650" w:rsidRDefault="001C6A75" w:rsidP="001C6A75">
      <w:pPr>
        <w:pStyle w:val="1"/>
        <w:jc w:val="both"/>
        <w:rPr>
          <w:sz w:val="28"/>
          <w:szCs w:val="28"/>
        </w:rPr>
      </w:pPr>
      <w:r w:rsidRPr="00292650">
        <w:rPr>
          <w:b/>
          <w:sz w:val="28"/>
          <w:szCs w:val="28"/>
        </w:rPr>
        <w:t xml:space="preserve">       </w:t>
      </w:r>
      <w:r w:rsidRPr="00292650">
        <w:rPr>
          <w:sz w:val="28"/>
          <w:szCs w:val="28"/>
        </w:rPr>
        <w:t>- В течение 2018-2019 учебного года 328 обучающихся с 8 по 11 класс 11 школ района принимали участие во всероссийских открытых уроках профнавигации в режиме интернет-трансляции на портале «ПроеКТОриЯ».</w:t>
      </w:r>
    </w:p>
    <w:p w:rsidR="001C6A75" w:rsidRPr="00292650" w:rsidRDefault="001C6A75" w:rsidP="001C6A75">
      <w:pPr>
        <w:jc w:val="both"/>
        <w:rPr>
          <w:sz w:val="28"/>
        </w:rPr>
      </w:pPr>
      <w:r w:rsidRPr="00292650">
        <w:rPr>
          <w:sz w:val="28"/>
        </w:rPr>
        <w:t xml:space="preserve">       -05.09.2019, 26.09.2019 - </w:t>
      </w:r>
      <w:r w:rsidRPr="00292650">
        <w:rPr>
          <w:sz w:val="28"/>
          <w:szCs w:val="28"/>
        </w:rPr>
        <w:t xml:space="preserve">участие </w:t>
      </w:r>
      <w:r w:rsidRPr="00292650">
        <w:rPr>
          <w:sz w:val="28"/>
        </w:rPr>
        <w:t>обучающихся 8-11 классов общеобразовательных организаций</w:t>
      </w:r>
      <w:r w:rsidRPr="00292650">
        <w:rPr>
          <w:sz w:val="28"/>
          <w:szCs w:val="28"/>
        </w:rPr>
        <w:t xml:space="preserve"> во </w:t>
      </w:r>
      <w:r w:rsidRPr="00292650">
        <w:rPr>
          <w:sz w:val="28"/>
        </w:rPr>
        <w:t>Всероссийском открытом уроке в режиме интернет-трансляции по профессиональной навигации на сайте «ПроеКТОриЯ». В открытых уроках были задействованы ведущие индустриальные эксперты и бизнес-лидеры страны.</w:t>
      </w:r>
      <w:r w:rsidRPr="00292650">
        <w:rPr>
          <w:sz w:val="28"/>
          <w:szCs w:val="28"/>
        </w:rPr>
        <w:t xml:space="preserve"> На мероприятиях были затронуты ключевые индустрии и вызовы в соответствии с программами «Стратегия научно-технологического развития Российской Федерации» и «Цифровая экономика».</w:t>
      </w:r>
    </w:p>
    <w:p w:rsidR="001C6A75" w:rsidRPr="00292650" w:rsidRDefault="001C6A75" w:rsidP="001C6A75">
      <w:pPr>
        <w:jc w:val="both"/>
        <w:rPr>
          <w:sz w:val="28"/>
          <w:szCs w:val="28"/>
        </w:rPr>
      </w:pPr>
      <w:r w:rsidRPr="00292650">
        <w:rPr>
          <w:sz w:val="28"/>
          <w:szCs w:val="28"/>
        </w:rPr>
        <w:t xml:space="preserve">      - 26.09.2019 – участие в семинаре обучающихся 8-11 классов, имеющих статус детей-инвалидов и детей с ограниченными возможностями здоровья, а также педагогов, курирующих профориентационное направление в ОО и законных представителей (родителей), организованном и проведённом на базе ГКУ РО «Центр </w:t>
      </w:r>
      <w:r w:rsidRPr="00292650">
        <w:rPr>
          <w:sz w:val="28"/>
          <w:szCs w:val="28"/>
        </w:rPr>
        <w:lastRenderedPageBreak/>
        <w:t xml:space="preserve">занятости населения Милютинского района» по вопросу профессиональной ориентации и получения услуг среднего профессионального образования и высшего образования для обучающихся с инвалидностью и ограниченными возможностями здоровья. В данном мероприятии приняли участие 6 чел., из них дети-инвалиды – 3, представитель Милютинского филиала ГБПОУ МАПТ - 1, педагог-1, родитель-1.  </w:t>
      </w:r>
    </w:p>
    <w:p w:rsidR="001C6A75" w:rsidRPr="00292650" w:rsidRDefault="001C6A75" w:rsidP="001C6A75">
      <w:pPr>
        <w:jc w:val="both"/>
        <w:rPr>
          <w:sz w:val="28"/>
          <w:szCs w:val="28"/>
        </w:rPr>
      </w:pPr>
      <w:r w:rsidRPr="00292650">
        <w:rPr>
          <w:sz w:val="28"/>
          <w:szCs w:val="28"/>
        </w:rPr>
        <w:t xml:space="preserve">       - 27.09.2019 г. - профинформационный семинар для педагогов-психологов      общеобразовательных организаций района по теме:</w:t>
      </w:r>
      <w:r w:rsidRPr="00292650">
        <w:rPr>
          <w:b/>
          <w:sz w:val="28"/>
          <w:szCs w:val="28"/>
        </w:rPr>
        <w:t xml:space="preserve"> </w:t>
      </w:r>
      <w:r w:rsidRPr="00292650">
        <w:rPr>
          <w:sz w:val="28"/>
          <w:szCs w:val="28"/>
        </w:rPr>
        <w:t>««Итоги профориентационной работы за 2018-2019 учебный год, анализ результатов поступления выпускников»; «Рынок труда Ростовской области»; «Определение стратегических задач на 2019-2020 учебный год по профессиональной ориентации обучающихся общеобразовательных организаций»; «Рассмотрение и обсуждение плана работы семинаров и РМО педагогов-психологов общеобразовательных организаций на 2019-2020 учебный год, с включением рассмотрения психолого-педагогического вопроса</w:t>
      </w:r>
      <w:r w:rsidRPr="00292650">
        <w:rPr>
          <w:sz w:val="28"/>
          <w:szCs w:val="28"/>
          <w:shd w:val="clear" w:color="auto" w:fill="FCFEFE"/>
        </w:rPr>
        <w:t>: «</w:t>
      </w:r>
      <w:r w:rsidRPr="00292650">
        <w:rPr>
          <w:sz w:val="28"/>
          <w:szCs w:val="28"/>
        </w:rPr>
        <w:t xml:space="preserve">Взаимосвязь школы и семьи в профориентационной работе». На семинаре был рассмотрен вопрос «Проблема адаптации младшего школьника при переходе в среднее звено общеобразовательной школы». </w:t>
      </w:r>
    </w:p>
    <w:p w:rsidR="001C6A75" w:rsidRPr="00292650" w:rsidRDefault="001C6A75" w:rsidP="001C6A75">
      <w:pPr>
        <w:jc w:val="both"/>
        <w:rPr>
          <w:sz w:val="28"/>
          <w:szCs w:val="28"/>
        </w:rPr>
      </w:pPr>
      <w:r w:rsidRPr="00292650">
        <w:rPr>
          <w:sz w:val="28"/>
          <w:szCs w:val="28"/>
        </w:rPr>
        <w:t xml:space="preserve">      - 18.10.2019 - участие 3-х общеобразовательных организаций МБОУ Каменной СОШ, МБОУ Милютинской СОШ, МБОУ Россошанской ООШ в профориентационной акции «День ИТ-знаний». Акция «День ИТ-знаний» проводилась с целью активизации деятельности детей в рамках образовательного процесса, планирования своего профессионального будущего, в том числе связанного с ИТ-сферой, а также развития кадрового потенциала в области цифровой экономики. Основная тема урока – «Большие данные», профессии, которые связаны с технологиями их обработки сегодня и появятся в ближайшем будущем. </w:t>
      </w:r>
    </w:p>
    <w:p w:rsidR="001C6A75" w:rsidRPr="00292650" w:rsidRDefault="001C6A75" w:rsidP="001C6A75">
      <w:pPr>
        <w:jc w:val="both"/>
        <w:rPr>
          <w:sz w:val="28"/>
          <w:szCs w:val="28"/>
        </w:rPr>
      </w:pPr>
      <w:r w:rsidRPr="00292650">
        <w:rPr>
          <w:sz w:val="28"/>
          <w:szCs w:val="28"/>
        </w:rPr>
        <w:t xml:space="preserve">       -23.10.2019 г. – участие общеобразовательных организаций района в Уроке занятости. Всего проведено 14 уроков, в которых приняли участие 108 обучающихся с 8 по 11 кл., педагогов школ – 31 чел., специалистов службы занятости – 1 чел., представителей администраций – 4 чел. В рамках Урока занятости  проведено профориентационное анкетирование, в котором приняли участие 92 чел.  </w:t>
      </w:r>
    </w:p>
    <w:p w:rsidR="001C6A75" w:rsidRPr="00292650" w:rsidRDefault="001C6A75" w:rsidP="001C6A75">
      <w:pPr>
        <w:jc w:val="both"/>
        <w:rPr>
          <w:color w:val="000000"/>
          <w:sz w:val="28"/>
          <w:szCs w:val="28"/>
        </w:rPr>
      </w:pPr>
      <w:r w:rsidRPr="00292650">
        <w:rPr>
          <w:sz w:val="28"/>
          <w:szCs w:val="28"/>
        </w:rPr>
        <w:t xml:space="preserve">       -21.11.2019 г. – участие обучающихся 8-11 классов школ района в ежегодном профориентационном мероприятии - Ярмарка вакансий образовательных организаций «Куда пойти учиться?». Данное мероприятие проходило в МБУК «Милютинский РДК». </w:t>
      </w:r>
    </w:p>
    <w:p w:rsidR="001C6A75" w:rsidRPr="00292650" w:rsidRDefault="001C6A75" w:rsidP="001C6A75">
      <w:pPr>
        <w:jc w:val="both"/>
        <w:rPr>
          <w:sz w:val="28"/>
          <w:szCs w:val="28"/>
        </w:rPr>
      </w:pPr>
      <w:r w:rsidRPr="00292650">
        <w:rPr>
          <w:color w:val="000000"/>
          <w:sz w:val="28"/>
          <w:szCs w:val="28"/>
        </w:rPr>
        <w:t xml:space="preserve">       Цель данного мероприятия заключалась в </w:t>
      </w:r>
      <w:r w:rsidRPr="00292650">
        <w:rPr>
          <w:sz w:val="28"/>
          <w:szCs w:val="28"/>
        </w:rPr>
        <w:t>привлечении внимания обучающихся к вопросам профессионального выбора, осознании собственных интересов, стремлений, желаний, ценностей в правильности выбора будущей профессии.</w:t>
      </w:r>
    </w:p>
    <w:p w:rsidR="001C6A75" w:rsidRPr="00292650" w:rsidRDefault="001C6A75" w:rsidP="001C6A75">
      <w:pPr>
        <w:jc w:val="both"/>
        <w:rPr>
          <w:rFonts w:ascii="Times" w:hAnsi="Times" w:cs="Times"/>
          <w:sz w:val="28"/>
          <w:szCs w:val="28"/>
        </w:rPr>
      </w:pPr>
      <w:r w:rsidRPr="00292650">
        <w:rPr>
          <w:sz w:val="28"/>
          <w:szCs w:val="28"/>
        </w:rPr>
        <w:t xml:space="preserve">       </w:t>
      </w:r>
      <w:r w:rsidRPr="00292650">
        <w:rPr>
          <w:rFonts w:ascii="Times" w:hAnsi="Times" w:cs="Times"/>
          <w:sz w:val="28"/>
          <w:szCs w:val="28"/>
        </w:rPr>
        <w:t>На данном мероприятии с презентациями и видеороликами выступили представители:</w:t>
      </w:r>
    </w:p>
    <w:p w:rsidR="001C6A75" w:rsidRPr="00292650" w:rsidRDefault="001C6A75" w:rsidP="001C6A75">
      <w:pPr>
        <w:jc w:val="both"/>
        <w:rPr>
          <w:sz w:val="28"/>
          <w:szCs w:val="28"/>
          <w:shd w:val="clear" w:color="auto" w:fill="FFFFFF"/>
        </w:rPr>
      </w:pPr>
      <w:r w:rsidRPr="00292650">
        <w:rPr>
          <w:rFonts w:ascii="Times" w:hAnsi="Times" w:cs="Times"/>
          <w:sz w:val="28"/>
          <w:szCs w:val="28"/>
        </w:rPr>
        <w:t xml:space="preserve">- </w:t>
      </w:r>
      <w:r w:rsidRPr="00292650">
        <w:rPr>
          <w:sz w:val="28"/>
          <w:szCs w:val="28"/>
          <w:shd w:val="clear" w:color="auto" w:fill="FFFFFF"/>
        </w:rPr>
        <w:t xml:space="preserve">Федерального государственного бюджетного образовательного учреждения высшего образования «Южно-Российский государственный политехнический университет (НПИ) имени М.И. Платова»; </w:t>
      </w:r>
    </w:p>
    <w:p w:rsidR="001C6A75" w:rsidRPr="00292650" w:rsidRDefault="001C6A75" w:rsidP="001C6A75">
      <w:pPr>
        <w:jc w:val="both"/>
        <w:rPr>
          <w:sz w:val="28"/>
          <w:szCs w:val="28"/>
          <w:shd w:val="clear" w:color="auto" w:fill="FFFFFF"/>
        </w:rPr>
      </w:pPr>
      <w:r w:rsidRPr="00292650">
        <w:rPr>
          <w:sz w:val="28"/>
          <w:szCs w:val="28"/>
          <w:shd w:val="clear" w:color="auto" w:fill="FFFFFF"/>
        </w:rPr>
        <w:t>- Федерального государственного бюджетного образовательного учреждения высшего образования «Донской государственный технический университет»;</w:t>
      </w:r>
    </w:p>
    <w:p w:rsidR="001C6A75" w:rsidRPr="00292650" w:rsidRDefault="001C6A75" w:rsidP="001C6A75">
      <w:pPr>
        <w:jc w:val="both"/>
        <w:rPr>
          <w:sz w:val="28"/>
          <w:szCs w:val="28"/>
          <w:shd w:val="clear" w:color="auto" w:fill="FFFFFF"/>
        </w:rPr>
      </w:pPr>
      <w:r w:rsidRPr="00292650">
        <w:rPr>
          <w:sz w:val="28"/>
          <w:szCs w:val="28"/>
          <w:shd w:val="clear" w:color="auto" w:fill="FFFFFF"/>
        </w:rPr>
        <w:t xml:space="preserve">- Новочеркасского инженерно-мелиоративного института имени А.К. Кортунова - филиала федерального государственного бюджетного образовательного учреждения высшего образования «Донской государственный аграрный университет»; </w:t>
      </w:r>
    </w:p>
    <w:p w:rsidR="001C6A75" w:rsidRPr="00292650" w:rsidRDefault="001C6A75" w:rsidP="001C6A75">
      <w:pPr>
        <w:jc w:val="both"/>
        <w:rPr>
          <w:sz w:val="28"/>
          <w:szCs w:val="28"/>
          <w:shd w:val="clear" w:color="auto" w:fill="FFFFFF"/>
        </w:rPr>
      </w:pPr>
      <w:r w:rsidRPr="00292650">
        <w:rPr>
          <w:sz w:val="28"/>
          <w:szCs w:val="28"/>
          <w:shd w:val="clear" w:color="auto" w:fill="FFFFFF"/>
        </w:rPr>
        <w:t>- Северо-Кавказского филиала ордена Трудового Красного Знамени федерального государственного бюджетного образовательного учреждения высшего образования Московского технического университета связи и информатики;</w:t>
      </w:r>
    </w:p>
    <w:p w:rsidR="001C6A75" w:rsidRPr="00292650" w:rsidRDefault="001C6A75" w:rsidP="001C6A75">
      <w:pPr>
        <w:jc w:val="both"/>
        <w:rPr>
          <w:sz w:val="28"/>
          <w:szCs w:val="28"/>
        </w:rPr>
      </w:pPr>
      <w:r w:rsidRPr="00292650">
        <w:rPr>
          <w:sz w:val="28"/>
          <w:szCs w:val="28"/>
          <w:shd w:val="clear" w:color="auto" w:fill="FFFFFF"/>
        </w:rPr>
        <w:lastRenderedPageBreak/>
        <w:t xml:space="preserve">- </w:t>
      </w:r>
      <w:r w:rsidRPr="00292650">
        <w:rPr>
          <w:sz w:val="28"/>
          <w:szCs w:val="28"/>
        </w:rPr>
        <w:t xml:space="preserve">Государственного бюджетного профессионального образовательного учреждения Ростовской области «Константиновский педагогический колледж»; </w:t>
      </w:r>
    </w:p>
    <w:p w:rsidR="001C6A75" w:rsidRPr="00292650" w:rsidRDefault="001C6A75" w:rsidP="001C6A75">
      <w:pPr>
        <w:jc w:val="both"/>
        <w:rPr>
          <w:sz w:val="28"/>
          <w:szCs w:val="28"/>
        </w:rPr>
      </w:pPr>
      <w:r w:rsidRPr="00292650">
        <w:rPr>
          <w:sz w:val="28"/>
          <w:szCs w:val="28"/>
        </w:rPr>
        <w:t xml:space="preserve">- </w:t>
      </w:r>
      <w:r w:rsidRPr="00292650">
        <w:rPr>
          <w:sz w:val="28"/>
          <w:szCs w:val="28"/>
          <w:shd w:val="clear" w:color="auto" w:fill="FFFFFF"/>
        </w:rPr>
        <w:t xml:space="preserve">Государственного бюджетного профессионального образовательного учреждения Ростовской области </w:t>
      </w:r>
      <w:r w:rsidRPr="00292650">
        <w:rPr>
          <w:i/>
          <w:sz w:val="28"/>
          <w:szCs w:val="28"/>
          <w:shd w:val="clear" w:color="auto" w:fill="FFFFFF"/>
        </w:rPr>
        <w:t>«</w:t>
      </w:r>
      <w:r w:rsidRPr="00292650">
        <w:rPr>
          <w:rStyle w:val="af8"/>
          <w:bCs/>
          <w:i w:val="0"/>
          <w:sz w:val="28"/>
          <w:szCs w:val="28"/>
          <w:shd w:val="clear" w:color="auto" w:fill="FFFFFF"/>
        </w:rPr>
        <w:t>Морозовский агропромышленный техникум</w:t>
      </w:r>
      <w:r w:rsidRPr="00292650">
        <w:rPr>
          <w:i/>
          <w:sz w:val="28"/>
          <w:szCs w:val="28"/>
          <w:shd w:val="clear" w:color="auto" w:fill="FFFFFF"/>
        </w:rPr>
        <w:t>»</w:t>
      </w:r>
      <w:r w:rsidRPr="00292650">
        <w:rPr>
          <w:i/>
          <w:sz w:val="28"/>
          <w:szCs w:val="28"/>
        </w:rPr>
        <w:t>.</w:t>
      </w:r>
    </w:p>
    <w:p w:rsidR="001C6A75" w:rsidRPr="00292650" w:rsidRDefault="001C6A75" w:rsidP="001C6A75">
      <w:pPr>
        <w:jc w:val="both"/>
        <w:rPr>
          <w:sz w:val="28"/>
          <w:szCs w:val="28"/>
        </w:rPr>
      </w:pPr>
      <w:r w:rsidRPr="00292650">
        <w:rPr>
          <w:sz w:val="28"/>
          <w:szCs w:val="28"/>
        </w:rPr>
        <w:t xml:space="preserve">      Слово для выступления на профориентационом мероприятии было предоставлено сотруднику службы </w:t>
      </w:r>
      <w:r w:rsidRPr="00292650">
        <w:rPr>
          <w:sz w:val="28"/>
          <w:szCs w:val="28"/>
          <w:shd w:val="clear" w:color="auto" w:fill="FFFFFF"/>
        </w:rPr>
        <w:t>персонала ООО «Ростовской зерновой компании «Ресурс» филиала Милютинского</w:t>
      </w:r>
      <w:r w:rsidRPr="00292650">
        <w:rPr>
          <w:sz w:val="28"/>
          <w:szCs w:val="28"/>
        </w:rPr>
        <w:t xml:space="preserve"> и начальнику 63 пожарно-спасательной части ФГКУ «19 отряд ФПС по Ростовской области».</w:t>
      </w:r>
    </w:p>
    <w:p w:rsidR="001C6A75" w:rsidRPr="00292650" w:rsidRDefault="001C6A75" w:rsidP="001C6A75">
      <w:pPr>
        <w:pStyle w:val="a9"/>
        <w:shd w:val="clear" w:color="auto" w:fill="FFFFFF"/>
        <w:spacing w:before="0" w:after="0"/>
        <w:jc w:val="both"/>
        <w:textAlignment w:val="baseline"/>
        <w:rPr>
          <w:sz w:val="28"/>
          <w:szCs w:val="28"/>
        </w:rPr>
      </w:pPr>
      <w:r w:rsidRPr="00292650">
        <w:rPr>
          <w:sz w:val="28"/>
          <w:szCs w:val="28"/>
        </w:rPr>
        <w:t xml:space="preserve">       Обучающимися Морозовского агропромышленного техникума и работниками МБУК «Милютинский РДК» были подготовлены и  представлены вниманию зрителей творческие номера.</w:t>
      </w:r>
    </w:p>
    <w:p w:rsidR="001C6A75" w:rsidRPr="00292650" w:rsidRDefault="001C6A75" w:rsidP="001C6A75">
      <w:pPr>
        <w:jc w:val="both"/>
        <w:rPr>
          <w:bCs/>
          <w:sz w:val="28"/>
          <w:szCs w:val="28"/>
        </w:rPr>
      </w:pPr>
      <w:r w:rsidRPr="00292650">
        <w:rPr>
          <w:sz w:val="28"/>
          <w:szCs w:val="28"/>
        </w:rPr>
        <w:t xml:space="preserve">       </w:t>
      </w:r>
      <w:r w:rsidRPr="00292650">
        <w:rPr>
          <w:bCs/>
          <w:sz w:val="28"/>
          <w:szCs w:val="28"/>
        </w:rPr>
        <w:t>В данном мероприятии приняли участие 241 обучающийся и 24 педагога общеобразовательных организаций района</w:t>
      </w:r>
      <w:r w:rsidRPr="00292650">
        <w:rPr>
          <w:sz w:val="28"/>
          <w:szCs w:val="28"/>
        </w:rPr>
        <w:t>.</w:t>
      </w:r>
    </w:p>
    <w:p w:rsidR="001C6A75" w:rsidRPr="00292650" w:rsidRDefault="001C6A75" w:rsidP="001C6A75">
      <w:pPr>
        <w:pStyle w:val="Default"/>
        <w:jc w:val="both"/>
        <w:rPr>
          <w:sz w:val="28"/>
          <w:szCs w:val="28"/>
        </w:rPr>
      </w:pPr>
      <w:r w:rsidRPr="00292650">
        <w:rPr>
          <w:sz w:val="28"/>
          <w:szCs w:val="28"/>
        </w:rPr>
        <w:t xml:space="preserve">       -</w:t>
      </w:r>
      <w:r w:rsidRPr="00292650">
        <w:rPr>
          <w:bCs/>
          <w:sz w:val="28"/>
          <w:szCs w:val="28"/>
        </w:rPr>
        <w:t xml:space="preserve">23.11.2019 г. </w:t>
      </w:r>
      <w:r w:rsidRPr="00292650">
        <w:rPr>
          <w:sz w:val="28"/>
          <w:szCs w:val="28"/>
        </w:rPr>
        <w:t xml:space="preserve">– </w:t>
      </w:r>
      <w:r w:rsidRPr="00292650">
        <w:rPr>
          <w:b/>
          <w:bCs/>
          <w:sz w:val="28"/>
          <w:szCs w:val="28"/>
        </w:rPr>
        <w:t>у</w:t>
      </w:r>
      <w:r w:rsidRPr="00292650">
        <w:rPr>
          <w:bCs/>
          <w:sz w:val="28"/>
          <w:szCs w:val="28"/>
        </w:rPr>
        <w:t xml:space="preserve">частие обучающихся 9-11 кл. общеобразовательных организаций района в </w:t>
      </w:r>
      <w:r w:rsidRPr="00292650">
        <w:rPr>
          <w:sz w:val="28"/>
          <w:szCs w:val="28"/>
        </w:rPr>
        <w:t xml:space="preserve">открытом уроке на сайте </w:t>
      </w:r>
      <w:r w:rsidRPr="00292650">
        <w:rPr>
          <w:bCs/>
          <w:sz w:val="28"/>
          <w:szCs w:val="28"/>
        </w:rPr>
        <w:t xml:space="preserve">«ПроеКТОриЯ» </w:t>
      </w:r>
      <w:r w:rsidRPr="00292650">
        <w:rPr>
          <w:sz w:val="28"/>
          <w:szCs w:val="28"/>
        </w:rPr>
        <w:t xml:space="preserve"> - дискуссии «Кто я в современном мире». Количество обучающихся, принявших участие в уроке – 90 чел.</w:t>
      </w:r>
    </w:p>
    <w:p w:rsidR="001C6A75" w:rsidRPr="00292650" w:rsidRDefault="001C6A75" w:rsidP="001C6A75">
      <w:pPr>
        <w:pStyle w:val="Default"/>
        <w:jc w:val="both"/>
        <w:rPr>
          <w:sz w:val="28"/>
          <w:szCs w:val="28"/>
        </w:rPr>
      </w:pPr>
      <w:r w:rsidRPr="00292650">
        <w:rPr>
          <w:bCs/>
          <w:sz w:val="28"/>
          <w:szCs w:val="28"/>
        </w:rPr>
        <w:t xml:space="preserve">       -26.11.2019 г. -</w:t>
      </w:r>
      <w:r w:rsidRPr="00292650">
        <w:rPr>
          <w:b/>
          <w:bCs/>
          <w:sz w:val="28"/>
          <w:szCs w:val="28"/>
        </w:rPr>
        <w:t xml:space="preserve"> у</w:t>
      </w:r>
      <w:r w:rsidRPr="00292650">
        <w:rPr>
          <w:bCs/>
          <w:sz w:val="28"/>
          <w:szCs w:val="28"/>
        </w:rPr>
        <w:t xml:space="preserve">частие обучающихся 9-11 кл. общеобразовательных организаций района в  большом открытом уроке на сайте «ПроеКТОриЯ» по  теме: «Школа завтрашнего дня». </w:t>
      </w:r>
      <w:r w:rsidRPr="00292650">
        <w:rPr>
          <w:sz w:val="28"/>
          <w:szCs w:val="28"/>
        </w:rPr>
        <w:t>Количество обучающихся, приявших участие в уроке – 192 чел.</w:t>
      </w:r>
    </w:p>
    <w:p w:rsidR="001C6A75" w:rsidRPr="00292650" w:rsidRDefault="001C6A75" w:rsidP="001C6A75">
      <w:pPr>
        <w:jc w:val="both"/>
        <w:rPr>
          <w:sz w:val="28"/>
          <w:szCs w:val="28"/>
        </w:rPr>
      </w:pPr>
      <w:r w:rsidRPr="00292650">
        <w:rPr>
          <w:sz w:val="28"/>
          <w:szCs w:val="28"/>
        </w:rPr>
        <w:t xml:space="preserve">        -</w:t>
      </w:r>
      <w:r w:rsidRPr="00292650">
        <w:rPr>
          <w:bCs/>
          <w:sz w:val="28"/>
          <w:szCs w:val="28"/>
        </w:rPr>
        <w:t xml:space="preserve">В период с </w:t>
      </w:r>
      <w:r w:rsidRPr="00292650">
        <w:rPr>
          <w:sz w:val="28"/>
          <w:szCs w:val="28"/>
        </w:rPr>
        <w:t xml:space="preserve">18.11.2019 г. по 06.12.2019 г. </w:t>
      </w:r>
      <w:r w:rsidRPr="00292650">
        <w:rPr>
          <w:bCs/>
          <w:sz w:val="28"/>
          <w:szCs w:val="28"/>
        </w:rPr>
        <w:t xml:space="preserve"> – участие </w:t>
      </w:r>
      <w:r w:rsidRPr="00292650">
        <w:rPr>
          <w:sz w:val="28"/>
          <w:szCs w:val="28"/>
        </w:rPr>
        <w:t xml:space="preserve">обучающихся 8-11 классов школ района в </w:t>
      </w:r>
      <w:r w:rsidRPr="00292650">
        <w:rPr>
          <w:bCs/>
          <w:sz w:val="28"/>
          <w:szCs w:val="28"/>
        </w:rPr>
        <w:t xml:space="preserve">муниципальном конкурсе презентаций «Самая важная профессия на селе» в номинациях: «Профессии моей семьи», «Я в рабочие пойду». Для участия в конкурсе были представлены работы 10 общеобразовательных организаций. </w:t>
      </w:r>
      <w:r w:rsidRPr="00292650">
        <w:rPr>
          <w:sz w:val="28"/>
          <w:szCs w:val="28"/>
        </w:rPr>
        <w:t xml:space="preserve">По </w:t>
      </w:r>
      <w:r w:rsidRPr="00292650">
        <w:rPr>
          <w:bCs/>
          <w:sz w:val="28"/>
          <w:szCs w:val="28"/>
        </w:rPr>
        <w:t xml:space="preserve">итогам </w:t>
      </w:r>
      <w:r w:rsidRPr="00292650">
        <w:rPr>
          <w:sz w:val="28"/>
          <w:szCs w:val="28"/>
        </w:rPr>
        <w:t>конкурса обучающиеся, занявшие призовые места, награждены грамотами МБУ «МК и ЦБ отдела образования Администрации Милютинского района».</w:t>
      </w:r>
    </w:p>
    <w:p w:rsidR="001C6A75" w:rsidRPr="00292650" w:rsidRDefault="001C6A75" w:rsidP="001C6A75">
      <w:pPr>
        <w:jc w:val="both"/>
        <w:rPr>
          <w:sz w:val="28"/>
          <w:szCs w:val="28"/>
        </w:rPr>
      </w:pPr>
      <w:r w:rsidRPr="00292650">
        <w:rPr>
          <w:sz w:val="28"/>
          <w:szCs w:val="28"/>
        </w:rPr>
        <w:t xml:space="preserve">        - С 18.11. по 27.11.2019 – участие обучающихся 8-11 классов в профориентационной декаде: в открытых уроках профориентации для обучающихся 9-11 классов с приглашением родителей и работодателей; в профориентационных экскурсиях на стабильно работающие и развивающиеся предприятия (встречи с работодателями, с мастерами-профессионалами, ветеранами труда, знакомство с производством, профессиональные пробы на рабочих местах)  для обучающихся 8-11  кл.  В профориентационной декаде приняли участие 241 обучающийся 15 школ района, 24 педагога школ, 1 работодатель, 1 специалист службы занятости, 6 представителей НПО, СПО; 8 представителей ВПО; организовано 2 мастер-класса. </w:t>
      </w:r>
    </w:p>
    <w:p w:rsidR="001C6A75" w:rsidRPr="00292650" w:rsidRDefault="001C6A75" w:rsidP="001C6A75">
      <w:pPr>
        <w:tabs>
          <w:tab w:val="left" w:pos="720"/>
          <w:tab w:val="left" w:pos="1440"/>
          <w:tab w:val="left" w:pos="2160"/>
          <w:tab w:val="left" w:pos="2680"/>
          <w:tab w:val="left" w:pos="2880"/>
          <w:tab w:val="left" w:pos="3600"/>
          <w:tab w:val="left" w:pos="4320"/>
          <w:tab w:val="left" w:pos="5040"/>
          <w:tab w:val="left" w:pos="5760"/>
          <w:tab w:val="left" w:pos="6480"/>
          <w:tab w:val="left" w:pos="7200"/>
          <w:tab w:val="left" w:pos="7920"/>
          <w:tab w:val="left" w:pos="8760"/>
        </w:tabs>
        <w:jc w:val="both"/>
        <w:rPr>
          <w:sz w:val="28"/>
          <w:szCs w:val="28"/>
        </w:rPr>
      </w:pPr>
      <w:r w:rsidRPr="00292650">
        <w:rPr>
          <w:sz w:val="28"/>
          <w:szCs w:val="28"/>
        </w:rPr>
        <w:t xml:space="preserve">       По экологическому направлению организованы и проведены следующие мероприятия:</w:t>
      </w:r>
    </w:p>
    <w:p w:rsidR="001C6A75" w:rsidRPr="00292650" w:rsidRDefault="001C6A75" w:rsidP="001C6A75">
      <w:pPr>
        <w:tabs>
          <w:tab w:val="left" w:pos="720"/>
          <w:tab w:val="left" w:pos="1440"/>
          <w:tab w:val="left" w:pos="2160"/>
          <w:tab w:val="left" w:pos="2680"/>
          <w:tab w:val="left" w:pos="2880"/>
          <w:tab w:val="left" w:pos="3600"/>
          <w:tab w:val="left" w:pos="4320"/>
          <w:tab w:val="left" w:pos="5040"/>
          <w:tab w:val="left" w:pos="5760"/>
          <w:tab w:val="left" w:pos="6480"/>
          <w:tab w:val="left" w:pos="7200"/>
          <w:tab w:val="left" w:pos="7920"/>
          <w:tab w:val="left" w:pos="8760"/>
        </w:tabs>
        <w:jc w:val="both"/>
        <w:rPr>
          <w:sz w:val="28"/>
          <w:szCs w:val="28"/>
        </w:rPr>
      </w:pPr>
      <w:r w:rsidRPr="00292650">
        <w:rPr>
          <w:sz w:val="28"/>
          <w:szCs w:val="28"/>
        </w:rPr>
        <w:t xml:space="preserve">      - с 01.02. по 05.04.2019 – участие образовательных организаций района в муниципальном этапе регионального этапа Всероссийской детской акции «С любовью к России мы делами добрыми едины». Подведение итогов муниципального этапа акции состоится 05.04.2019. По итогам акции лучшие работы будут направлены для участия в региональном этапе акции в г. Ростов-на-Дону;</w:t>
      </w:r>
    </w:p>
    <w:p w:rsidR="001C6A75" w:rsidRPr="00292650" w:rsidRDefault="001C6A75" w:rsidP="001C6A75">
      <w:pPr>
        <w:jc w:val="both"/>
        <w:rPr>
          <w:sz w:val="28"/>
          <w:szCs w:val="28"/>
        </w:rPr>
      </w:pPr>
      <w:r w:rsidRPr="00292650">
        <w:rPr>
          <w:sz w:val="28"/>
          <w:szCs w:val="28"/>
        </w:rPr>
        <w:t xml:space="preserve">      - в период</w:t>
      </w:r>
      <w:r w:rsidRPr="00292650">
        <w:rPr>
          <w:bCs/>
          <w:sz w:val="28"/>
          <w:szCs w:val="28"/>
        </w:rPr>
        <w:t xml:space="preserve"> с </w:t>
      </w:r>
      <w:r w:rsidRPr="00292650">
        <w:rPr>
          <w:sz w:val="28"/>
          <w:szCs w:val="28"/>
        </w:rPr>
        <w:t xml:space="preserve">31.01. по 01.03.2019 -  участие обучающихся 1-11 кл.  общеобразовательных </w:t>
      </w:r>
      <w:r w:rsidRPr="00292650">
        <w:rPr>
          <w:bCs/>
          <w:sz w:val="28"/>
          <w:szCs w:val="28"/>
        </w:rPr>
        <w:t xml:space="preserve">организаций района в муниципальном этапе </w:t>
      </w:r>
      <w:r w:rsidRPr="00292650">
        <w:rPr>
          <w:bCs/>
          <w:sz w:val="28"/>
          <w:szCs w:val="28"/>
          <w:lang w:val="en-US"/>
        </w:rPr>
        <w:t>XVII</w:t>
      </w:r>
      <w:r w:rsidRPr="00292650">
        <w:rPr>
          <w:bCs/>
          <w:sz w:val="28"/>
          <w:szCs w:val="28"/>
        </w:rPr>
        <w:t xml:space="preserve"> Всероссийского детского экологического форума «Зеленая планета 2019» Для участия в форуме были представлены работы МБОУ Милютинской СОШ, МБОУ Кутейниковской СОШ, МБОУ Петровской СОШ, МБОУ Маньково-Березовской СОШ, МБОУ Лукичёвской СОШ, МБОУ Каменной СОШ, МБОУ Николо-Березовской СОШ, МБОУ Терновской ООШ, МБОУ Степано-Савченской ООШ, МБОУ Авангардовской ООШ,  МБОУ Россошанской ООШ, МБОУ Орловской НОШ. </w:t>
      </w:r>
      <w:r w:rsidRPr="00292650">
        <w:rPr>
          <w:bCs/>
          <w:sz w:val="28"/>
          <w:szCs w:val="28"/>
        </w:rPr>
        <w:lastRenderedPageBreak/>
        <w:t>Призёры Форума награждены грамотами МБУ «МК и ЦБ отдела образования Администрации Милютинского района». Работы победителей</w:t>
      </w:r>
      <w:r w:rsidRPr="00292650">
        <w:t xml:space="preserve"> </w:t>
      </w:r>
      <w:r w:rsidRPr="00292650">
        <w:rPr>
          <w:sz w:val="28"/>
          <w:szCs w:val="28"/>
        </w:rPr>
        <w:t xml:space="preserve">(I призовые места) направлены в  г. Ростов-на-Дону для участия в региональном  этапе </w:t>
      </w:r>
      <w:r w:rsidRPr="00292650">
        <w:rPr>
          <w:bCs/>
          <w:sz w:val="28"/>
          <w:szCs w:val="28"/>
          <w:lang w:val="en-US"/>
        </w:rPr>
        <w:t>XVII</w:t>
      </w:r>
      <w:r w:rsidRPr="00292650">
        <w:rPr>
          <w:bCs/>
          <w:sz w:val="28"/>
          <w:szCs w:val="28"/>
        </w:rPr>
        <w:t xml:space="preserve"> </w:t>
      </w:r>
      <w:r w:rsidRPr="00292650">
        <w:rPr>
          <w:sz w:val="28"/>
          <w:szCs w:val="28"/>
        </w:rPr>
        <w:t xml:space="preserve">Всероссийского детского экологического форума «Зеленая планета 2019». </w:t>
      </w:r>
    </w:p>
    <w:p w:rsidR="001C6A75" w:rsidRPr="00292650" w:rsidRDefault="001C6A75" w:rsidP="001C6A75">
      <w:pPr>
        <w:jc w:val="both"/>
        <w:rPr>
          <w:sz w:val="28"/>
          <w:szCs w:val="28"/>
        </w:rPr>
      </w:pPr>
      <w:r w:rsidRPr="00292650">
        <w:rPr>
          <w:sz w:val="28"/>
          <w:szCs w:val="28"/>
        </w:rPr>
        <w:t xml:space="preserve">      По итогам регионального этапа Форума определены победители и призёры: </w:t>
      </w:r>
    </w:p>
    <w:p w:rsidR="001C6A75" w:rsidRPr="00292650" w:rsidRDefault="001C6A75" w:rsidP="001C6A75">
      <w:pPr>
        <w:jc w:val="both"/>
        <w:rPr>
          <w:sz w:val="28"/>
          <w:szCs w:val="28"/>
        </w:rPr>
      </w:pPr>
      <w:r w:rsidRPr="00292650">
        <w:rPr>
          <w:sz w:val="28"/>
          <w:szCs w:val="28"/>
        </w:rPr>
        <w:t xml:space="preserve">- в конкурсе «Природа – бесценный дар, один на всех»: детская экологическая организация  «ГУРАН», отряд «Зелёный патруль» МБОУ Николо-Берёзовской СОШ – </w:t>
      </w:r>
      <w:r w:rsidRPr="00292650">
        <w:rPr>
          <w:sz w:val="28"/>
          <w:szCs w:val="28"/>
          <w:lang w:val="en-US"/>
        </w:rPr>
        <w:t>II</w:t>
      </w:r>
      <w:r w:rsidRPr="00292650">
        <w:rPr>
          <w:sz w:val="28"/>
          <w:szCs w:val="28"/>
        </w:rPr>
        <w:t xml:space="preserve"> место (призёр); </w:t>
      </w:r>
    </w:p>
    <w:p w:rsidR="001C6A75" w:rsidRPr="00292650" w:rsidRDefault="001C6A75" w:rsidP="001C6A75">
      <w:pPr>
        <w:jc w:val="both"/>
        <w:rPr>
          <w:sz w:val="28"/>
          <w:szCs w:val="28"/>
        </w:rPr>
      </w:pPr>
      <w:r w:rsidRPr="00292650">
        <w:rPr>
          <w:sz w:val="28"/>
          <w:szCs w:val="28"/>
        </w:rPr>
        <w:t xml:space="preserve">- в конкурсе «Зелёная планета глазами детей»: Дармина Карина, обучающаяся МБОУ Теновской ООШ - </w:t>
      </w:r>
      <w:r w:rsidRPr="00292650">
        <w:rPr>
          <w:sz w:val="28"/>
          <w:szCs w:val="28"/>
          <w:lang w:val="en-US"/>
        </w:rPr>
        <w:t>III</w:t>
      </w:r>
      <w:r w:rsidRPr="00292650">
        <w:rPr>
          <w:sz w:val="28"/>
          <w:szCs w:val="28"/>
        </w:rPr>
        <w:t xml:space="preserve"> место (призёр);</w:t>
      </w:r>
    </w:p>
    <w:p w:rsidR="001C6A75" w:rsidRPr="00292650" w:rsidRDefault="001C6A75" w:rsidP="001C6A75">
      <w:pPr>
        <w:jc w:val="both"/>
        <w:rPr>
          <w:sz w:val="28"/>
          <w:szCs w:val="28"/>
        </w:rPr>
      </w:pPr>
      <w:r w:rsidRPr="00292650">
        <w:rPr>
          <w:sz w:val="28"/>
          <w:szCs w:val="28"/>
        </w:rPr>
        <w:t xml:space="preserve">-  в конкурсе «Многообразие вековых традиций»: Акимова Милана, обучающаяся МБОУ Каменной СОШ - </w:t>
      </w:r>
      <w:r w:rsidRPr="00292650">
        <w:rPr>
          <w:sz w:val="28"/>
          <w:szCs w:val="28"/>
          <w:lang w:val="en-US"/>
        </w:rPr>
        <w:t>II</w:t>
      </w:r>
      <w:r w:rsidRPr="00292650">
        <w:rPr>
          <w:sz w:val="28"/>
          <w:szCs w:val="28"/>
        </w:rPr>
        <w:t xml:space="preserve"> место (призёр).</w:t>
      </w:r>
    </w:p>
    <w:p w:rsidR="001C6A75" w:rsidRPr="00292650" w:rsidRDefault="001C6A75" w:rsidP="001C6A75">
      <w:pPr>
        <w:jc w:val="both"/>
        <w:rPr>
          <w:bCs/>
          <w:sz w:val="28"/>
          <w:szCs w:val="28"/>
        </w:rPr>
      </w:pPr>
      <w:r w:rsidRPr="00292650">
        <w:rPr>
          <w:noProof/>
          <w:sz w:val="28"/>
          <w:szCs w:val="28"/>
        </w:rPr>
        <w:t xml:space="preserve">       </w:t>
      </w:r>
      <w:r w:rsidRPr="00292650">
        <w:rPr>
          <w:sz w:val="28"/>
          <w:szCs w:val="28"/>
        </w:rPr>
        <w:t xml:space="preserve">- </w:t>
      </w:r>
      <w:r w:rsidRPr="00292650">
        <w:rPr>
          <w:bCs/>
          <w:sz w:val="28"/>
          <w:szCs w:val="28"/>
        </w:rPr>
        <w:t xml:space="preserve">В период с </w:t>
      </w:r>
      <w:r w:rsidRPr="00292650">
        <w:rPr>
          <w:sz w:val="28"/>
          <w:szCs w:val="28"/>
        </w:rPr>
        <w:t>30.04.2019 г. по 21.05.2019 г.</w:t>
      </w:r>
      <w:r w:rsidRPr="00292650">
        <w:t xml:space="preserve"> </w:t>
      </w:r>
      <w:r w:rsidRPr="00292650">
        <w:rPr>
          <w:bCs/>
        </w:rPr>
        <w:t xml:space="preserve"> </w:t>
      </w:r>
      <w:r w:rsidRPr="00292650">
        <w:rPr>
          <w:bCs/>
          <w:sz w:val="28"/>
          <w:szCs w:val="28"/>
        </w:rPr>
        <w:t xml:space="preserve">среди обучающихся 2-5 кл. был проведен муниципальный экологический конкурс рисунков о природе «Торжество весны» Для участия в конкурсе были представлены работы обучающихся 12 общеобразовательных организаций.  По итогам конкурса обучающиеся, занявшие призовые места награждены грамотами МБУ «МК и ЦБ отдела образования Администрации Милютинского района». </w:t>
      </w:r>
    </w:p>
    <w:p w:rsidR="001C6A75" w:rsidRPr="00292650" w:rsidRDefault="001C6A75" w:rsidP="001C6A75">
      <w:pPr>
        <w:pStyle w:val="a4"/>
        <w:ind w:firstLine="0"/>
        <w:rPr>
          <w:sz w:val="28"/>
          <w:szCs w:val="28"/>
        </w:rPr>
      </w:pPr>
      <w:r w:rsidRPr="00292650">
        <w:rPr>
          <w:noProof/>
          <w:sz w:val="28"/>
          <w:szCs w:val="28"/>
        </w:rPr>
        <w:t xml:space="preserve">        -В период </w:t>
      </w:r>
      <w:r w:rsidRPr="00292650">
        <w:rPr>
          <w:sz w:val="28"/>
          <w:szCs w:val="28"/>
        </w:rPr>
        <w:t>с 01.02.2019 по 05.04.2019</w:t>
      </w:r>
      <w:r w:rsidRPr="00292650">
        <w:t xml:space="preserve"> </w:t>
      </w:r>
      <w:r w:rsidRPr="00292650">
        <w:rPr>
          <w:noProof/>
          <w:sz w:val="28"/>
          <w:szCs w:val="28"/>
        </w:rPr>
        <w:t xml:space="preserve">- </w:t>
      </w:r>
      <w:r w:rsidRPr="00292650">
        <w:rPr>
          <w:sz w:val="28"/>
          <w:szCs w:val="28"/>
        </w:rPr>
        <w:t xml:space="preserve">участие общеобразовательных организаций района: МБОУ Маньково-Берёзовской СОШ, МБОУ Николо-Берёзовской СОШ, МБОУ Светочниковской СОШ, МБОУ Петровской СОШ, МБОУ Первомайской ООШ в муниципальном этапе регионального этапа Всероссийской детской акции «С любовью к России мы делами добрыми едины». Решением жюри муниципального этапа Акции 05.04.2019 г. были определены лучшие работы (отчётные материалы и краткая информация об участии детских коллективов): МБОУ Николо-Берёзовской СОШ, МБОУ Маньково-Берёзовской СОШ, работы которых были направлены для участия в региональном (заочном)  этапе Всероссийской детской акции «С любовью к России мы делами добрыми едины» в г. Ростов-на-Дону.  </w:t>
      </w:r>
    </w:p>
    <w:p w:rsidR="001C6A75" w:rsidRPr="00292650" w:rsidRDefault="001C6A75" w:rsidP="001C6A75">
      <w:pPr>
        <w:jc w:val="both"/>
        <w:rPr>
          <w:sz w:val="28"/>
          <w:szCs w:val="28"/>
        </w:rPr>
      </w:pPr>
      <w:r w:rsidRPr="00292650">
        <w:rPr>
          <w:sz w:val="28"/>
          <w:szCs w:val="28"/>
        </w:rPr>
        <w:t xml:space="preserve">      -В период с 01.06.2019 по 02.06.2019 – участие образовательных организаций в экологических мероприятиях в рамках праздника Эколят – Молодых защитников природы. В образовательных организациях района проведены экологические квесты и праздники, конкурсы рисунков, выставки, просмотры презентаций, дидактические игры, экскурсии и работы на экологических тропах и др. Количество проведённых мероприятий – 38, количество участников мероприятий: 230 чел., из них: 119 воспитанников 9 дошкольных учреждений, в том числе групп дошкольного образования, 111 школьников (пришкольных лагерей).  </w:t>
      </w:r>
    </w:p>
    <w:p w:rsidR="001C6A75" w:rsidRPr="00292650" w:rsidRDefault="001C6A75" w:rsidP="001C6A75">
      <w:pPr>
        <w:pStyle w:val="af4"/>
        <w:jc w:val="both"/>
        <w:rPr>
          <w:rFonts w:ascii="Times New Roman" w:hAnsi="Times New Roman"/>
          <w:sz w:val="28"/>
          <w:szCs w:val="28"/>
          <w:shd w:val="clear" w:color="auto" w:fill="FFFFFF"/>
        </w:rPr>
      </w:pPr>
      <w:r w:rsidRPr="00292650">
        <w:rPr>
          <w:rFonts w:ascii="Times New Roman" w:hAnsi="Times New Roman"/>
          <w:sz w:val="28"/>
          <w:szCs w:val="28"/>
        </w:rPr>
        <w:t xml:space="preserve">     - В рамках Дня знаний в общеобразовательных организациях муниципалитета для обучающихся 6-11 классов проведены экологические уроки о роли молодого поколения в процессах здорового и экологически безопасного будущего в рамках реализации национального проекта «Экология». На уроках были обсуждены экологические проблемы:</w:t>
      </w:r>
      <w:r w:rsidRPr="00292650">
        <w:rPr>
          <w:rFonts w:ascii="Times New Roman" w:hAnsi="Times New Roman"/>
          <w:sz w:val="28"/>
          <w:szCs w:val="28"/>
          <w:shd w:val="clear" w:color="auto" w:fill="FFFFFF"/>
        </w:rPr>
        <w:t xml:space="preserve"> загрязнение воздуха, воды, вырубка лесов и др. - проблемы</w:t>
      </w:r>
      <w:r w:rsidRPr="00292650">
        <w:rPr>
          <w:rFonts w:ascii="Times New Roman" w:hAnsi="Times New Roman"/>
          <w:sz w:val="28"/>
          <w:szCs w:val="28"/>
        </w:rPr>
        <w:t xml:space="preserve">, </w:t>
      </w:r>
      <w:r w:rsidRPr="00292650">
        <w:rPr>
          <w:rFonts w:ascii="Times New Roman" w:hAnsi="Times New Roman"/>
          <w:sz w:val="28"/>
          <w:szCs w:val="28"/>
          <w:shd w:val="clear" w:color="auto" w:fill="FFFFFF"/>
        </w:rPr>
        <w:t xml:space="preserve">отрицательно влияющие на экологическое положение окружающей среды. Рассмотрена роль обучающихся в сохранении природы для будущих поколений. Внимание детей было обращено на то, что каждый человек должен жить в гармонии с окружающим миром. В вышеуказанных экологических уроках приняли участие заместители глав администраций сельских поселений и специалисты сельских поселений. </w:t>
      </w:r>
    </w:p>
    <w:p w:rsidR="001C6A75" w:rsidRPr="00292650" w:rsidRDefault="001C6A75" w:rsidP="001C6A75">
      <w:pPr>
        <w:jc w:val="both"/>
        <w:rPr>
          <w:sz w:val="28"/>
          <w:szCs w:val="28"/>
        </w:rPr>
      </w:pPr>
      <w:r w:rsidRPr="00292650">
        <w:rPr>
          <w:sz w:val="28"/>
          <w:szCs w:val="28"/>
        </w:rPr>
        <w:t xml:space="preserve">      </w:t>
      </w:r>
      <w:r w:rsidRPr="00292650">
        <w:t xml:space="preserve"> -</w:t>
      </w:r>
      <w:r w:rsidRPr="00292650">
        <w:rPr>
          <w:sz w:val="28"/>
          <w:szCs w:val="28"/>
        </w:rPr>
        <w:t xml:space="preserve">В период с 16.09.2019 по 20.09.2019 – участие юных экологов из числа обучающихся 9 классов Милютинской средней школы (4 чел.) под руководством </w:t>
      </w:r>
      <w:r w:rsidRPr="00292650">
        <w:rPr>
          <w:sz w:val="28"/>
          <w:szCs w:val="28"/>
        </w:rPr>
        <w:lastRenderedPageBreak/>
        <w:t>Заварзиной О.М., учителя биологии и химии в Областном экологическом слёте, проведённом на базе спортивно – оздоровительного комплекса «Ромашка», Неклиновского района, посёлка Золотая Коса. На экологическом слёте командой обучающихся были представлены поделки и макеты на тему «Разделяй, культурный человек!». Обучающиеся и педагоги приняли участие в «зелёных уроках», круглых столах, экологических мастерских, мастер-классах, квестах и интерактивных занятиях. На экологическом слёте юные экологи представили свои эко-костюмы, ролики с экологической рекламой.</w:t>
      </w:r>
    </w:p>
    <w:p w:rsidR="001C6A75" w:rsidRPr="00292650" w:rsidRDefault="001C6A75" w:rsidP="001C6A75">
      <w:pPr>
        <w:jc w:val="both"/>
        <w:rPr>
          <w:sz w:val="28"/>
          <w:szCs w:val="28"/>
        </w:rPr>
      </w:pPr>
      <w:r w:rsidRPr="00292650">
        <w:rPr>
          <w:sz w:val="28"/>
          <w:szCs w:val="28"/>
        </w:rPr>
        <w:t xml:space="preserve">      - В период с 30.10 по 12.12.2019 г. – участие обуч</w:t>
      </w:r>
      <w:r w:rsidR="00463B9F" w:rsidRPr="00292650">
        <w:rPr>
          <w:sz w:val="28"/>
          <w:szCs w:val="28"/>
        </w:rPr>
        <w:t>ающихся МБОУ Терновской ООШ (310</w:t>
      </w:r>
      <w:r w:rsidRPr="00292650">
        <w:rPr>
          <w:sz w:val="28"/>
          <w:szCs w:val="28"/>
        </w:rPr>
        <w:t xml:space="preserve"> кг. макулатуры)  в Эко-марафоне ПЕРЕРАБОТКА «Сдай макулатуру – спаси дерево!».</w:t>
      </w:r>
      <w:r w:rsidR="009B5E6B" w:rsidRPr="00292650">
        <w:rPr>
          <w:sz w:val="28"/>
          <w:szCs w:val="28"/>
        </w:rPr>
        <w:t xml:space="preserve"> МБОУ Терновская ООШ награждена благодарностью с присвоением звания «Экогероя» </w:t>
      </w:r>
      <w:r w:rsidR="00D6233C" w:rsidRPr="00292650">
        <w:rPr>
          <w:sz w:val="28"/>
          <w:szCs w:val="28"/>
        </w:rPr>
        <w:t>Скоробогатовым С.С.</w:t>
      </w:r>
      <w:r w:rsidR="00196D3E" w:rsidRPr="00292650">
        <w:rPr>
          <w:sz w:val="28"/>
          <w:szCs w:val="28"/>
        </w:rPr>
        <w:t>,</w:t>
      </w:r>
      <w:r w:rsidR="002D2039" w:rsidRPr="00292650">
        <w:rPr>
          <w:sz w:val="28"/>
          <w:szCs w:val="28"/>
        </w:rPr>
        <w:t xml:space="preserve"> </w:t>
      </w:r>
      <w:r w:rsidR="009B5E6B" w:rsidRPr="00292650">
        <w:rPr>
          <w:sz w:val="28"/>
          <w:szCs w:val="28"/>
        </w:rPr>
        <w:t xml:space="preserve">руководителем федерального экологического проекта Сдай-бумагу. РФ. </w:t>
      </w:r>
    </w:p>
    <w:p w:rsidR="001C6A75" w:rsidRPr="00292650" w:rsidRDefault="001C6A75" w:rsidP="001C6A75">
      <w:pPr>
        <w:pStyle w:val="1"/>
        <w:jc w:val="both"/>
        <w:rPr>
          <w:sz w:val="28"/>
          <w:szCs w:val="28"/>
        </w:rPr>
      </w:pPr>
      <w:r w:rsidRPr="00292650">
        <w:rPr>
          <w:sz w:val="28"/>
          <w:szCs w:val="28"/>
        </w:rPr>
        <w:t xml:space="preserve">      - В период с 05.11.2019 по 08.11.2019 обучающиеся 4-6 классов всех общеобразовательных организаций муниципалитета приняли участие в ЭКОуроках на тему правильного обращения с коммунальными отходами с освещением на сайтах школ данного мероприятия. Тематика ЭКОуроков была различной: «Отходы производства и потребления», «Экологические проблемы бытовых отходов», «Причины появления проблемы отходов», «Раздельный сбор и переработка», «Разделяй, культурный человек!», «Спасатели планеты», «Сохраним красоту Донской природы!», «Борьба с мусором: от древности до настоящего времени», «Свобода от отходов», «Утилизация мусора и экология». </w:t>
      </w:r>
    </w:p>
    <w:p w:rsidR="001C6A75" w:rsidRPr="00292650" w:rsidRDefault="001C6A75" w:rsidP="001C6A75">
      <w:pPr>
        <w:pStyle w:val="1"/>
        <w:jc w:val="both"/>
        <w:rPr>
          <w:sz w:val="28"/>
          <w:szCs w:val="28"/>
        </w:rPr>
      </w:pPr>
      <w:r w:rsidRPr="00292650">
        <w:rPr>
          <w:sz w:val="28"/>
          <w:szCs w:val="28"/>
        </w:rPr>
        <w:t xml:space="preserve">      В ряде школ, помимо ЭКОуроков, были изготовлены листовки «Мусору нет!», проведено анкетирование «Моё отношение к мусору» (МБОУ Кутейниковская СОШ), подготовлен проект «Экологические проблемы бытовых отходов» (МБОУ Маньково-Берёзовская СОШ), проведены экологическая игра «Мусорный светофор» и флэш-моб «Мусор – это серьёзно!» (МБОУ Николо-Берёзовская СОШ). </w:t>
      </w:r>
    </w:p>
    <w:p w:rsidR="001C6A75" w:rsidRPr="00292650" w:rsidRDefault="001C6A75" w:rsidP="001C6A75">
      <w:pPr>
        <w:pStyle w:val="1"/>
        <w:jc w:val="both"/>
        <w:rPr>
          <w:sz w:val="28"/>
          <w:szCs w:val="28"/>
        </w:rPr>
      </w:pPr>
      <w:r w:rsidRPr="00292650">
        <w:rPr>
          <w:sz w:val="28"/>
          <w:szCs w:val="28"/>
        </w:rPr>
        <w:t xml:space="preserve">      Всего обучающихся 4-6 классов общеобразовательных организаций муниципалитета, приявших участие  в ЭКОуроках – 380 чел.</w:t>
      </w:r>
    </w:p>
    <w:p w:rsidR="001C6A75" w:rsidRPr="00292650" w:rsidRDefault="001C6A75" w:rsidP="001C6A75">
      <w:pPr>
        <w:jc w:val="both"/>
        <w:rPr>
          <w:sz w:val="28"/>
          <w:szCs w:val="28"/>
        </w:rPr>
      </w:pPr>
    </w:p>
    <w:p w:rsidR="001C6A75" w:rsidRPr="00292650" w:rsidRDefault="001C6A75" w:rsidP="001C6A75">
      <w:pPr>
        <w:jc w:val="both"/>
        <w:rPr>
          <w:noProof/>
          <w:sz w:val="28"/>
          <w:szCs w:val="28"/>
        </w:rPr>
      </w:pPr>
      <w:r w:rsidRPr="00292650">
        <w:rPr>
          <w:noProof/>
          <w:sz w:val="28"/>
          <w:szCs w:val="28"/>
        </w:rPr>
        <w:t>Психолого-педагогическое направление:</w:t>
      </w:r>
    </w:p>
    <w:p w:rsidR="001C6A75" w:rsidRPr="00292650" w:rsidRDefault="001C6A75" w:rsidP="001C6A75">
      <w:pPr>
        <w:jc w:val="both"/>
        <w:rPr>
          <w:sz w:val="28"/>
        </w:rPr>
      </w:pPr>
      <w:r w:rsidRPr="00292650">
        <w:rPr>
          <w:bCs/>
          <w:sz w:val="28"/>
          <w:szCs w:val="28"/>
        </w:rPr>
        <w:t xml:space="preserve">       В I квартале 2019 года ЦПМПК г. Ростова-на-Дону не был обследован ни один обучающийся школ муниципалитета. Во </w:t>
      </w:r>
      <w:r w:rsidRPr="00292650">
        <w:rPr>
          <w:bCs/>
          <w:sz w:val="28"/>
          <w:szCs w:val="28"/>
          <w:lang w:val="en-US"/>
        </w:rPr>
        <w:t>II</w:t>
      </w:r>
      <w:r w:rsidRPr="00292650">
        <w:rPr>
          <w:bCs/>
          <w:sz w:val="28"/>
          <w:szCs w:val="28"/>
        </w:rPr>
        <w:t xml:space="preserve"> квартале 2019 года ЦПМПК г. Ростова-на-Дону были обследованы 11 детей, из них 9 чел. школьного возраста, 2 дошкольного возраста. В </w:t>
      </w:r>
      <w:r w:rsidRPr="00292650">
        <w:rPr>
          <w:bCs/>
          <w:sz w:val="28"/>
          <w:szCs w:val="28"/>
          <w:lang w:val="en-US"/>
        </w:rPr>
        <w:t>III</w:t>
      </w:r>
      <w:r w:rsidRPr="00292650">
        <w:rPr>
          <w:bCs/>
          <w:sz w:val="28"/>
          <w:szCs w:val="28"/>
        </w:rPr>
        <w:t xml:space="preserve"> квартале 2019 года ЦПМПК г. Ростова-на-Дону были обследованы 4 детей, из них 3 чел. школьного возраста, 1 дошкольного возраста. В </w:t>
      </w:r>
      <w:r w:rsidRPr="00292650">
        <w:rPr>
          <w:bCs/>
          <w:sz w:val="28"/>
          <w:szCs w:val="28"/>
          <w:lang w:val="en-US"/>
        </w:rPr>
        <w:t>IV</w:t>
      </w:r>
      <w:r w:rsidRPr="00292650">
        <w:rPr>
          <w:bCs/>
          <w:sz w:val="28"/>
          <w:szCs w:val="28"/>
        </w:rPr>
        <w:t xml:space="preserve"> квартале 2019 года ЦПМПК г. Ростова-на-Дону были обследованы 2 детей, из них 1 чел. школьного возраста, 1 дошкольного возраста. </w:t>
      </w:r>
    </w:p>
    <w:p w:rsidR="001C6A75" w:rsidRPr="00292650" w:rsidRDefault="001C6A75" w:rsidP="001C6A75">
      <w:pPr>
        <w:jc w:val="both"/>
        <w:rPr>
          <w:bCs/>
          <w:sz w:val="28"/>
          <w:szCs w:val="28"/>
        </w:rPr>
      </w:pPr>
      <w:r w:rsidRPr="00292650">
        <w:rPr>
          <w:bCs/>
          <w:sz w:val="28"/>
          <w:szCs w:val="28"/>
        </w:rPr>
        <w:t xml:space="preserve">       Информации об исполнении мероприятий, предусмотренных ИПРА ребёнка-инвалида (реабилитации или абилитации детей-инвалидов в соответствии с их индивидуальной программой реабилитации или абилитации) за I квартал 2019 - в количестве 9 шт., за </w:t>
      </w:r>
      <w:r w:rsidRPr="00292650">
        <w:rPr>
          <w:bCs/>
          <w:sz w:val="28"/>
          <w:szCs w:val="28"/>
          <w:lang w:val="en-US"/>
        </w:rPr>
        <w:t>II</w:t>
      </w:r>
      <w:r w:rsidRPr="00292650">
        <w:rPr>
          <w:bCs/>
          <w:sz w:val="28"/>
          <w:szCs w:val="28"/>
        </w:rPr>
        <w:t xml:space="preserve"> квартал 2019 – в количестве  4 шт., за </w:t>
      </w:r>
      <w:r w:rsidRPr="00292650">
        <w:rPr>
          <w:bCs/>
          <w:sz w:val="28"/>
          <w:szCs w:val="28"/>
          <w:lang w:val="en-US"/>
        </w:rPr>
        <w:t>III</w:t>
      </w:r>
      <w:r w:rsidRPr="00292650">
        <w:rPr>
          <w:bCs/>
          <w:sz w:val="28"/>
          <w:szCs w:val="28"/>
        </w:rPr>
        <w:t xml:space="preserve"> квартал 2019 – в количестве 5 шт., за </w:t>
      </w:r>
      <w:r w:rsidRPr="00292650">
        <w:rPr>
          <w:bCs/>
          <w:sz w:val="28"/>
          <w:szCs w:val="28"/>
          <w:lang w:val="en-US"/>
        </w:rPr>
        <w:t>IV</w:t>
      </w:r>
      <w:r w:rsidRPr="00292650">
        <w:rPr>
          <w:bCs/>
          <w:sz w:val="28"/>
          <w:szCs w:val="28"/>
        </w:rPr>
        <w:t xml:space="preserve"> квартал 2019 года – в количестве 1 шт. предоставлены в ГБУ РО центр психолого-педагогической, медицинской и социальной помощи, бюро №39 филиала ФКУ «ГБ МСЭ по Ростовской области» (г. Морозовск) и филиал бюро №9 ФГУ «ГБ МСЭ по Ростовской области» (г. Ростов-на-Дону).   </w:t>
      </w:r>
    </w:p>
    <w:p w:rsidR="001C6A75" w:rsidRPr="00292650" w:rsidRDefault="001C6A75" w:rsidP="001C6A75">
      <w:pPr>
        <w:jc w:val="both"/>
        <w:rPr>
          <w:bCs/>
          <w:sz w:val="28"/>
          <w:szCs w:val="28"/>
        </w:rPr>
      </w:pPr>
      <w:r w:rsidRPr="00292650">
        <w:rPr>
          <w:sz w:val="28"/>
          <w:szCs w:val="28"/>
        </w:rPr>
        <w:t xml:space="preserve">        - 07.02.2019 - участие в вебинаре специалиста отдела образования, курирующего вопросы образования детей с ОВЗ и педагогических работников МБОУ Милютинской СОШ, реализующих специальные индивидуальные программы </w:t>
      </w:r>
      <w:r w:rsidRPr="00292650">
        <w:rPr>
          <w:sz w:val="28"/>
          <w:szCs w:val="28"/>
        </w:rPr>
        <w:lastRenderedPageBreak/>
        <w:t>развития (СИПР) для детей с ТМНР по теме: «Изучение и применение графических средств альтернативной коммуникации в работе с детьми с ТМНР».</w:t>
      </w:r>
    </w:p>
    <w:p w:rsidR="001C6A75" w:rsidRPr="00292650" w:rsidRDefault="001C6A75" w:rsidP="001C6A75">
      <w:pPr>
        <w:jc w:val="both"/>
        <w:rPr>
          <w:sz w:val="28"/>
          <w:szCs w:val="28"/>
        </w:rPr>
      </w:pPr>
      <w:r w:rsidRPr="00292650">
        <w:rPr>
          <w:sz w:val="28"/>
          <w:szCs w:val="28"/>
        </w:rPr>
        <w:t xml:space="preserve">      В соответствии с приказом отдела образования Администрации Милютинского района от 06.02.2019 №15 «О проведении плановой тематической проверки МБОУ Маньково-Берёзовской СОШ, МБОУ Лукичёвской СОШ, МБОУ Селивановской СОШ, МБОУ Степано-Савченской ООШ в период с 18.02.2019 по 22.02.2019 была проведена проверка. В ходе проверки рассматривались различные направления работы общеобразовательных организаций, в том числе деятельность общеобразовательных организаций по профилактике суицидов. Для проверки профилактической работы была представлена документация 3-ёх общеобразовательных организаций: МБОУ Лукичёвской СОШ, МБОУ Селивановской СОШ, МБОУ Маньково-Берёзовской СОШ. По итогам проверки вынесены замечания и даны рекомендации по их устранению.</w:t>
      </w:r>
    </w:p>
    <w:p w:rsidR="0025299A" w:rsidRPr="00292650" w:rsidRDefault="0025299A" w:rsidP="001C6A75">
      <w:pPr>
        <w:jc w:val="both"/>
        <w:rPr>
          <w:sz w:val="28"/>
          <w:szCs w:val="28"/>
        </w:rPr>
      </w:pPr>
      <w:r w:rsidRPr="00292650">
        <w:rPr>
          <w:sz w:val="28"/>
          <w:szCs w:val="28"/>
        </w:rPr>
        <w:t xml:space="preserve">      В соответствии с приказом отдела образования Администрации Милютинского района от 06.02.2019 №16 «О проведении внеплановой проверки</w:t>
      </w:r>
      <w:r w:rsidR="00366135" w:rsidRPr="00292650">
        <w:rPr>
          <w:sz w:val="28"/>
          <w:szCs w:val="28"/>
        </w:rPr>
        <w:t>»</w:t>
      </w:r>
      <w:r w:rsidR="008E4748" w:rsidRPr="00292650">
        <w:rPr>
          <w:sz w:val="28"/>
          <w:szCs w:val="28"/>
        </w:rPr>
        <w:t xml:space="preserve"> в период с 15.02.2019 по 22.02.2019 была проведена проверка. Для проверки </w:t>
      </w:r>
      <w:r w:rsidRPr="00292650">
        <w:rPr>
          <w:sz w:val="28"/>
          <w:szCs w:val="28"/>
        </w:rPr>
        <w:t xml:space="preserve">деятельности </w:t>
      </w:r>
      <w:r w:rsidR="00516CE3" w:rsidRPr="00292650">
        <w:rPr>
          <w:sz w:val="28"/>
          <w:szCs w:val="28"/>
        </w:rPr>
        <w:t xml:space="preserve">по вопросу эффективности проводимой воспитательной работы с обучающимися, в том числе имеющими девиантное поведение </w:t>
      </w:r>
      <w:r w:rsidR="00F803E4" w:rsidRPr="00292650">
        <w:rPr>
          <w:sz w:val="28"/>
          <w:szCs w:val="28"/>
        </w:rPr>
        <w:t xml:space="preserve">в отдел образования </w:t>
      </w:r>
      <w:r w:rsidR="00241C18" w:rsidRPr="00292650">
        <w:rPr>
          <w:sz w:val="28"/>
          <w:szCs w:val="28"/>
        </w:rPr>
        <w:t xml:space="preserve">предоставлена документация </w:t>
      </w:r>
      <w:r w:rsidRPr="00292650">
        <w:rPr>
          <w:sz w:val="28"/>
          <w:szCs w:val="28"/>
        </w:rPr>
        <w:t>МБОУ Каменной СОШ, МБОУ Милютинской СОШ, МБОУ Светочниковской</w:t>
      </w:r>
      <w:r w:rsidR="009B64BE" w:rsidRPr="00292650">
        <w:rPr>
          <w:sz w:val="28"/>
          <w:szCs w:val="28"/>
        </w:rPr>
        <w:t xml:space="preserve"> СОШ, МБОУ Селивановской С</w:t>
      </w:r>
      <w:r w:rsidRPr="00292650">
        <w:rPr>
          <w:sz w:val="28"/>
          <w:szCs w:val="28"/>
        </w:rPr>
        <w:t>ОШ</w:t>
      </w:r>
      <w:r w:rsidR="00C87480" w:rsidRPr="00292650">
        <w:rPr>
          <w:sz w:val="28"/>
          <w:szCs w:val="28"/>
        </w:rPr>
        <w:t xml:space="preserve">, МБОУ Новодмитриевской СОШ, </w:t>
      </w:r>
      <w:r w:rsidR="000475F8" w:rsidRPr="00292650">
        <w:rPr>
          <w:sz w:val="28"/>
          <w:szCs w:val="28"/>
        </w:rPr>
        <w:t>МБОУ Петровской СОШ, МБОУ Авангардовской ООШ, МБОУ Терновской ООШ</w:t>
      </w:r>
      <w:r w:rsidR="00241C18" w:rsidRPr="00292650">
        <w:rPr>
          <w:sz w:val="28"/>
          <w:szCs w:val="28"/>
        </w:rPr>
        <w:t xml:space="preserve">. </w:t>
      </w:r>
      <w:r w:rsidRPr="00292650">
        <w:rPr>
          <w:sz w:val="28"/>
          <w:szCs w:val="28"/>
        </w:rPr>
        <w:t>По итогам проверки вынесены замечания и даны рекомендации по их устранению.</w:t>
      </w:r>
    </w:p>
    <w:p w:rsidR="001C6A75" w:rsidRPr="00292650" w:rsidRDefault="001C6A75" w:rsidP="001C6A75">
      <w:pPr>
        <w:jc w:val="both"/>
        <w:rPr>
          <w:iCs/>
          <w:sz w:val="28"/>
          <w:szCs w:val="28"/>
        </w:rPr>
      </w:pPr>
      <w:r w:rsidRPr="00292650">
        <w:rPr>
          <w:sz w:val="28"/>
          <w:szCs w:val="28"/>
        </w:rPr>
        <w:t xml:space="preserve">       -12.04.2019 г. – РМО уполномоченных по правам ребенка и ответственных лиц за профилактику наркомании</w:t>
      </w:r>
      <w:r w:rsidRPr="00292650">
        <w:rPr>
          <w:b/>
          <w:sz w:val="28"/>
          <w:szCs w:val="28"/>
        </w:rPr>
        <w:t xml:space="preserve"> </w:t>
      </w:r>
      <w:r w:rsidRPr="00292650">
        <w:rPr>
          <w:sz w:val="28"/>
          <w:szCs w:val="28"/>
        </w:rPr>
        <w:t>и</w:t>
      </w:r>
      <w:r w:rsidRPr="00292650">
        <w:rPr>
          <w:b/>
          <w:sz w:val="28"/>
          <w:szCs w:val="28"/>
        </w:rPr>
        <w:t xml:space="preserve"> </w:t>
      </w:r>
      <w:r w:rsidRPr="00292650">
        <w:rPr>
          <w:sz w:val="28"/>
          <w:szCs w:val="28"/>
        </w:rPr>
        <w:t xml:space="preserve">суицидов в ОО </w:t>
      </w:r>
      <w:r w:rsidRPr="00292650">
        <w:rPr>
          <w:b/>
          <w:sz w:val="28"/>
          <w:szCs w:val="28"/>
        </w:rPr>
        <w:t xml:space="preserve"> </w:t>
      </w:r>
      <w:r w:rsidRPr="00292650">
        <w:rPr>
          <w:sz w:val="28"/>
          <w:szCs w:val="28"/>
        </w:rPr>
        <w:t>по теме:</w:t>
      </w:r>
      <w:r w:rsidRPr="00292650">
        <w:rPr>
          <w:b/>
          <w:sz w:val="28"/>
          <w:szCs w:val="28"/>
        </w:rPr>
        <w:t xml:space="preserve"> </w:t>
      </w:r>
      <w:r w:rsidRPr="00292650">
        <w:rPr>
          <w:sz w:val="28"/>
          <w:szCs w:val="28"/>
        </w:rPr>
        <w:t xml:space="preserve">«Соблюдение прав, свобод и законных интересов детей», в рамках РМО рассмотрение вопросов: «Формирование здорового и безопасного образа жизни в школе. Недопущение жестокого обращения в воспитании детей в семье и школе. Осуществление защиты от сексуальной и иной эксплуатации». </w:t>
      </w:r>
      <w:r w:rsidRPr="00292650">
        <w:rPr>
          <w:kern w:val="36"/>
          <w:sz w:val="28"/>
          <w:szCs w:val="28"/>
        </w:rPr>
        <w:t xml:space="preserve">Профилактика суицидального риска. </w:t>
      </w:r>
      <w:r w:rsidRPr="00292650">
        <w:rPr>
          <w:iCs/>
          <w:sz w:val="28"/>
          <w:szCs w:val="28"/>
        </w:rPr>
        <w:t>Обмен опытом»».</w:t>
      </w:r>
    </w:p>
    <w:p w:rsidR="001C6A75" w:rsidRPr="00292650" w:rsidRDefault="001C6A75" w:rsidP="001C6A75">
      <w:pPr>
        <w:jc w:val="both"/>
        <w:rPr>
          <w:sz w:val="28"/>
          <w:szCs w:val="28"/>
        </w:rPr>
      </w:pPr>
      <w:r w:rsidRPr="00292650">
        <w:rPr>
          <w:iCs/>
          <w:sz w:val="28"/>
          <w:szCs w:val="28"/>
        </w:rPr>
        <w:t xml:space="preserve">       </w:t>
      </w:r>
      <w:r w:rsidRPr="00292650">
        <w:rPr>
          <w:sz w:val="28"/>
          <w:szCs w:val="28"/>
        </w:rPr>
        <w:t>-11.04.2019 г. - встреча настоятеля храма Вознесение Господне иерея Александра Персиянова с педагогическими работниками и обучающимися 7-11 классов МБОУ Каменной  СОШ в количестве  20 чел. (обучающихся), 5 чел. (педработников) по теме «Осуждение добровольного ухода из жизни, как способа решения жизненных проблем».</w:t>
      </w:r>
    </w:p>
    <w:p w:rsidR="001C6A75" w:rsidRPr="00292650" w:rsidRDefault="001C6A75" w:rsidP="001C6A75">
      <w:pPr>
        <w:jc w:val="both"/>
        <w:rPr>
          <w:sz w:val="28"/>
          <w:szCs w:val="28"/>
        </w:rPr>
      </w:pPr>
      <w:r w:rsidRPr="00292650">
        <w:rPr>
          <w:b/>
          <w:sz w:val="28"/>
          <w:szCs w:val="28"/>
        </w:rPr>
        <w:t xml:space="preserve">       - </w:t>
      </w:r>
      <w:r w:rsidRPr="00292650">
        <w:rPr>
          <w:sz w:val="28"/>
          <w:szCs w:val="28"/>
        </w:rPr>
        <w:t xml:space="preserve">В период с 15.04. по 19.04.2019 во всех общеобразовательных организациях муниципалитета для заместителей директоров и ответственных лиц за профилактику суицидов организованы просмотры семинара по теме: «Нормативно-правовое обеспечение деятельности образовательных организаций по профилактике суицидов несовершеннолетних», а также среди классных руководителей, учителей-предметников, всех задействованных лиц в проведении профилактики суицидального риска у обучающихся организован просмотр презентации по теме: «Выявление обучающихся группы суицидального риска и находящихся в кризисном состоянии». </w:t>
      </w:r>
    </w:p>
    <w:p w:rsidR="001C6A75" w:rsidRPr="00292650" w:rsidRDefault="001C6A75" w:rsidP="001C6A75">
      <w:pPr>
        <w:tabs>
          <w:tab w:val="left" w:pos="1260"/>
        </w:tabs>
        <w:jc w:val="both"/>
        <w:outlineLvl w:val="1"/>
        <w:rPr>
          <w:sz w:val="28"/>
          <w:szCs w:val="28"/>
        </w:rPr>
      </w:pPr>
      <w:r w:rsidRPr="00292650">
        <w:rPr>
          <w:sz w:val="28"/>
          <w:szCs w:val="28"/>
        </w:rPr>
        <w:t xml:space="preserve">      По профилактике суицидов в общеобразовательные организации направлены: </w:t>
      </w:r>
    </w:p>
    <w:p w:rsidR="001C6A75" w:rsidRPr="00292650" w:rsidRDefault="001C6A75" w:rsidP="001C6A75">
      <w:pPr>
        <w:tabs>
          <w:tab w:val="left" w:pos="1260"/>
        </w:tabs>
        <w:jc w:val="both"/>
        <w:outlineLvl w:val="1"/>
        <w:rPr>
          <w:bCs/>
          <w:sz w:val="28"/>
          <w:szCs w:val="28"/>
        </w:rPr>
      </w:pPr>
      <w:r w:rsidRPr="00292650">
        <w:rPr>
          <w:sz w:val="28"/>
          <w:szCs w:val="28"/>
        </w:rPr>
        <w:t xml:space="preserve">- </w:t>
      </w:r>
      <w:r w:rsidRPr="00292650">
        <w:rPr>
          <w:bCs/>
          <w:sz w:val="28"/>
          <w:szCs w:val="28"/>
        </w:rPr>
        <w:t xml:space="preserve">письма МБУ «МК и ЦБ отдела образования Администрации Милютинского района» от 26.02.2019 №92 о предоставлении информации </w:t>
      </w:r>
      <w:r w:rsidRPr="00292650">
        <w:rPr>
          <w:sz w:val="28"/>
          <w:szCs w:val="28"/>
        </w:rPr>
        <w:t xml:space="preserve">об обеспечении и соблюдении прав и законных интересов несовершеннолетних, осуществления их защиты от всех форм дискриминации, физического или психического насилия, оскорбления, грубого обращения, сексуальной и иной эксплуатации за календарный 2018 год и истекший период 2019 года; от 20.03.2019 №127 «О направлении методических рекомендаций» </w:t>
      </w:r>
      <w:r w:rsidRPr="00292650">
        <w:rPr>
          <w:sz w:val="28"/>
          <w:szCs w:val="28"/>
        </w:rPr>
        <w:lastRenderedPageBreak/>
        <w:t xml:space="preserve">для организации профилактической работы, направленной на недопущение жестокости и агрессии в подростковой среде; </w:t>
      </w:r>
      <w:r w:rsidRPr="00292650">
        <w:rPr>
          <w:bCs/>
          <w:sz w:val="28"/>
          <w:szCs w:val="28"/>
        </w:rPr>
        <w:t xml:space="preserve">от 26.03.2019 № 140 «О направлении Комплексного Плана мероприятий по профилактике суицидов»; от 12.04.2019 №173 «Об организации просмотра семинара и направлении методических рекомендаций»; от 12.04.2019 №174 «О направлении методических рекомендаций»; от 30.09.2019  №311 о дополнительной профессиональной программе повышения квалификации педагогических работников по проблеме, связанной с возможными суицидальными рисками среди обучающихся; от 23.10.2019 №340  </w:t>
      </w:r>
      <w:r w:rsidRPr="00292650">
        <w:rPr>
          <w:noProof/>
          <w:sz w:val="28"/>
          <w:szCs w:val="28"/>
        </w:rPr>
        <w:t>об усилении профилактической работы по предупреждению суицидов среди детей и подростков</w:t>
      </w:r>
      <w:r w:rsidRPr="00292650">
        <w:rPr>
          <w:bCs/>
          <w:sz w:val="28"/>
          <w:szCs w:val="28"/>
        </w:rPr>
        <w:t>;</w:t>
      </w:r>
    </w:p>
    <w:p w:rsidR="001C6A75" w:rsidRPr="00292650" w:rsidRDefault="001C6A75" w:rsidP="001C6A75">
      <w:pPr>
        <w:tabs>
          <w:tab w:val="left" w:pos="1260"/>
        </w:tabs>
        <w:jc w:val="both"/>
        <w:outlineLvl w:val="1"/>
        <w:rPr>
          <w:bCs/>
          <w:sz w:val="28"/>
          <w:szCs w:val="28"/>
        </w:rPr>
      </w:pPr>
      <w:r w:rsidRPr="00292650">
        <w:rPr>
          <w:bCs/>
          <w:sz w:val="28"/>
          <w:szCs w:val="28"/>
        </w:rPr>
        <w:t xml:space="preserve">- приказ МБУ «МК и ЦБ отдела образования Администрации Милютинского района» от 27.08.2019 №60 «Об организации профилактической работы по суицидам». </w:t>
      </w:r>
    </w:p>
    <w:p w:rsidR="003421A2" w:rsidRPr="00292650" w:rsidRDefault="003421A2" w:rsidP="00E44822">
      <w:pPr>
        <w:pStyle w:val="af4"/>
        <w:jc w:val="both"/>
        <w:rPr>
          <w:rFonts w:ascii="Times New Roman" w:hAnsi="Times New Roman"/>
          <w:sz w:val="28"/>
          <w:szCs w:val="28"/>
          <w:lang w:eastAsia="ru-RU"/>
        </w:rPr>
      </w:pPr>
      <w:r w:rsidRPr="00292650">
        <w:rPr>
          <w:b/>
          <w:sz w:val="28"/>
          <w:szCs w:val="28"/>
        </w:rPr>
        <w:t xml:space="preserve">     </w:t>
      </w:r>
      <w:r w:rsidRPr="00292650">
        <w:rPr>
          <w:rFonts w:ascii="Times New Roman" w:hAnsi="Times New Roman"/>
          <w:sz w:val="28"/>
          <w:szCs w:val="28"/>
        </w:rPr>
        <w:t>- 26.08.2019 г. – РМО школьных педагогов-психологов по теме: «</w:t>
      </w:r>
      <w:r w:rsidRPr="00292650">
        <w:rPr>
          <w:rFonts w:ascii="Times New Roman" w:hAnsi="Times New Roman"/>
          <w:sz w:val="28"/>
          <w:szCs w:val="28"/>
          <w:lang w:eastAsia="ru-RU"/>
        </w:rPr>
        <w:t>«</w:t>
      </w:r>
      <w:r w:rsidRPr="00292650">
        <w:rPr>
          <w:rFonts w:ascii="Times New Roman" w:hAnsi="Times New Roman"/>
          <w:sz w:val="28"/>
          <w:szCs w:val="28"/>
        </w:rPr>
        <w:t xml:space="preserve">Актуальные вопросы полового воспитания детей и подростков» в рамках РМО рассмотрение вопросов: «Формы и методы работы педагога-психолога с детьми и подростками по формированию у них полоролевых компетенций. Психопросвещение родителей несовершеннолетних по вопросам полового воспитания в семье. </w:t>
      </w:r>
      <w:r w:rsidRPr="00292650">
        <w:rPr>
          <w:rFonts w:ascii="Times New Roman" w:hAnsi="Times New Roman"/>
          <w:iCs/>
          <w:sz w:val="28"/>
          <w:szCs w:val="28"/>
        </w:rPr>
        <w:t>Обмен опытом в рамках тематики РМО, а также обсуждение вопросов: «Профилактика суицидов несовершеннолетних», «Проблема адаптации младшего школьника», «Методики по определению уровня адаптации первоклассников»</w:t>
      </w:r>
      <w:r w:rsidRPr="00292650">
        <w:rPr>
          <w:rFonts w:ascii="Times New Roman" w:hAnsi="Times New Roman"/>
          <w:sz w:val="28"/>
          <w:szCs w:val="28"/>
        </w:rPr>
        <w:t>».</w:t>
      </w:r>
    </w:p>
    <w:p w:rsidR="001C6A75" w:rsidRPr="00292650" w:rsidRDefault="001C6A75" w:rsidP="001C6A75">
      <w:pPr>
        <w:pStyle w:val="1"/>
        <w:jc w:val="both"/>
        <w:rPr>
          <w:sz w:val="28"/>
          <w:szCs w:val="28"/>
        </w:rPr>
      </w:pPr>
      <w:r w:rsidRPr="00292650">
        <w:rPr>
          <w:sz w:val="28"/>
          <w:szCs w:val="28"/>
        </w:rPr>
        <w:t xml:space="preserve">       В период с 03.10. по 28.10.2019 - участие обучающихся общеобразовательных организаций Милютинского района (с 12 лет) в количестве 351 чел. в опросе в рамках фундаментального проекта «Социокультурный портрет современного ребёнка на разных этапах детства: возрастные и индивидуальные особенности формирования художественного восприятия и мышления» ФГБНУ «Институт художественного образования и культурологии Российской академии образования». </w:t>
      </w:r>
    </w:p>
    <w:p w:rsidR="001C6A75" w:rsidRPr="00292650" w:rsidRDefault="001C6A75" w:rsidP="001C6A75">
      <w:pPr>
        <w:suppressAutoHyphens/>
        <w:jc w:val="both"/>
        <w:rPr>
          <w:iCs/>
          <w:sz w:val="28"/>
          <w:szCs w:val="28"/>
        </w:rPr>
      </w:pPr>
      <w:r w:rsidRPr="00292650">
        <w:rPr>
          <w:b/>
          <w:sz w:val="28"/>
          <w:szCs w:val="28"/>
        </w:rPr>
        <w:t xml:space="preserve">       - </w:t>
      </w:r>
      <w:r w:rsidRPr="00292650">
        <w:rPr>
          <w:sz w:val="28"/>
          <w:szCs w:val="28"/>
        </w:rPr>
        <w:t>01.11.2019 г.</w:t>
      </w:r>
      <w:r w:rsidRPr="00292650">
        <w:rPr>
          <w:b/>
          <w:sz w:val="28"/>
          <w:szCs w:val="28"/>
        </w:rPr>
        <w:t xml:space="preserve"> – </w:t>
      </w:r>
      <w:r w:rsidRPr="00292650">
        <w:rPr>
          <w:sz w:val="28"/>
          <w:szCs w:val="28"/>
        </w:rPr>
        <w:t>РМО уполномоченных по правам ребенка и ответственных лиц за профилактику наркомании</w:t>
      </w:r>
      <w:r w:rsidRPr="00292650">
        <w:rPr>
          <w:b/>
          <w:sz w:val="28"/>
          <w:szCs w:val="28"/>
        </w:rPr>
        <w:t xml:space="preserve"> </w:t>
      </w:r>
      <w:r w:rsidRPr="00292650">
        <w:rPr>
          <w:sz w:val="28"/>
          <w:szCs w:val="28"/>
        </w:rPr>
        <w:t>и</w:t>
      </w:r>
      <w:r w:rsidRPr="00292650">
        <w:rPr>
          <w:b/>
          <w:sz w:val="28"/>
          <w:szCs w:val="28"/>
        </w:rPr>
        <w:t xml:space="preserve"> </w:t>
      </w:r>
      <w:r w:rsidRPr="00292650">
        <w:rPr>
          <w:sz w:val="28"/>
          <w:szCs w:val="28"/>
        </w:rPr>
        <w:t>суицидов в ОО по теме:</w:t>
      </w:r>
      <w:r w:rsidRPr="00292650">
        <w:rPr>
          <w:b/>
          <w:sz w:val="28"/>
          <w:szCs w:val="28"/>
        </w:rPr>
        <w:t xml:space="preserve"> </w:t>
      </w:r>
      <w:r w:rsidRPr="00292650">
        <w:rPr>
          <w:sz w:val="28"/>
          <w:szCs w:val="28"/>
        </w:rPr>
        <w:t>«Профилактика аддиктивного поведения» в рамках РМО рассмотрение вопросов: «Ранняя профилактика семейного неблагополучия. Организация работы с семьями, находящимися в трудной жизненной ситуации, социально опасном положении. Профилактика отклоняющегося поведения несовершеннолетних, межведомственное взаимодействие в деятельности уполномоченного по правам ребёнка. Профилактика аддиктивного поведения детей и подростков «группы риска». Профилактика употребления несовершеннолетними ПАВ. Обмен опытом</w:t>
      </w:r>
      <w:r w:rsidRPr="00292650">
        <w:rPr>
          <w:iCs/>
          <w:sz w:val="28"/>
          <w:szCs w:val="28"/>
        </w:rPr>
        <w:t>»».</w:t>
      </w:r>
    </w:p>
    <w:p w:rsidR="001C6A75" w:rsidRPr="00292650" w:rsidRDefault="001C6A75" w:rsidP="001C6A75">
      <w:pPr>
        <w:suppressAutoHyphens/>
        <w:jc w:val="both"/>
        <w:rPr>
          <w:iCs/>
          <w:sz w:val="28"/>
          <w:szCs w:val="28"/>
        </w:rPr>
      </w:pPr>
      <w:r w:rsidRPr="00292650">
        <w:rPr>
          <w:iCs/>
          <w:sz w:val="28"/>
          <w:szCs w:val="28"/>
        </w:rPr>
        <w:t xml:space="preserve">        С 04.12. по 15.12. 2019 – участие обучающихся 9-11 классов с ОВЗ и инвалидностью  МБОУ Милютинской СОШ (2 чел. – кл.; 1 чел. -11 кл.), МБОУ Лукичёвской СОШ (2 чел. 9 кл.) в мониторинге оценки образовательных потребностей и предпочтений школьников. </w:t>
      </w:r>
    </w:p>
    <w:p w:rsidR="001C6A75" w:rsidRPr="00292650" w:rsidRDefault="001C6A75" w:rsidP="001C6A75">
      <w:pPr>
        <w:pStyle w:val="31"/>
        <w:ind w:left="360"/>
        <w:jc w:val="both"/>
        <w:rPr>
          <w:b w:val="0"/>
          <w:szCs w:val="28"/>
        </w:rPr>
      </w:pPr>
      <w:r w:rsidRPr="00292650">
        <w:rPr>
          <w:iCs/>
          <w:szCs w:val="28"/>
        </w:rPr>
        <w:t xml:space="preserve">   </w:t>
      </w:r>
      <w:r w:rsidRPr="00292650">
        <w:rPr>
          <w:b w:val="0"/>
          <w:iCs/>
          <w:szCs w:val="28"/>
        </w:rPr>
        <w:t xml:space="preserve">- </w:t>
      </w:r>
      <w:r w:rsidRPr="00292650">
        <w:rPr>
          <w:b w:val="0"/>
          <w:szCs w:val="28"/>
        </w:rPr>
        <w:t>06.12.2019   - РМО  школьных   педагогов-психологов  по теме:</w:t>
      </w:r>
    </w:p>
    <w:p w:rsidR="001C6A75" w:rsidRPr="00292650" w:rsidRDefault="001C6A75" w:rsidP="001C6A75">
      <w:pPr>
        <w:pStyle w:val="31"/>
        <w:jc w:val="both"/>
        <w:rPr>
          <w:b w:val="0"/>
          <w:szCs w:val="28"/>
        </w:rPr>
      </w:pPr>
      <w:r w:rsidRPr="00292650">
        <w:rPr>
          <w:b w:val="0"/>
          <w:szCs w:val="28"/>
        </w:rPr>
        <w:t>«Особенности детско-родительских отношений, как фактор психологического дискомфорта и основной причины бродяжничества и суицида» в рамках РМО рассмотрение вопросов «Повышение  педагогической  культуры  родителей.</w:t>
      </w:r>
      <w:r w:rsidRPr="00292650">
        <w:rPr>
          <w:b w:val="0"/>
          <w:kern w:val="36"/>
          <w:szCs w:val="28"/>
        </w:rPr>
        <w:t xml:space="preserve"> Конфликтные ситуации и способы их урегулирования. </w:t>
      </w:r>
      <w:r w:rsidRPr="00292650">
        <w:rPr>
          <w:b w:val="0"/>
          <w:szCs w:val="28"/>
        </w:rPr>
        <w:t>Профилактика семейного неблагополучия</w:t>
      </w:r>
      <w:r w:rsidRPr="00292650">
        <w:rPr>
          <w:b w:val="0"/>
          <w:kern w:val="36"/>
          <w:szCs w:val="28"/>
        </w:rPr>
        <w:t xml:space="preserve">. </w:t>
      </w:r>
      <w:r w:rsidRPr="00292650">
        <w:rPr>
          <w:b w:val="0"/>
          <w:szCs w:val="28"/>
        </w:rPr>
        <w:t xml:space="preserve">Обмен опытом»».  </w:t>
      </w:r>
    </w:p>
    <w:p w:rsidR="001C6A75" w:rsidRPr="00292650" w:rsidRDefault="001C6A75" w:rsidP="001C6A75">
      <w:pPr>
        <w:jc w:val="both"/>
        <w:rPr>
          <w:sz w:val="28"/>
          <w:szCs w:val="28"/>
        </w:rPr>
      </w:pPr>
      <w:r w:rsidRPr="00292650">
        <w:rPr>
          <w:sz w:val="28"/>
          <w:szCs w:val="28"/>
        </w:rPr>
        <w:t xml:space="preserve">        - В период с 03 по 12 декабря 2019 г. во всех общеобразовательных организациях района проведены мероприятия, посвященные декаде инвалидов: </w:t>
      </w:r>
    </w:p>
    <w:p w:rsidR="001C6A75" w:rsidRPr="00292650" w:rsidRDefault="001C6A75" w:rsidP="001C6A75">
      <w:pPr>
        <w:jc w:val="both"/>
        <w:rPr>
          <w:noProof/>
          <w:sz w:val="28"/>
          <w:szCs w:val="28"/>
        </w:rPr>
      </w:pPr>
      <w:r w:rsidRPr="00292650">
        <w:rPr>
          <w:sz w:val="28"/>
          <w:szCs w:val="28"/>
        </w:rPr>
        <w:t>-</w:t>
      </w:r>
      <w:r w:rsidRPr="00292650">
        <w:rPr>
          <w:noProof/>
          <w:sz w:val="28"/>
          <w:szCs w:val="28"/>
        </w:rPr>
        <w:t xml:space="preserve"> Акция «Подарок – напоминание о том, что чужой боли не бывает» (изготовление журавликов, способом оригами из белой бумаги,  с пожеланиями добра... ).</w:t>
      </w:r>
    </w:p>
    <w:p w:rsidR="001C6A75" w:rsidRPr="00292650" w:rsidRDefault="001C6A75" w:rsidP="001C6A75">
      <w:pPr>
        <w:jc w:val="both"/>
        <w:rPr>
          <w:noProof/>
          <w:sz w:val="28"/>
          <w:szCs w:val="28"/>
        </w:rPr>
      </w:pPr>
      <w:r w:rsidRPr="00292650">
        <w:rPr>
          <w:noProof/>
          <w:sz w:val="28"/>
          <w:szCs w:val="28"/>
        </w:rPr>
        <w:lastRenderedPageBreak/>
        <w:t>- Тематические классные часы, просмотр презентаций о добре, благородстве, милосердии по рекомендуемым темам: «Научи свое сердце добру»,</w:t>
      </w:r>
      <w:r w:rsidRPr="00292650">
        <w:rPr>
          <w:i/>
          <w:noProof/>
          <w:sz w:val="28"/>
          <w:szCs w:val="28"/>
        </w:rPr>
        <w:t xml:space="preserve"> </w:t>
      </w:r>
      <w:r w:rsidRPr="00292650">
        <w:rPr>
          <w:noProof/>
          <w:sz w:val="28"/>
          <w:szCs w:val="28"/>
        </w:rPr>
        <w:t>«Чужой боли не бывает», «Милосердное сердце», «От улыбки хмурый день светлей», «Беспокойное сердце», «Благородство человеческой души» и др.</w:t>
      </w:r>
    </w:p>
    <w:p w:rsidR="001C6A75" w:rsidRPr="00292650" w:rsidRDefault="001C6A75" w:rsidP="001C6A75">
      <w:pPr>
        <w:jc w:val="both"/>
        <w:rPr>
          <w:sz w:val="28"/>
          <w:szCs w:val="28"/>
        </w:rPr>
      </w:pPr>
      <w:r w:rsidRPr="00292650">
        <w:rPr>
          <w:noProof/>
          <w:sz w:val="28"/>
          <w:szCs w:val="28"/>
        </w:rPr>
        <w:t>- Беседа у книжной выставки «</w:t>
      </w:r>
      <w:r w:rsidRPr="00292650">
        <w:rPr>
          <w:sz w:val="28"/>
          <w:szCs w:val="28"/>
        </w:rPr>
        <w:t>Во имя добра и милосердия».</w:t>
      </w:r>
    </w:p>
    <w:p w:rsidR="001C6A75" w:rsidRPr="00292650" w:rsidRDefault="001C6A75" w:rsidP="001C6A75">
      <w:pPr>
        <w:jc w:val="both"/>
        <w:rPr>
          <w:sz w:val="28"/>
          <w:szCs w:val="28"/>
        </w:rPr>
      </w:pPr>
      <w:r w:rsidRPr="00292650">
        <w:rPr>
          <w:noProof/>
          <w:sz w:val="28"/>
          <w:szCs w:val="28"/>
        </w:rPr>
        <w:t>- Акция «Доброе сердце» (</w:t>
      </w:r>
      <w:r w:rsidRPr="00292650">
        <w:rPr>
          <w:sz w:val="28"/>
          <w:szCs w:val="28"/>
        </w:rPr>
        <w:t>изготовление обучающимися  поделок из природного материала; изделий декоративно-прикладного искусства детям-инвалидам, проживающим в реабилитационных центрах).</w:t>
      </w:r>
    </w:p>
    <w:p w:rsidR="001C6A75" w:rsidRPr="00292650" w:rsidRDefault="001C6A75" w:rsidP="001C6A75">
      <w:pPr>
        <w:rPr>
          <w:noProof/>
          <w:sz w:val="28"/>
          <w:szCs w:val="28"/>
        </w:rPr>
      </w:pPr>
      <w:r w:rsidRPr="00292650">
        <w:rPr>
          <w:noProof/>
          <w:sz w:val="28"/>
          <w:szCs w:val="28"/>
        </w:rPr>
        <w:t>- Акция «Визит» (посещение детей-инвалидов, обучающихся на дому).</w:t>
      </w:r>
    </w:p>
    <w:p w:rsidR="001C6A75" w:rsidRPr="00292650" w:rsidRDefault="001C6A75" w:rsidP="00C307CD">
      <w:pPr>
        <w:jc w:val="both"/>
        <w:rPr>
          <w:sz w:val="28"/>
          <w:szCs w:val="28"/>
        </w:rPr>
      </w:pPr>
      <w:r w:rsidRPr="00292650">
        <w:rPr>
          <w:sz w:val="28"/>
          <w:szCs w:val="28"/>
        </w:rPr>
        <w:t xml:space="preserve">      В период с 03.12.2018 по 20.12.2018 – проведён муниципальный  конкурс рисунков среди обучающихся 6-9 классов общеобразовательных организаций района «Доброта спасёт мир!»,  посвященный декаде инвалидов. </w:t>
      </w:r>
      <w:r w:rsidRPr="00292650">
        <w:rPr>
          <w:bCs/>
          <w:sz w:val="28"/>
          <w:szCs w:val="28"/>
        </w:rPr>
        <w:t>Для участия в конкурсе были представлены работы обучающихся общеобразовательных организаций. По итогам конкурса обучающиеся, занявшие призовые места награждены грамотами МБУ «МК и ЦБ отдела образования Адм</w:t>
      </w:r>
      <w:r w:rsidR="00C307CD" w:rsidRPr="00292650">
        <w:rPr>
          <w:bCs/>
          <w:sz w:val="28"/>
          <w:szCs w:val="28"/>
        </w:rPr>
        <w:t>инистрации Милютинского района».</w:t>
      </w:r>
    </w:p>
    <w:p w:rsidR="00D27B2D" w:rsidRPr="00292650" w:rsidRDefault="00313E26" w:rsidP="00313E26">
      <w:pPr>
        <w:shd w:val="clear" w:color="auto" w:fill="FFFFFF"/>
        <w:jc w:val="both"/>
        <w:rPr>
          <w:sz w:val="28"/>
          <w:szCs w:val="28"/>
        </w:rPr>
      </w:pPr>
      <w:r w:rsidRPr="00292650">
        <w:rPr>
          <w:sz w:val="28"/>
          <w:szCs w:val="28"/>
        </w:rPr>
        <w:t xml:space="preserve">     </w:t>
      </w:r>
      <w:r w:rsidR="005B1296" w:rsidRPr="00292650">
        <w:rPr>
          <w:sz w:val="28"/>
          <w:szCs w:val="28"/>
        </w:rPr>
        <w:t xml:space="preserve"> </w:t>
      </w:r>
    </w:p>
    <w:p w:rsidR="00900F88" w:rsidRPr="00292650" w:rsidRDefault="00900F88" w:rsidP="003F4EBB">
      <w:pPr>
        <w:jc w:val="both"/>
        <w:rPr>
          <w:sz w:val="28"/>
          <w:szCs w:val="28"/>
        </w:rPr>
      </w:pPr>
      <w:r w:rsidRPr="00292650">
        <w:rPr>
          <w:b/>
          <w:sz w:val="28"/>
          <w:szCs w:val="28"/>
        </w:rPr>
        <w:t xml:space="preserve"> </w:t>
      </w:r>
      <w:r w:rsidRPr="00292650">
        <w:rPr>
          <w:sz w:val="28"/>
          <w:szCs w:val="28"/>
        </w:rPr>
        <w:t xml:space="preserve">    </w:t>
      </w:r>
      <w:r w:rsidR="00E11E5A" w:rsidRPr="00292650">
        <w:rPr>
          <w:sz w:val="28"/>
          <w:szCs w:val="28"/>
        </w:rPr>
        <w:t>520</w:t>
      </w:r>
      <w:r w:rsidRPr="00292650">
        <w:rPr>
          <w:sz w:val="28"/>
          <w:szCs w:val="28"/>
        </w:rPr>
        <w:t xml:space="preserve"> обучающихся образовательных организаций посещают ДЮСШ. В общеобразовательных организациях района ведется физкультурно-оздоровительная и спортивно-массовая работа.                                              </w:t>
      </w:r>
    </w:p>
    <w:p w:rsidR="00900F88" w:rsidRPr="00292650" w:rsidRDefault="00900F88" w:rsidP="003F4EBB">
      <w:pPr>
        <w:ind w:firstLine="900"/>
        <w:jc w:val="both"/>
        <w:rPr>
          <w:sz w:val="28"/>
          <w:szCs w:val="28"/>
        </w:rPr>
      </w:pPr>
      <w:r w:rsidRPr="00292650">
        <w:rPr>
          <w:sz w:val="28"/>
          <w:szCs w:val="28"/>
        </w:rPr>
        <w:t>Спортивно-массовой и физкультурно-оздоровительной рабо</w:t>
      </w:r>
      <w:r w:rsidR="00A00DF2" w:rsidRPr="00292650">
        <w:rPr>
          <w:sz w:val="28"/>
          <w:szCs w:val="28"/>
        </w:rPr>
        <w:t>т</w:t>
      </w:r>
      <w:r w:rsidR="00C6354C" w:rsidRPr="00292650">
        <w:rPr>
          <w:sz w:val="28"/>
          <w:szCs w:val="28"/>
        </w:rPr>
        <w:t xml:space="preserve">ой в </w:t>
      </w:r>
      <w:r w:rsidR="00D35B7E" w:rsidRPr="00292650">
        <w:rPr>
          <w:sz w:val="28"/>
          <w:szCs w:val="28"/>
        </w:rPr>
        <w:t>первом квартале текущего  года</w:t>
      </w:r>
      <w:r w:rsidR="00C6354C" w:rsidRPr="00292650">
        <w:rPr>
          <w:sz w:val="28"/>
          <w:szCs w:val="28"/>
        </w:rPr>
        <w:t xml:space="preserve"> охвачено  </w:t>
      </w:r>
      <w:r w:rsidR="00AE30AC" w:rsidRPr="00292650">
        <w:rPr>
          <w:sz w:val="28"/>
          <w:szCs w:val="28"/>
        </w:rPr>
        <w:t>1</w:t>
      </w:r>
      <w:r w:rsidR="00E11E5A" w:rsidRPr="00292650">
        <w:rPr>
          <w:sz w:val="28"/>
          <w:szCs w:val="28"/>
        </w:rPr>
        <w:t>29</w:t>
      </w:r>
      <w:r w:rsidR="00A94819" w:rsidRPr="00292650">
        <w:rPr>
          <w:sz w:val="28"/>
          <w:szCs w:val="28"/>
        </w:rPr>
        <w:t>0</w:t>
      </w:r>
      <w:r w:rsidR="00A00DF2" w:rsidRPr="00292650">
        <w:rPr>
          <w:sz w:val="28"/>
          <w:szCs w:val="28"/>
        </w:rPr>
        <w:t xml:space="preserve"> </w:t>
      </w:r>
      <w:r w:rsidRPr="00292650">
        <w:rPr>
          <w:sz w:val="28"/>
          <w:szCs w:val="28"/>
        </w:rPr>
        <w:t xml:space="preserve"> обучающихся образовательных организаций района.</w:t>
      </w:r>
    </w:p>
    <w:p w:rsidR="00900F88" w:rsidRPr="00292650" w:rsidRDefault="00900F88" w:rsidP="003F4EBB">
      <w:pPr>
        <w:jc w:val="both"/>
        <w:rPr>
          <w:sz w:val="28"/>
          <w:szCs w:val="28"/>
        </w:rPr>
      </w:pPr>
      <w:r w:rsidRPr="00292650">
        <w:rPr>
          <w:sz w:val="28"/>
          <w:szCs w:val="28"/>
        </w:rPr>
        <w:t xml:space="preserve">    Реализуется программа по сохранению и укреплению здоровья детей и подростков в образовательных организациях района. Ежегодно проводится районная спартакиад</w:t>
      </w:r>
      <w:r w:rsidR="00CC242E" w:rsidRPr="00292650">
        <w:rPr>
          <w:sz w:val="28"/>
          <w:szCs w:val="28"/>
        </w:rPr>
        <w:t>а школьников «Главный рекорд – З</w:t>
      </w:r>
      <w:r w:rsidRPr="00292650">
        <w:rPr>
          <w:sz w:val="28"/>
          <w:szCs w:val="28"/>
        </w:rPr>
        <w:t xml:space="preserve">доровье!». </w:t>
      </w:r>
    </w:p>
    <w:p w:rsidR="00900F88" w:rsidRPr="00292650" w:rsidRDefault="00900F88" w:rsidP="00D35B7E">
      <w:pPr>
        <w:pStyle w:val="ConsPlusCell"/>
        <w:shd w:val="clear" w:color="auto" w:fill="FFFFFF"/>
        <w:rPr>
          <w:rFonts w:ascii="Times New Roman" w:hAnsi="Times New Roman" w:cs="Times New Roman"/>
          <w:sz w:val="28"/>
          <w:szCs w:val="28"/>
        </w:rPr>
      </w:pPr>
      <w:r w:rsidRPr="00292650">
        <w:rPr>
          <w:rFonts w:ascii="Times New Roman" w:hAnsi="Times New Roman" w:cs="Times New Roman"/>
          <w:sz w:val="28"/>
          <w:szCs w:val="28"/>
        </w:rPr>
        <w:t xml:space="preserve">Согласно </w:t>
      </w:r>
      <w:r w:rsidR="00D35B7E" w:rsidRPr="00292650">
        <w:rPr>
          <w:rFonts w:ascii="Times New Roman" w:hAnsi="Times New Roman" w:cs="Times New Roman"/>
          <w:sz w:val="28"/>
          <w:szCs w:val="28"/>
        </w:rPr>
        <w:t>плану работы МБОУ ДО Милютинская ДЮСШ и Календарному плану официальных физкультурных и спортивных мероприятий Милютинского района на 201</w:t>
      </w:r>
      <w:r w:rsidR="00A94819" w:rsidRPr="00292650">
        <w:rPr>
          <w:rFonts w:ascii="Times New Roman" w:hAnsi="Times New Roman" w:cs="Times New Roman"/>
          <w:sz w:val="28"/>
          <w:szCs w:val="28"/>
        </w:rPr>
        <w:t>9</w:t>
      </w:r>
      <w:r w:rsidR="00D35B7E" w:rsidRPr="00292650">
        <w:rPr>
          <w:rFonts w:ascii="Times New Roman" w:hAnsi="Times New Roman" w:cs="Times New Roman"/>
          <w:sz w:val="28"/>
          <w:szCs w:val="28"/>
        </w:rPr>
        <w:t xml:space="preserve"> год </w:t>
      </w:r>
      <w:r w:rsidR="00E11E5A" w:rsidRPr="00292650">
        <w:rPr>
          <w:rFonts w:ascii="Times New Roman" w:hAnsi="Times New Roman" w:cs="Times New Roman"/>
          <w:sz w:val="28"/>
          <w:szCs w:val="28"/>
        </w:rPr>
        <w:t>с января по март 201</w:t>
      </w:r>
      <w:r w:rsidR="00A94819" w:rsidRPr="00292650">
        <w:rPr>
          <w:rFonts w:ascii="Times New Roman" w:hAnsi="Times New Roman" w:cs="Times New Roman"/>
          <w:sz w:val="28"/>
          <w:szCs w:val="28"/>
        </w:rPr>
        <w:t>9</w:t>
      </w:r>
      <w:r w:rsidR="00CE762D" w:rsidRPr="00292650">
        <w:rPr>
          <w:rFonts w:ascii="Times New Roman" w:hAnsi="Times New Roman" w:cs="Times New Roman"/>
          <w:sz w:val="28"/>
          <w:szCs w:val="28"/>
        </w:rPr>
        <w:t xml:space="preserve"> года</w:t>
      </w:r>
      <w:r w:rsidRPr="00292650">
        <w:rPr>
          <w:rFonts w:ascii="Times New Roman" w:hAnsi="Times New Roman" w:cs="Times New Roman"/>
          <w:sz w:val="28"/>
          <w:szCs w:val="28"/>
        </w:rPr>
        <w:t xml:space="preserve"> были проведены следующие мероприятия:</w:t>
      </w:r>
    </w:p>
    <w:p w:rsidR="00AB4AFE" w:rsidRPr="00292650" w:rsidRDefault="00A94819" w:rsidP="00AB4AFE">
      <w:pPr>
        <w:rPr>
          <w:sz w:val="28"/>
          <w:szCs w:val="28"/>
        </w:rPr>
      </w:pPr>
      <w:r w:rsidRPr="00292650">
        <w:rPr>
          <w:sz w:val="28"/>
          <w:szCs w:val="28"/>
        </w:rPr>
        <w:t>- 18</w:t>
      </w:r>
      <w:r w:rsidR="00CE762D" w:rsidRPr="00292650">
        <w:rPr>
          <w:sz w:val="28"/>
          <w:szCs w:val="28"/>
        </w:rPr>
        <w:t>.01.201</w:t>
      </w:r>
      <w:r w:rsidRPr="00292650">
        <w:rPr>
          <w:sz w:val="28"/>
          <w:szCs w:val="28"/>
        </w:rPr>
        <w:t>9</w:t>
      </w:r>
      <w:r w:rsidR="00CE762D" w:rsidRPr="00292650">
        <w:rPr>
          <w:sz w:val="28"/>
          <w:szCs w:val="28"/>
        </w:rPr>
        <w:t xml:space="preserve"> </w:t>
      </w:r>
      <w:r w:rsidRPr="00292650">
        <w:rPr>
          <w:sz w:val="28"/>
          <w:szCs w:val="28"/>
        </w:rPr>
        <w:t>–</w:t>
      </w:r>
      <w:r w:rsidR="00CE762D" w:rsidRPr="00292650">
        <w:rPr>
          <w:sz w:val="28"/>
          <w:szCs w:val="28"/>
        </w:rPr>
        <w:t xml:space="preserve"> </w:t>
      </w:r>
      <w:r w:rsidR="00E71D69" w:rsidRPr="00292650">
        <w:rPr>
          <w:sz w:val="28"/>
          <w:szCs w:val="28"/>
        </w:rPr>
        <w:t xml:space="preserve">участие в </w:t>
      </w:r>
      <w:r w:rsidRPr="00292650">
        <w:rPr>
          <w:sz w:val="28"/>
          <w:szCs w:val="28"/>
        </w:rPr>
        <w:t>зональн</w:t>
      </w:r>
      <w:r w:rsidR="00E71D69" w:rsidRPr="00292650">
        <w:rPr>
          <w:sz w:val="28"/>
          <w:szCs w:val="28"/>
        </w:rPr>
        <w:t>ом</w:t>
      </w:r>
      <w:r w:rsidRPr="00292650">
        <w:rPr>
          <w:sz w:val="28"/>
          <w:szCs w:val="28"/>
        </w:rPr>
        <w:t xml:space="preserve"> этап</w:t>
      </w:r>
      <w:r w:rsidR="00E71D69" w:rsidRPr="00292650">
        <w:rPr>
          <w:sz w:val="28"/>
          <w:szCs w:val="28"/>
        </w:rPr>
        <w:t>е всероссийского турнира по баскетболу среди  юношей «Локобол-школьная лига»</w:t>
      </w:r>
      <w:r w:rsidR="00AB4AFE" w:rsidRPr="00292650">
        <w:rPr>
          <w:sz w:val="28"/>
          <w:szCs w:val="28"/>
        </w:rPr>
        <w:t xml:space="preserve">, </w:t>
      </w:r>
      <w:r w:rsidR="00E71D69" w:rsidRPr="00292650">
        <w:rPr>
          <w:sz w:val="28"/>
          <w:szCs w:val="28"/>
        </w:rPr>
        <w:t>г.Константиновск, 1</w:t>
      </w:r>
      <w:r w:rsidR="00AB4AFE" w:rsidRPr="00292650">
        <w:rPr>
          <w:sz w:val="28"/>
          <w:szCs w:val="28"/>
        </w:rPr>
        <w:t>5 чел.;</w:t>
      </w:r>
    </w:p>
    <w:p w:rsidR="00CE762D" w:rsidRPr="00292650" w:rsidRDefault="009932FD" w:rsidP="00AB4AFE">
      <w:pPr>
        <w:jc w:val="both"/>
        <w:rPr>
          <w:sz w:val="28"/>
          <w:szCs w:val="28"/>
        </w:rPr>
      </w:pPr>
      <w:r w:rsidRPr="00292650">
        <w:rPr>
          <w:sz w:val="28"/>
          <w:szCs w:val="28"/>
        </w:rPr>
        <w:t>-</w:t>
      </w:r>
      <w:r w:rsidR="007C418B" w:rsidRPr="00292650">
        <w:rPr>
          <w:sz w:val="28"/>
          <w:szCs w:val="28"/>
        </w:rPr>
        <w:t xml:space="preserve"> </w:t>
      </w:r>
      <w:r w:rsidR="00E71D69" w:rsidRPr="00292650">
        <w:rPr>
          <w:sz w:val="28"/>
          <w:szCs w:val="28"/>
        </w:rPr>
        <w:t>19</w:t>
      </w:r>
      <w:r w:rsidR="00CE762D" w:rsidRPr="00292650">
        <w:rPr>
          <w:sz w:val="28"/>
          <w:szCs w:val="28"/>
        </w:rPr>
        <w:t>.01.201</w:t>
      </w:r>
      <w:r w:rsidR="00E71D69" w:rsidRPr="00292650">
        <w:rPr>
          <w:sz w:val="28"/>
          <w:szCs w:val="28"/>
        </w:rPr>
        <w:t>9</w:t>
      </w:r>
      <w:r w:rsidR="00CE762D" w:rsidRPr="00292650">
        <w:rPr>
          <w:sz w:val="28"/>
          <w:szCs w:val="28"/>
        </w:rPr>
        <w:t xml:space="preserve"> - </w:t>
      </w:r>
      <w:r w:rsidR="00AB4AFE" w:rsidRPr="00292650">
        <w:rPr>
          <w:sz w:val="28"/>
          <w:szCs w:val="28"/>
        </w:rPr>
        <w:t>О</w:t>
      </w:r>
      <w:r w:rsidR="00CE762D" w:rsidRPr="00292650">
        <w:rPr>
          <w:sz w:val="28"/>
          <w:szCs w:val="28"/>
        </w:rPr>
        <w:t xml:space="preserve">днодневный турнир по </w:t>
      </w:r>
      <w:r w:rsidR="00E71D69" w:rsidRPr="00292650">
        <w:rPr>
          <w:sz w:val="28"/>
          <w:szCs w:val="28"/>
        </w:rPr>
        <w:t>мини-футболу, проводимый Федерацией футбола Ростовской области</w:t>
      </w:r>
      <w:r w:rsidR="00086C8C" w:rsidRPr="00292650">
        <w:rPr>
          <w:sz w:val="28"/>
          <w:szCs w:val="28"/>
        </w:rPr>
        <w:t>,</w:t>
      </w:r>
      <w:r w:rsidR="00E71D69" w:rsidRPr="00292650">
        <w:rPr>
          <w:sz w:val="28"/>
          <w:szCs w:val="28"/>
        </w:rPr>
        <w:t xml:space="preserve"> г.Морозовск, 14</w:t>
      </w:r>
      <w:r w:rsidR="00CE762D" w:rsidRPr="00292650">
        <w:rPr>
          <w:sz w:val="28"/>
          <w:szCs w:val="28"/>
        </w:rPr>
        <w:t xml:space="preserve"> чел.;</w:t>
      </w:r>
    </w:p>
    <w:p w:rsidR="00CE762D" w:rsidRPr="00292650" w:rsidRDefault="009932FD" w:rsidP="00AB4AFE">
      <w:pPr>
        <w:jc w:val="both"/>
        <w:rPr>
          <w:sz w:val="28"/>
          <w:szCs w:val="28"/>
        </w:rPr>
      </w:pPr>
      <w:r w:rsidRPr="00292650">
        <w:rPr>
          <w:sz w:val="28"/>
          <w:szCs w:val="28"/>
        </w:rPr>
        <w:t>-</w:t>
      </w:r>
      <w:r w:rsidR="007C418B" w:rsidRPr="00292650">
        <w:rPr>
          <w:sz w:val="28"/>
          <w:szCs w:val="28"/>
        </w:rPr>
        <w:t xml:space="preserve"> </w:t>
      </w:r>
      <w:r w:rsidR="00086C8C" w:rsidRPr="00292650">
        <w:rPr>
          <w:sz w:val="28"/>
          <w:szCs w:val="28"/>
        </w:rPr>
        <w:t>08</w:t>
      </w:r>
      <w:r w:rsidR="00CE762D" w:rsidRPr="00292650">
        <w:rPr>
          <w:sz w:val="28"/>
          <w:szCs w:val="28"/>
        </w:rPr>
        <w:t>.</w:t>
      </w:r>
      <w:r w:rsidR="00AB4AFE" w:rsidRPr="00292650">
        <w:rPr>
          <w:sz w:val="28"/>
          <w:szCs w:val="28"/>
        </w:rPr>
        <w:t>02.201</w:t>
      </w:r>
      <w:r w:rsidR="0032198C" w:rsidRPr="00292650">
        <w:rPr>
          <w:sz w:val="28"/>
          <w:szCs w:val="28"/>
        </w:rPr>
        <w:t>9</w:t>
      </w:r>
      <w:r w:rsidR="00CE762D" w:rsidRPr="00292650">
        <w:rPr>
          <w:sz w:val="28"/>
          <w:szCs w:val="28"/>
        </w:rPr>
        <w:t xml:space="preserve"> - Районная спартакиада школьников «Главный рекорд – Здоровье</w:t>
      </w:r>
      <w:r w:rsidR="00AB4AFE" w:rsidRPr="00292650">
        <w:rPr>
          <w:sz w:val="28"/>
          <w:szCs w:val="28"/>
        </w:rPr>
        <w:t>!</w:t>
      </w:r>
      <w:r w:rsidR="00CE762D" w:rsidRPr="00292650">
        <w:rPr>
          <w:sz w:val="28"/>
          <w:szCs w:val="28"/>
        </w:rPr>
        <w:t xml:space="preserve">» </w:t>
      </w:r>
      <w:r w:rsidR="00086C8C" w:rsidRPr="00292650">
        <w:rPr>
          <w:sz w:val="28"/>
          <w:szCs w:val="28"/>
        </w:rPr>
        <w:t>по мини-футболу среди учащихся 6</w:t>
      </w:r>
      <w:r w:rsidR="00CE762D" w:rsidRPr="00292650">
        <w:rPr>
          <w:sz w:val="28"/>
          <w:szCs w:val="28"/>
        </w:rPr>
        <w:t>-</w:t>
      </w:r>
      <w:r w:rsidR="00086C8C" w:rsidRPr="00292650">
        <w:rPr>
          <w:sz w:val="28"/>
          <w:szCs w:val="28"/>
        </w:rPr>
        <w:t>9</w:t>
      </w:r>
      <w:r w:rsidR="00AB4AFE" w:rsidRPr="00292650">
        <w:rPr>
          <w:sz w:val="28"/>
          <w:szCs w:val="28"/>
        </w:rPr>
        <w:t xml:space="preserve"> кл., </w:t>
      </w:r>
      <w:r w:rsidR="00086C8C" w:rsidRPr="00292650">
        <w:rPr>
          <w:sz w:val="28"/>
          <w:szCs w:val="28"/>
        </w:rPr>
        <w:t>123</w:t>
      </w:r>
      <w:r w:rsidR="00CE762D" w:rsidRPr="00292650">
        <w:rPr>
          <w:sz w:val="28"/>
          <w:szCs w:val="28"/>
        </w:rPr>
        <w:t xml:space="preserve"> чел.;</w:t>
      </w:r>
    </w:p>
    <w:p w:rsidR="00CE762D" w:rsidRPr="00292650" w:rsidRDefault="00086C8C" w:rsidP="00086C8C">
      <w:pPr>
        <w:rPr>
          <w:sz w:val="28"/>
          <w:szCs w:val="28"/>
        </w:rPr>
      </w:pPr>
      <w:r w:rsidRPr="00292650">
        <w:rPr>
          <w:sz w:val="28"/>
          <w:szCs w:val="28"/>
        </w:rPr>
        <w:t>- 21</w:t>
      </w:r>
      <w:r w:rsidR="00CE762D" w:rsidRPr="00292650">
        <w:rPr>
          <w:sz w:val="28"/>
          <w:szCs w:val="28"/>
        </w:rPr>
        <w:t>.02.201</w:t>
      </w:r>
      <w:r w:rsidRPr="00292650">
        <w:rPr>
          <w:sz w:val="28"/>
          <w:szCs w:val="28"/>
        </w:rPr>
        <w:t>9</w:t>
      </w:r>
      <w:r w:rsidR="00CE762D" w:rsidRPr="00292650">
        <w:rPr>
          <w:sz w:val="28"/>
          <w:szCs w:val="28"/>
        </w:rPr>
        <w:t xml:space="preserve"> -</w:t>
      </w:r>
      <w:r w:rsidRPr="00292650">
        <w:rPr>
          <w:sz w:val="28"/>
          <w:szCs w:val="28"/>
        </w:rPr>
        <w:t xml:space="preserve"> Районная спартакиада школьников «Главный рекорд – Здоровье!» по волейболу среди юношей, 72 чел.;</w:t>
      </w:r>
    </w:p>
    <w:p w:rsidR="00086C8C" w:rsidRPr="00292650" w:rsidRDefault="00086C8C" w:rsidP="00086C8C">
      <w:pPr>
        <w:rPr>
          <w:sz w:val="28"/>
          <w:szCs w:val="28"/>
        </w:rPr>
      </w:pPr>
      <w:r w:rsidRPr="00292650">
        <w:rPr>
          <w:sz w:val="28"/>
          <w:szCs w:val="28"/>
        </w:rPr>
        <w:t>- 28</w:t>
      </w:r>
      <w:r w:rsidR="00AB4AFE" w:rsidRPr="00292650">
        <w:rPr>
          <w:sz w:val="28"/>
          <w:szCs w:val="28"/>
        </w:rPr>
        <w:t>.02.201</w:t>
      </w:r>
      <w:r w:rsidRPr="00292650">
        <w:rPr>
          <w:sz w:val="28"/>
          <w:szCs w:val="28"/>
        </w:rPr>
        <w:t>9</w:t>
      </w:r>
      <w:r w:rsidR="00AB4AFE" w:rsidRPr="00292650">
        <w:rPr>
          <w:sz w:val="28"/>
          <w:szCs w:val="28"/>
        </w:rPr>
        <w:t xml:space="preserve"> - </w:t>
      </w:r>
      <w:r w:rsidRPr="00292650">
        <w:rPr>
          <w:sz w:val="28"/>
          <w:szCs w:val="28"/>
        </w:rPr>
        <w:t>Районная спартакиада школьников «Главный рекорд – Здоровье!» по волейболу среди девушек, 72 чел.;</w:t>
      </w:r>
    </w:p>
    <w:p w:rsidR="007C418B" w:rsidRPr="00292650" w:rsidRDefault="00086C8C" w:rsidP="007C418B">
      <w:pPr>
        <w:rPr>
          <w:sz w:val="28"/>
          <w:szCs w:val="28"/>
        </w:rPr>
      </w:pPr>
      <w:r w:rsidRPr="00292650">
        <w:rPr>
          <w:sz w:val="28"/>
          <w:szCs w:val="28"/>
        </w:rPr>
        <w:t>- 16.03</w:t>
      </w:r>
      <w:r w:rsidR="007C418B" w:rsidRPr="00292650">
        <w:rPr>
          <w:sz w:val="28"/>
          <w:szCs w:val="28"/>
        </w:rPr>
        <w:t>.201</w:t>
      </w:r>
      <w:r w:rsidRPr="00292650">
        <w:rPr>
          <w:sz w:val="28"/>
          <w:szCs w:val="28"/>
        </w:rPr>
        <w:t>9</w:t>
      </w:r>
      <w:r w:rsidR="007C418B" w:rsidRPr="00292650">
        <w:rPr>
          <w:sz w:val="28"/>
          <w:szCs w:val="28"/>
        </w:rPr>
        <w:t xml:space="preserve"> </w:t>
      </w:r>
      <w:r w:rsidRPr="00292650">
        <w:rPr>
          <w:sz w:val="28"/>
          <w:szCs w:val="28"/>
        </w:rPr>
        <w:t>–</w:t>
      </w:r>
      <w:r w:rsidR="007C418B" w:rsidRPr="00292650">
        <w:rPr>
          <w:sz w:val="28"/>
          <w:szCs w:val="28"/>
        </w:rPr>
        <w:t xml:space="preserve"> </w:t>
      </w:r>
      <w:r w:rsidRPr="00292650">
        <w:rPr>
          <w:sz w:val="28"/>
          <w:szCs w:val="28"/>
        </w:rPr>
        <w:t xml:space="preserve">муниципальный этап  областной Спартакиады </w:t>
      </w:r>
      <w:r w:rsidR="0032198C" w:rsidRPr="00292650">
        <w:rPr>
          <w:sz w:val="28"/>
          <w:szCs w:val="28"/>
        </w:rPr>
        <w:t>трудящихся Дона-2019 по волейболу (мужчины, женщины), армреслингу</w:t>
      </w:r>
      <w:r w:rsidR="007C418B" w:rsidRPr="00292650">
        <w:rPr>
          <w:sz w:val="28"/>
          <w:szCs w:val="28"/>
        </w:rPr>
        <w:t xml:space="preserve">, </w:t>
      </w:r>
      <w:r w:rsidR="0032198C" w:rsidRPr="00292650">
        <w:rPr>
          <w:sz w:val="28"/>
          <w:szCs w:val="28"/>
        </w:rPr>
        <w:t>85</w:t>
      </w:r>
      <w:r w:rsidR="007C418B" w:rsidRPr="00292650">
        <w:rPr>
          <w:sz w:val="28"/>
          <w:szCs w:val="28"/>
        </w:rPr>
        <w:t xml:space="preserve"> чел.;</w:t>
      </w:r>
    </w:p>
    <w:p w:rsidR="007C418B" w:rsidRPr="00292650" w:rsidRDefault="007C418B" w:rsidP="007C418B">
      <w:pPr>
        <w:rPr>
          <w:sz w:val="28"/>
          <w:szCs w:val="28"/>
        </w:rPr>
      </w:pPr>
      <w:r w:rsidRPr="00292650">
        <w:rPr>
          <w:sz w:val="28"/>
          <w:szCs w:val="28"/>
        </w:rPr>
        <w:t xml:space="preserve">- </w:t>
      </w:r>
      <w:r w:rsidR="0032198C" w:rsidRPr="00292650">
        <w:rPr>
          <w:sz w:val="28"/>
          <w:szCs w:val="28"/>
        </w:rPr>
        <w:t>18</w:t>
      </w:r>
      <w:r w:rsidRPr="00292650">
        <w:rPr>
          <w:sz w:val="28"/>
          <w:szCs w:val="28"/>
        </w:rPr>
        <w:t>.0</w:t>
      </w:r>
      <w:r w:rsidR="0032198C" w:rsidRPr="00292650">
        <w:rPr>
          <w:sz w:val="28"/>
          <w:szCs w:val="28"/>
        </w:rPr>
        <w:t>3</w:t>
      </w:r>
      <w:r w:rsidRPr="00292650">
        <w:rPr>
          <w:sz w:val="28"/>
          <w:szCs w:val="28"/>
        </w:rPr>
        <w:t>.201</w:t>
      </w:r>
      <w:r w:rsidR="0032198C" w:rsidRPr="00292650">
        <w:rPr>
          <w:sz w:val="28"/>
          <w:szCs w:val="28"/>
        </w:rPr>
        <w:t>9</w:t>
      </w:r>
      <w:r w:rsidRPr="00292650">
        <w:rPr>
          <w:sz w:val="28"/>
          <w:szCs w:val="28"/>
        </w:rPr>
        <w:t xml:space="preserve"> - Районная спартакиада школьников «Главный рекорд – Здоровье!» по </w:t>
      </w:r>
      <w:r w:rsidR="0032198C" w:rsidRPr="00292650">
        <w:rPr>
          <w:sz w:val="28"/>
          <w:szCs w:val="28"/>
        </w:rPr>
        <w:t>стрельбе</w:t>
      </w:r>
      <w:r w:rsidRPr="00292650">
        <w:rPr>
          <w:sz w:val="28"/>
          <w:szCs w:val="28"/>
        </w:rPr>
        <w:t>,</w:t>
      </w:r>
      <w:r w:rsidR="0032198C" w:rsidRPr="00292650">
        <w:rPr>
          <w:sz w:val="28"/>
          <w:szCs w:val="28"/>
        </w:rPr>
        <w:t xml:space="preserve"> 10 школ, 19</w:t>
      </w:r>
      <w:r w:rsidRPr="00292650">
        <w:rPr>
          <w:sz w:val="28"/>
          <w:szCs w:val="28"/>
        </w:rPr>
        <w:t xml:space="preserve"> чел.;</w:t>
      </w:r>
    </w:p>
    <w:p w:rsidR="00CE762D" w:rsidRPr="00292650" w:rsidRDefault="009932FD" w:rsidP="007C418B">
      <w:pPr>
        <w:jc w:val="both"/>
        <w:rPr>
          <w:sz w:val="28"/>
          <w:szCs w:val="28"/>
        </w:rPr>
      </w:pPr>
      <w:r w:rsidRPr="00292650">
        <w:rPr>
          <w:sz w:val="28"/>
          <w:szCs w:val="28"/>
        </w:rPr>
        <w:t>-</w:t>
      </w:r>
      <w:r w:rsidR="00CE762D" w:rsidRPr="00292650">
        <w:rPr>
          <w:sz w:val="28"/>
          <w:szCs w:val="28"/>
        </w:rPr>
        <w:t>2</w:t>
      </w:r>
      <w:r w:rsidR="007C418B" w:rsidRPr="00292650">
        <w:rPr>
          <w:sz w:val="28"/>
          <w:szCs w:val="28"/>
        </w:rPr>
        <w:t>3</w:t>
      </w:r>
      <w:r w:rsidR="00CE762D" w:rsidRPr="00292650">
        <w:rPr>
          <w:sz w:val="28"/>
          <w:szCs w:val="28"/>
        </w:rPr>
        <w:t>.03.201</w:t>
      </w:r>
      <w:r w:rsidR="007C418B" w:rsidRPr="00292650">
        <w:rPr>
          <w:sz w:val="28"/>
          <w:szCs w:val="28"/>
        </w:rPr>
        <w:t>8</w:t>
      </w:r>
      <w:r w:rsidR="0032198C" w:rsidRPr="00292650">
        <w:rPr>
          <w:sz w:val="28"/>
          <w:szCs w:val="28"/>
        </w:rPr>
        <w:t>9</w:t>
      </w:r>
      <w:r w:rsidR="00CE762D" w:rsidRPr="00292650">
        <w:rPr>
          <w:sz w:val="28"/>
          <w:szCs w:val="28"/>
        </w:rPr>
        <w:t xml:space="preserve">- Районный турнир по настольному теннису памяти полного Кавалера Ордена Славы Последова А.А. </w:t>
      </w:r>
      <w:r w:rsidR="00C8018B" w:rsidRPr="00292650">
        <w:rPr>
          <w:sz w:val="28"/>
          <w:szCs w:val="28"/>
        </w:rPr>
        <w:t>,</w:t>
      </w:r>
      <w:r w:rsidR="0032198C" w:rsidRPr="00292650">
        <w:rPr>
          <w:sz w:val="28"/>
          <w:szCs w:val="28"/>
        </w:rPr>
        <w:t xml:space="preserve"> 5</w:t>
      </w:r>
      <w:r w:rsidR="00CE762D" w:rsidRPr="00292650">
        <w:rPr>
          <w:sz w:val="28"/>
          <w:szCs w:val="28"/>
        </w:rPr>
        <w:t>0 чел.;</w:t>
      </w:r>
    </w:p>
    <w:p w:rsidR="007C418B" w:rsidRPr="00292650" w:rsidRDefault="007C418B" w:rsidP="007C418B">
      <w:pPr>
        <w:jc w:val="both"/>
        <w:rPr>
          <w:sz w:val="28"/>
          <w:szCs w:val="28"/>
        </w:rPr>
      </w:pPr>
      <w:r w:rsidRPr="00292650">
        <w:rPr>
          <w:sz w:val="28"/>
          <w:szCs w:val="28"/>
        </w:rPr>
        <w:t>- 2</w:t>
      </w:r>
      <w:r w:rsidR="0032198C" w:rsidRPr="00292650">
        <w:rPr>
          <w:sz w:val="28"/>
          <w:szCs w:val="28"/>
        </w:rPr>
        <w:t>7</w:t>
      </w:r>
      <w:r w:rsidRPr="00292650">
        <w:rPr>
          <w:sz w:val="28"/>
          <w:szCs w:val="28"/>
        </w:rPr>
        <w:t>.03.201</w:t>
      </w:r>
      <w:r w:rsidR="0032198C" w:rsidRPr="00292650">
        <w:rPr>
          <w:sz w:val="28"/>
          <w:szCs w:val="28"/>
        </w:rPr>
        <w:t>9</w:t>
      </w:r>
      <w:r w:rsidRPr="00292650">
        <w:rPr>
          <w:sz w:val="28"/>
          <w:szCs w:val="28"/>
        </w:rPr>
        <w:t xml:space="preserve"> </w:t>
      </w:r>
      <w:r w:rsidR="0032198C" w:rsidRPr="00292650">
        <w:rPr>
          <w:sz w:val="28"/>
          <w:szCs w:val="28"/>
        </w:rPr>
        <w:t>–</w:t>
      </w:r>
      <w:r w:rsidRPr="00292650">
        <w:rPr>
          <w:sz w:val="28"/>
          <w:szCs w:val="28"/>
        </w:rPr>
        <w:t xml:space="preserve"> </w:t>
      </w:r>
      <w:r w:rsidR="0032198C" w:rsidRPr="00292650">
        <w:rPr>
          <w:sz w:val="28"/>
          <w:szCs w:val="28"/>
        </w:rPr>
        <w:t>Зимний Фестиваль ВФСК ГТО среди учащихся общеобразовательных организаций  (1 – 3 ступени)</w:t>
      </w:r>
      <w:r w:rsidRPr="00292650">
        <w:rPr>
          <w:sz w:val="28"/>
          <w:szCs w:val="28"/>
        </w:rPr>
        <w:t>;</w:t>
      </w:r>
    </w:p>
    <w:p w:rsidR="00900F88" w:rsidRPr="00292650" w:rsidRDefault="0032198C" w:rsidP="002606CF">
      <w:pPr>
        <w:jc w:val="both"/>
        <w:rPr>
          <w:sz w:val="28"/>
          <w:szCs w:val="28"/>
        </w:rPr>
      </w:pPr>
      <w:r w:rsidRPr="00292650">
        <w:rPr>
          <w:sz w:val="28"/>
          <w:szCs w:val="28"/>
        </w:rPr>
        <w:t>-29</w:t>
      </w:r>
      <w:r w:rsidR="007C418B" w:rsidRPr="00292650">
        <w:rPr>
          <w:sz w:val="28"/>
          <w:szCs w:val="28"/>
        </w:rPr>
        <w:t>.03.201</w:t>
      </w:r>
      <w:r w:rsidRPr="00292650">
        <w:rPr>
          <w:sz w:val="28"/>
          <w:szCs w:val="28"/>
        </w:rPr>
        <w:t>9</w:t>
      </w:r>
      <w:r w:rsidR="007C418B" w:rsidRPr="00292650">
        <w:rPr>
          <w:sz w:val="28"/>
          <w:szCs w:val="28"/>
        </w:rPr>
        <w:t xml:space="preserve"> </w:t>
      </w:r>
      <w:r w:rsidRPr="00292650">
        <w:rPr>
          <w:sz w:val="28"/>
          <w:szCs w:val="28"/>
        </w:rPr>
        <w:t>–</w:t>
      </w:r>
      <w:r w:rsidR="007C418B" w:rsidRPr="00292650">
        <w:rPr>
          <w:sz w:val="28"/>
          <w:szCs w:val="28"/>
        </w:rPr>
        <w:t xml:space="preserve"> </w:t>
      </w:r>
      <w:r w:rsidRPr="00292650">
        <w:rPr>
          <w:sz w:val="28"/>
          <w:szCs w:val="28"/>
        </w:rPr>
        <w:t>Сдача норм ВФСК ГТО (5 – 9 ступени) жителями Милютинского района</w:t>
      </w:r>
      <w:r w:rsidR="007C418B" w:rsidRPr="00292650">
        <w:rPr>
          <w:sz w:val="28"/>
          <w:szCs w:val="28"/>
        </w:rPr>
        <w:t>.</w:t>
      </w:r>
    </w:p>
    <w:p w:rsidR="00153C68" w:rsidRPr="00292650" w:rsidRDefault="00153C68" w:rsidP="002606CF">
      <w:pPr>
        <w:jc w:val="both"/>
        <w:rPr>
          <w:sz w:val="28"/>
          <w:szCs w:val="28"/>
        </w:rPr>
      </w:pPr>
      <w:r w:rsidRPr="00292650">
        <w:rPr>
          <w:sz w:val="28"/>
          <w:szCs w:val="28"/>
        </w:rPr>
        <w:lastRenderedPageBreak/>
        <w:t>- 06.04.2019 – районный этап областной Спартакиады Дона</w:t>
      </w:r>
      <w:r w:rsidR="0039231C" w:rsidRPr="00292650">
        <w:rPr>
          <w:sz w:val="28"/>
          <w:szCs w:val="28"/>
        </w:rPr>
        <w:t xml:space="preserve"> (гиревой спорт, мини-футбол), </w:t>
      </w:r>
      <w:r w:rsidR="002A0646" w:rsidRPr="00292650">
        <w:rPr>
          <w:sz w:val="28"/>
          <w:szCs w:val="28"/>
        </w:rPr>
        <w:t xml:space="preserve">ст.Милютинская, </w:t>
      </w:r>
      <w:r w:rsidR="0039231C" w:rsidRPr="00292650">
        <w:rPr>
          <w:sz w:val="28"/>
          <w:szCs w:val="28"/>
        </w:rPr>
        <w:t>65 чел.;</w:t>
      </w:r>
    </w:p>
    <w:p w:rsidR="0039231C" w:rsidRPr="00292650" w:rsidRDefault="0039231C" w:rsidP="002606CF">
      <w:pPr>
        <w:jc w:val="both"/>
        <w:rPr>
          <w:sz w:val="28"/>
          <w:szCs w:val="28"/>
        </w:rPr>
      </w:pPr>
      <w:r w:rsidRPr="00292650">
        <w:rPr>
          <w:sz w:val="28"/>
          <w:szCs w:val="28"/>
        </w:rPr>
        <w:t xml:space="preserve">- апрель-май 2019 – первенство Ростовской области среди воспитанников ДЮСШ 2005/2006 г.р., 6 игр, </w:t>
      </w:r>
      <w:r w:rsidR="002A0646" w:rsidRPr="00292650">
        <w:rPr>
          <w:sz w:val="28"/>
          <w:szCs w:val="28"/>
        </w:rPr>
        <w:t xml:space="preserve">ст.Милютинская, </w:t>
      </w:r>
      <w:r w:rsidRPr="00292650">
        <w:rPr>
          <w:sz w:val="28"/>
          <w:szCs w:val="28"/>
        </w:rPr>
        <w:t>20 чел.;</w:t>
      </w:r>
    </w:p>
    <w:p w:rsidR="0039231C" w:rsidRPr="00292650" w:rsidRDefault="0039231C" w:rsidP="002606CF">
      <w:pPr>
        <w:jc w:val="both"/>
        <w:rPr>
          <w:sz w:val="28"/>
          <w:szCs w:val="28"/>
        </w:rPr>
      </w:pPr>
      <w:r w:rsidRPr="00292650">
        <w:rPr>
          <w:sz w:val="28"/>
          <w:szCs w:val="28"/>
        </w:rPr>
        <w:t xml:space="preserve">- 29.04.2019 – муниципальный этап Летнего фестиваля в рамках программы ВФСК ГТО, 1-4 ступень, </w:t>
      </w:r>
      <w:r w:rsidR="002A0646" w:rsidRPr="00292650">
        <w:rPr>
          <w:sz w:val="28"/>
          <w:szCs w:val="28"/>
        </w:rPr>
        <w:t xml:space="preserve">ст.Милютинская, </w:t>
      </w:r>
      <w:r w:rsidRPr="00292650">
        <w:rPr>
          <w:sz w:val="28"/>
          <w:szCs w:val="28"/>
        </w:rPr>
        <w:t>120 чел.;</w:t>
      </w:r>
    </w:p>
    <w:p w:rsidR="0039231C" w:rsidRPr="00292650" w:rsidRDefault="00AF4D97" w:rsidP="002606CF">
      <w:pPr>
        <w:jc w:val="both"/>
        <w:rPr>
          <w:sz w:val="28"/>
          <w:szCs w:val="28"/>
        </w:rPr>
      </w:pPr>
      <w:r w:rsidRPr="00292650">
        <w:rPr>
          <w:sz w:val="28"/>
          <w:szCs w:val="28"/>
        </w:rPr>
        <w:t>- 02.05.2019 – зональные</w:t>
      </w:r>
      <w:r w:rsidR="0039231C" w:rsidRPr="00292650">
        <w:rPr>
          <w:sz w:val="28"/>
          <w:szCs w:val="28"/>
        </w:rPr>
        <w:t xml:space="preserve"> </w:t>
      </w:r>
      <w:r w:rsidRPr="00292650">
        <w:rPr>
          <w:sz w:val="28"/>
          <w:szCs w:val="28"/>
        </w:rPr>
        <w:t>соревнования по футболу на призы клуба</w:t>
      </w:r>
      <w:r w:rsidR="0039231C" w:rsidRPr="00292650">
        <w:rPr>
          <w:sz w:val="28"/>
          <w:szCs w:val="28"/>
        </w:rPr>
        <w:t xml:space="preserve"> «Кожаный мяч» среди учащихся 2008/2009 г.р., </w:t>
      </w:r>
      <w:r w:rsidR="002A0646" w:rsidRPr="00292650">
        <w:rPr>
          <w:sz w:val="28"/>
          <w:szCs w:val="28"/>
        </w:rPr>
        <w:t>п.Шолоховский,</w:t>
      </w:r>
      <w:r w:rsidR="0039231C" w:rsidRPr="00292650">
        <w:rPr>
          <w:sz w:val="28"/>
          <w:szCs w:val="28"/>
        </w:rPr>
        <w:t>1 место;</w:t>
      </w:r>
    </w:p>
    <w:p w:rsidR="0039231C" w:rsidRPr="00292650" w:rsidRDefault="0039231C" w:rsidP="002606CF">
      <w:pPr>
        <w:jc w:val="both"/>
        <w:rPr>
          <w:sz w:val="28"/>
          <w:szCs w:val="28"/>
        </w:rPr>
      </w:pPr>
      <w:r w:rsidRPr="00292650">
        <w:rPr>
          <w:sz w:val="28"/>
          <w:szCs w:val="28"/>
        </w:rPr>
        <w:t>- районный турнир памяти Героя СССР А.Т.</w:t>
      </w:r>
      <w:r w:rsidR="002A0646" w:rsidRPr="00292650">
        <w:rPr>
          <w:sz w:val="28"/>
          <w:szCs w:val="28"/>
        </w:rPr>
        <w:t>Череватенко в рамках район</w:t>
      </w:r>
      <w:r w:rsidRPr="00292650">
        <w:rPr>
          <w:sz w:val="28"/>
          <w:szCs w:val="28"/>
        </w:rPr>
        <w:t xml:space="preserve">ного турнира «Колосок», </w:t>
      </w:r>
      <w:r w:rsidR="002A0646" w:rsidRPr="00292650">
        <w:rPr>
          <w:sz w:val="28"/>
          <w:szCs w:val="28"/>
        </w:rPr>
        <w:t xml:space="preserve">ст.Селивановская, </w:t>
      </w:r>
      <w:r w:rsidRPr="00292650">
        <w:rPr>
          <w:sz w:val="28"/>
          <w:szCs w:val="28"/>
        </w:rPr>
        <w:t>50 чел.;</w:t>
      </w:r>
    </w:p>
    <w:p w:rsidR="0039231C" w:rsidRPr="00292650" w:rsidRDefault="00516042" w:rsidP="002606CF">
      <w:pPr>
        <w:jc w:val="both"/>
        <w:rPr>
          <w:sz w:val="28"/>
          <w:szCs w:val="28"/>
        </w:rPr>
      </w:pPr>
      <w:r w:rsidRPr="00292650">
        <w:rPr>
          <w:sz w:val="28"/>
          <w:szCs w:val="28"/>
        </w:rPr>
        <w:t>- 11.05.2019 – зональные соревнования по футболу среди детских команд</w:t>
      </w:r>
      <w:r w:rsidR="002A0646" w:rsidRPr="00292650">
        <w:rPr>
          <w:sz w:val="28"/>
          <w:szCs w:val="28"/>
        </w:rPr>
        <w:t xml:space="preserve"> «Колосок» </w:t>
      </w:r>
      <w:r w:rsidRPr="00292650">
        <w:rPr>
          <w:sz w:val="28"/>
          <w:szCs w:val="28"/>
        </w:rPr>
        <w:t xml:space="preserve">на Кубок Губернатора Ростовской области, </w:t>
      </w:r>
      <w:r w:rsidR="002A0646" w:rsidRPr="00292650">
        <w:rPr>
          <w:sz w:val="28"/>
          <w:szCs w:val="28"/>
        </w:rPr>
        <w:t>2004/2005 г.р., ст.Тацинская, 15 чел.;</w:t>
      </w:r>
    </w:p>
    <w:p w:rsidR="002A0646" w:rsidRPr="00292650" w:rsidRDefault="002A0646" w:rsidP="002606CF">
      <w:pPr>
        <w:jc w:val="both"/>
        <w:rPr>
          <w:sz w:val="28"/>
          <w:szCs w:val="28"/>
        </w:rPr>
      </w:pPr>
      <w:r w:rsidRPr="00292650">
        <w:rPr>
          <w:sz w:val="28"/>
          <w:szCs w:val="28"/>
        </w:rPr>
        <w:t>- 18.05.2019 – проведение зонального этапа Всероссийского турнира»</w:t>
      </w:r>
      <w:r w:rsidR="00A00185" w:rsidRPr="00292650">
        <w:rPr>
          <w:sz w:val="28"/>
          <w:szCs w:val="28"/>
        </w:rPr>
        <w:t xml:space="preserve"> «</w:t>
      </w:r>
      <w:r w:rsidRPr="00292650">
        <w:rPr>
          <w:sz w:val="28"/>
          <w:szCs w:val="28"/>
        </w:rPr>
        <w:t>Локобол РЖД-2019» среди учащихся 2008/2010 г.р. с участием МБОУ ДО Милютинская ДЮСШ, МБОУ ДО Советская ДЮСШ, МБОУ ДО Обливская ДЮСШ, 39 чел., 1 место;</w:t>
      </w:r>
    </w:p>
    <w:p w:rsidR="002A0646" w:rsidRPr="00292650" w:rsidRDefault="002A0646" w:rsidP="002606CF">
      <w:pPr>
        <w:jc w:val="both"/>
        <w:rPr>
          <w:sz w:val="28"/>
          <w:szCs w:val="28"/>
        </w:rPr>
      </w:pPr>
      <w:r w:rsidRPr="00292650">
        <w:rPr>
          <w:sz w:val="28"/>
          <w:szCs w:val="28"/>
        </w:rPr>
        <w:t xml:space="preserve">- 28.05.2019 </w:t>
      </w:r>
      <w:r w:rsidR="00A00185" w:rsidRPr="00292650">
        <w:rPr>
          <w:sz w:val="28"/>
          <w:szCs w:val="28"/>
        </w:rPr>
        <w:t>–</w:t>
      </w:r>
      <w:r w:rsidRPr="00292650">
        <w:rPr>
          <w:sz w:val="28"/>
          <w:szCs w:val="28"/>
        </w:rPr>
        <w:t xml:space="preserve"> </w:t>
      </w:r>
      <w:r w:rsidR="00A00185" w:rsidRPr="00292650">
        <w:rPr>
          <w:sz w:val="28"/>
          <w:szCs w:val="28"/>
        </w:rPr>
        <w:t>областной турнир (финал) Всероссийского конкурса «Локобол РЖД-2019» среди учащихся 2018/2010 г.р., г.Ростов-на-Дону, 13 чел., участие;</w:t>
      </w:r>
    </w:p>
    <w:p w:rsidR="00A00185" w:rsidRPr="00292650" w:rsidRDefault="00A00185" w:rsidP="002606CF">
      <w:pPr>
        <w:jc w:val="both"/>
        <w:rPr>
          <w:sz w:val="28"/>
          <w:szCs w:val="28"/>
        </w:rPr>
      </w:pPr>
      <w:r w:rsidRPr="00292650">
        <w:rPr>
          <w:sz w:val="28"/>
          <w:szCs w:val="28"/>
        </w:rPr>
        <w:t>- 01.06.2019 – спортивные соревнования «Фигурное вождение велосипеда», посвященные Дню защиты детей, ст.Милютинская. 30 чел.;</w:t>
      </w:r>
    </w:p>
    <w:p w:rsidR="00900F88" w:rsidRPr="00292650" w:rsidRDefault="00A00185" w:rsidP="002B2F26">
      <w:pPr>
        <w:jc w:val="both"/>
        <w:rPr>
          <w:sz w:val="28"/>
          <w:szCs w:val="28"/>
        </w:rPr>
      </w:pPr>
      <w:r w:rsidRPr="00292650">
        <w:rPr>
          <w:sz w:val="28"/>
          <w:szCs w:val="28"/>
        </w:rPr>
        <w:t>- июнь 2019 – участие в Первенстве Ростовской области по футболу среди КФК 2 лига, 20 чел.</w:t>
      </w:r>
      <w:r w:rsidR="003E22F3" w:rsidRPr="00292650">
        <w:rPr>
          <w:sz w:val="28"/>
          <w:szCs w:val="28"/>
        </w:rPr>
        <w:t>;</w:t>
      </w:r>
    </w:p>
    <w:p w:rsidR="003E22F3" w:rsidRPr="00292650" w:rsidRDefault="0025009D" w:rsidP="003E22F3">
      <w:pPr>
        <w:jc w:val="both"/>
        <w:rPr>
          <w:sz w:val="28"/>
          <w:szCs w:val="28"/>
        </w:rPr>
      </w:pPr>
      <w:r w:rsidRPr="00292650">
        <w:rPr>
          <w:sz w:val="28"/>
          <w:szCs w:val="28"/>
        </w:rPr>
        <w:t xml:space="preserve">- </w:t>
      </w:r>
      <w:r w:rsidR="003E22F3" w:rsidRPr="00292650">
        <w:rPr>
          <w:sz w:val="28"/>
          <w:szCs w:val="28"/>
        </w:rPr>
        <w:t xml:space="preserve">19.07.2019 – </w:t>
      </w:r>
      <w:r w:rsidRPr="00292650">
        <w:rPr>
          <w:sz w:val="28"/>
          <w:szCs w:val="28"/>
        </w:rPr>
        <w:t>з</w:t>
      </w:r>
      <w:r w:rsidR="003E22F3" w:rsidRPr="00292650">
        <w:rPr>
          <w:sz w:val="28"/>
          <w:szCs w:val="28"/>
        </w:rPr>
        <w:t>ональный этап областного Фестиваля детской дворовой лиги по мини-футболу среди учащихся 2008-09г.р., 2006-07г.р. и 2004-05г.р.</w:t>
      </w:r>
    </w:p>
    <w:p w:rsidR="003E22F3" w:rsidRPr="00292650" w:rsidRDefault="003E22F3" w:rsidP="003E22F3">
      <w:pPr>
        <w:jc w:val="both"/>
        <w:rPr>
          <w:sz w:val="28"/>
          <w:szCs w:val="28"/>
        </w:rPr>
      </w:pPr>
      <w:r w:rsidRPr="00292650">
        <w:rPr>
          <w:sz w:val="28"/>
          <w:szCs w:val="28"/>
        </w:rPr>
        <w:t>Участники: Милютинский, Советский и Обливский районы (85 чел.). Место проведения: ст.Милютинская.</w:t>
      </w:r>
    </w:p>
    <w:p w:rsidR="003E22F3" w:rsidRPr="00292650" w:rsidRDefault="003E22F3" w:rsidP="003E22F3">
      <w:pPr>
        <w:jc w:val="both"/>
        <w:rPr>
          <w:sz w:val="28"/>
          <w:szCs w:val="28"/>
        </w:rPr>
      </w:pPr>
      <w:r w:rsidRPr="00292650">
        <w:rPr>
          <w:sz w:val="28"/>
          <w:szCs w:val="28"/>
        </w:rPr>
        <w:t xml:space="preserve">- 10.08.2019 – </w:t>
      </w:r>
      <w:r w:rsidR="0025009D" w:rsidRPr="00292650">
        <w:rPr>
          <w:sz w:val="28"/>
          <w:szCs w:val="28"/>
        </w:rPr>
        <w:t>с</w:t>
      </w:r>
      <w:r w:rsidRPr="00292650">
        <w:rPr>
          <w:sz w:val="28"/>
          <w:szCs w:val="28"/>
        </w:rPr>
        <w:t>портивное мероприятие, посвященное  празднику Дню физкультурника по программе: дворовый футбол, пляжный волейбол, сдача норм ВФСК ГТО, 95 чел.</w:t>
      </w:r>
    </w:p>
    <w:p w:rsidR="003E22F3" w:rsidRPr="00292650" w:rsidRDefault="003E22F3" w:rsidP="003E22F3">
      <w:pPr>
        <w:jc w:val="both"/>
        <w:rPr>
          <w:sz w:val="28"/>
          <w:szCs w:val="28"/>
        </w:rPr>
      </w:pPr>
      <w:r w:rsidRPr="00292650">
        <w:rPr>
          <w:sz w:val="28"/>
          <w:szCs w:val="28"/>
        </w:rPr>
        <w:t>- 24.09.2019 – Легкоатлетический кросс, посвященный Всероссийскому дню бега, по программе ВФСК ГТО среди учащихся ОУ района 1-5 ступеней,150 чел.</w:t>
      </w:r>
    </w:p>
    <w:p w:rsidR="003E22F3" w:rsidRPr="00292650" w:rsidRDefault="00851706" w:rsidP="003E22F3">
      <w:pPr>
        <w:jc w:val="both"/>
        <w:rPr>
          <w:sz w:val="28"/>
          <w:szCs w:val="28"/>
        </w:rPr>
      </w:pPr>
      <w:r w:rsidRPr="00292650">
        <w:rPr>
          <w:sz w:val="28"/>
          <w:szCs w:val="28"/>
        </w:rPr>
        <w:t>- 28.09.2019 – з</w:t>
      </w:r>
      <w:r w:rsidR="003E22F3" w:rsidRPr="00292650">
        <w:rPr>
          <w:sz w:val="28"/>
          <w:szCs w:val="28"/>
        </w:rPr>
        <w:t xml:space="preserve">ональный этап областной Спартакиады школьников: мини-футбол – 2 место, легкая атлетика – 3 место, стритбол- 4 место, 20чел. </w:t>
      </w:r>
    </w:p>
    <w:p w:rsidR="00C67A3B" w:rsidRPr="00292650" w:rsidRDefault="003E22F3" w:rsidP="003E22F3">
      <w:pPr>
        <w:jc w:val="both"/>
        <w:rPr>
          <w:sz w:val="28"/>
          <w:szCs w:val="28"/>
        </w:rPr>
      </w:pPr>
      <w:r w:rsidRPr="00292650">
        <w:rPr>
          <w:sz w:val="28"/>
          <w:szCs w:val="28"/>
        </w:rPr>
        <w:t>- 29.09.2019 – Зональный этап областной Спартакиады школьников: волейбол (дев.)- 4 место. Сдача норм ВФСК ГТО - 4 место, 15 чел.</w:t>
      </w:r>
      <w:r w:rsidR="00C67A3B" w:rsidRPr="00292650">
        <w:rPr>
          <w:sz w:val="28"/>
          <w:szCs w:val="28"/>
        </w:rPr>
        <w:t>;</w:t>
      </w:r>
    </w:p>
    <w:p w:rsidR="00851706" w:rsidRPr="00292650" w:rsidRDefault="00C67A3B" w:rsidP="003E22F3">
      <w:pPr>
        <w:jc w:val="both"/>
        <w:rPr>
          <w:sz w:val="28"/>
          <w:szCs w:val="28"/>
        </w:rPr>
      </w:pPr>
      <w:r w:rsidRPr="00292650">
        <w:rPr>
          <w:sz w:val="28"/>
          <w:szCs w:val="28"/>
        </w:rPr>
        <w:t>- 8.09.,15.09.,29.09.2019- первенство Ростовской области по футболу среди СДЮСШОР, ДЮСШ, КФК 2006-07 г.р. и 2004-05 г.р.; Милютинская – Боковская, Морозовскм – Милютинская, Милютинская – Обливская, 30 чел.</w:t>
      </w:r>
      <w:r w:rsidR="00851706" w:rsidRPr="00292650">
        <w:rPr>
          <w:sz w:val="28"/>
          <w:szCs w:val="28"/>
        </w:rPr>
        <w:t>;</w:t>
      </w:r>
    </w:p>
    <w:p w:rsidR="00851706" w:rsidRPr="00292650" w:rsidRDefault="00851706" w:rsidP="003E22F3">
      <w:pPr>
        <w:jc w:val="both"/>
        <w:rPr>
          <w:sz w:val="28"/>
          <w:szCs w:val="28"/>
        </w:rPr>
      </w:pPr>
      <w:r w:rsidRPr="00292650">
        <w:rPr>
          <w:sz w:val="28"/>
          <w:szCs w:val="28"/>
        </w:rPr>
        <w:t>- 10.10.2019-выполнение норм В</w:t>
      </w:r>
      <w:r w:rsidR="007B4E5E" w:rsidRPr="00292650">
        <w:rPr>
          <w:sz w:val="28"/>
          <w:szCs w:val="28"/>
        </w:rPr>
        <w:t>ФСК ГТО обучающимися 4-5 ступеней, 70 чел.;</w:t>
      </w:r>
    </w:p>
    <w:p w:rsidR="007B4E5E" w:rsidRPr="00292650" w:rsidRDefault="007B4E5E" w:rsidP="003E22F3">
      <w:pPr>
        <w:jc w:val="both"/>
        <w:rPr>
          <w:sz w:val="28"/>
          <w:szCs w:val="28"/>
        </w:rPr>
      </w:pPr>
      <w:r w:rsidRPr="00292650">
        <w:rPr>
          <w:sz w:val="28"/>
          <w:szCs w:val="28"/>
        </w:rPr>
        <w:t>- 17.10.2019- районная спартакиада школьников «Главный рекорд – Здоровье!» по футболу (сборные школ), 50 чел.;</w:t>
      </w:r>
    </w:p>
    <w:p w:rsidR="007B4E5E" w:rsidRPr="00292650" w:rsidRDefault="007B4E5E" w:rsidP="003E22F3">
      <w:pPr>
        <w:jc w:val="both"/>
        <w:rPr>
          <w:sz w:val="28"/>
          <w:szCs w:val="28"/>
        </w:rPr>
      </w:pPr>
      <w:r w:rsidRPr="00292650">
        <w:rPr>
          <w:sz w:val="28"/>
          <w:szCs w:val="28"/>
        </w:rPr>
        <w:t>- 18.10.2019 – районный турнир по шашкам имени Ф.К.Красниковой, награжденной орденом Красной звезды, 28 чел.;</w:t>
      </w:r>
    </w:p>
    <w:p w:rsidR="007B4E5E" w:rsidRPr="00292650" w:rsidRDefault="007B4E5E" w:rsidP="003E22F3">
      <w:pPr>
        <w:jc w:val="both"/>
        <w:rPr>
          <w:sz w:val="28"/>
          <w:szCs w:val="28"/>
        </w:rPr>
      </w:pPr>
      <w:r w:rsidRPr="00292650">
        <w:rPr>
          <w:sz w:val="28"/>
          <w:szCs w:val="28"/>
        </w:rPr>
        <w:t>- районный турнир по стрельбе имени А.Н.Огнева, воина-интернационалиста, награжденного орденами Красной Звезды и Красного знамени;</w:t>
      </w:r>
    </w:p>
    <w:p w:rsidR="007B4E5E" w:rsidRPr="00292650" w:rsidRDefault="007B4E5E" w:rsidP="003E22F3">
      <w:pPr>
        <w:jc w:val="both"/>
        <w:rPr>
          <w:sz w:val="28"/>
          <w:szCs w:val="28"/>
        </w:rPr>
      </w:pPr>
      <w:r w:rsidRPr="00292650">
        <w:rPr>
          <w:sz w:val="28"/>
          <w:szCs w:val="28"/>
        </w:rPr>
        <w:t>- 25.10.2019 – районный турнир по волейболу среди</w:t>
      </w:r>
      <w:r w:rsidR="005E6273" w:rsidRPr="00292650">
        <w:rPr>
          <w:sz w:val="28"/>
          <w:szCs w:val="28"/>
        </w:rPr>
        <w:t xml:space="preserve"> женских команд, посвященных памяти Героя Социалистического Труда В.И.Бурейко, 35 чел.;</w:t>
      </w:r>
    </w:p>
    <w:p w:rsidR="005E6273" w:rsidRPr="00292650" w:rsidRDefault="005E6273" w:rsidP="003E22F3">
      <w:pPr>
        <w:jc w:val="both"/>
        <w:rPr>
          <w:sz w:val="28"/>
          <w:szCs w:val="28"/>
        </w:rPr>
      </w:pPr>
      <w:r w:rsidRPr="00292650">
        <w:rPr>
          <w:sz w:val="28"/>
          <w:szCs w:val="28"/>
        </w:rPr>
        <w:t>- 28.10.-29.10.2019 – второй зональный этап областных соревнований «Мини-футбол в школу» среди учащихся 2004-2005 г.р., 2006-2007 г.р., 2008-2009 г.р.,35 чел.;</w:t>
      </w:r>
    </w:p>
    <w:p w:rsidR="005E6273" w:rsidRPr="00292650" w:rsidRDefault="005E6273" w:rsidP="003E22F3">
      <w:pPr>
        <w:jc w:val="both"/>
        <w:rPr>
          <w:sz w:val="28"/>
          <w:szCs w:val="28"/>
        </w:rPr>
      </w:pPr>
      <w:r w:rsidRPr="00292650">
        <w:rPr>
          <w:sz w:val="28"/>
          <w:szCs w:val="28"/>
        </w:rPr>
        <w:lastRenderedPageBreak/>
        <w:t>- 02.11.2019 – районный турнир по волейболу среди мужских команд имени Героя СССР Воликова С.А., 45 чел.;</w:t>
      </w:r>
    </w:p>
    <w:p w:rsidR="005E6273" w:rsidRPr="00292650" w:rsidRDefault="005E6273" w:rsidP="003E22F3">
      <w:pPr>
        <w:jc w:val="both"/>
        <w:rPr>
          <w:sz w:val="28"/>
          <w:szCs w:val="28"/>
        </w:rPr>
      </w:pPr>
      <w:r w:rsidRPr="00292650">
        <w:rPr>
          <w:sz w:val="28"/>
          <w:szCs w:val="28"/>
        </w:rPr>
        <w:t>-15.11.2019 – районные соревнования в зачет районной Спартакиады школьников «Главный рекорд – Здоровье!» по шашкам, шахматам и настольному теннису, 80 чел.;</w:t>
      </w:r>
    </w:p>
    <w:p w:rsidR="005E6273" w:rsidRPr="00292650" w:rsidRDefault="00065D08" w:rsidP="005E6273">
      <w:pPr>
        <w:jc w:val="both"/>
        <w:rPr>
          <w:sz w:val="28"/>
          <w:szCs w:val="28"/>
        </w:rPr>
      </w:pPr>
      <w:r w:rsidRPr="00292650">
        <w:rPr>
          <w:sz w:val="28"/>
          <w:szCs w:val="28"/>
        </w:rPr>
        <w:t xml:space="preserve">- </w:t>
      </w:r>
      <w:r w:rsidR="005E6273" w:rsidRPr="00292650">
        <w:rPr>
          <w:sz w:val="28"/>
          <w:szCs w:val="28"/>
        </w:rPr>
        <w:t>15-17.11.2019 - второй зональный этап областных соревнований «Мини-футбол в школу» среди учащихся 2004-2005 г.р., 2006-2007 г.р., 2008-2009 г.р.,30 чел.;</w:t>
      </w:r>
    </w:p>
    <w:p w:rsidR="005E6273" w:rsidRPr="00292650" w:rsidRDefault="00065D08" w:rsidP="005E6273">
      <w:pPr>
        <w:jc w:val="both"/>
        <w:rPr>
          <w:sz w:val="28"/>
          <w:szCs w:val="28"/>
        </w:rPr>
      </w:pPr>
      <w:r w:rsidRPr="00292650">
        <w:rPr>
          <w:sz w:val="28"/>
          <w:szCs w:val="28"/>
        </w:rPr>
        <w:t xml:space="preserve">- </w:t>
      </w:r>
      <w:r w:rsidR="005E6273" w:rsidRPr="00292650">
        <w:rPr>
          <w:sz w:val="28"/>
          <w:szCs w:val="28"/>
        </w:rPr>
        <w:t xml:space="preserve">21.11.2019 </w:t>
      </w:r>
      <w:r w:rsidRPr="00292650">
        <w:rPr>
          <w:sz w:val="28"/>
          <w:szCs w:val="28"/>
        </w:rPr>
        <w:t>–</w:t>
      </w:r>
      <w:r w:rsidR="005E6273" w:rsidRPr="00292650">
        <w:rPr>
          <w:sz w:val="28"/>
          <w:szCs w:val="28"/>
        </w:rPr>
        <w:t xml:space="preserve"> </w:t>
      </w:r>
      <w:r w:rsidRPr="00292650">
        <w:rPr>
          <w:sz w:val="28"/>
          <w:szCs w:val="28"/>
        </w:rPr>
        <w:t>второй день выполнения нормативов ВФСК ГТО обучающимися 4-5 ступеней, 70 чел.;</w:t>
      </w:r>
    </w:p>
    <w:p w:rsidR="00065D08" w:rsidRPr="00292650" w:rsidRDefault="00065D08" w:rsidP="00065D08">
      <w:pPr>
        <w:jc w:val="both"/>
        <w:rPr>
          <w:sz w:val="28"/>
          <w:szCs w:val="28"/>
        </w:rPr>
      </w:pPr>
      <w:r w:rsidRPr="00292650">
        <w:rPr>
          <w:sz w:val="28"/>
          <w:szCs w:val="28"/>
        </w:rPr>
        <w:t>- 08.12.2019 - однодневный турнир по мини-футболу, проводимый Федерацией футбола Ростовской области, г.Морозовск, среди учащихся 2003-2004 г.р.,  10 чел.;</w:t>
      </w:r>
    </w:p>
    <w:p w:rsidR="00065D08" w:rsidRPr="00292650" w:rsidRDefault="00065D08" w:rsidP="00065D08">
      <w:pPr>
        <w:jc w:val="both"/>
        <w:rPr>
          <w:sz w:val="28"/>
          <w:szCs w:val="28"/>
        </w:rPr>
      </w:pPr>
      <w:r w:rsidRPr="00292650">
        <w:rPr>
          <w:sz w:val="28"/>
          <w:szCs w:val="28"/>
        </w:rPr>
        <w:t>- 12.12.2019 – муниципальный этап областных соревнований «Уличная баскетбольная лига», районные соревнования в зачет районной Спартакиады школьников «главный рекорд – Здоровье!», 75 чел.;</w:t>
      </w:r>
    </w:p>
    <w:p w:rsidR="00065D08" w:rsidRPr="00292650" w:rsidRDefault="00065D08" w:rsidP="00065D08">
      <w:pPr>
        <w:jc w:val="both"/>
        <w:rPr>
          <w:sz w:val="28"/>
          <w:szCs w:val="28"/>
        </w:rPr>
      </w:pPr>
      <w:r w:rsidRPr="00292650">
        <w:rPr>
          <w:sz w:val="28"/>
          <w:szCs w:val="28"/>
        </w:rPr>
        <w:t>-13.12.2019 – районный турнир по шахматам имени Героя России Дейнекина П.С.</w:t>
      </w:r>
    </w:p>
    <w:p w:rsidR="00065D08" w:rsidRPr="00292650" w:rsidRDefault="00065D08" w:rsidP="005E6273">
      <w:pPr>
        <w:jc w:val="both"/>
        <w:rPr>
          <w:sz w:val="28"/>
          <w:szCs w:val="28"/>
        </w:rPr>
      </w:pPr>
    </w:p>
    <w:p w:rsidR="00065D08" w:rsidRPr="00292650" w:rsidRDefault="00065D08" w:rsidP="005E6273">
      <w:pPr>
        <w:jc w:val="both"/>
        <w:rPr>
          <w:sz w:val="28"/>
          <w:szCs w:val="28"/>
        </w:rPr>
      </w:pPr>
    </w:p>
    <w:p w:rsidR="005E6273" w:rsidRDefault="005E6273" w:rsidP="003E22F3">
      <w:pPr>
        <w:jc w:val="both"/>
        <w:rPr>
          <w:sz w:val="28"/>
          <w:szCs w:val="28"/>
        </w:rPr>
      </w:pPr>
    </w:p>
    <w:p w:rsidR="007B4E5E" w:rsidRDefault="007B4E5E" w:rsidP="003E22F3">
      <w:pPr>
        <w:jc w:val="both"/>
        <w:rPr>
          <w:sz w:val="28"/>
          <w:szCs w:val="28"/>
        </w:rPr>
      </w:pPr>
    </w:p>
    <w:p w:rsidR="003E22F3" w:rsidRPr="003F23A3" w:rsidRDefault="003E22F3" w:rsidP="003E22F3">
      <w:pPr>
        <w:jc w:val="both"/>
        <w:rPr>
          <w:sz w:val="28"/>
          <w:szCs w:val="28"/>
        </w:rPr>
      </w:pPr>
      <w:r w:rsidRPr="003F23A3">
        <w:rPr>
          <w:sz w:val="28"/>
          <w:szCs w:val="28"/>
        </w:rPr>
        <w:t xml:space="preserve"> </w:t>
      </w:r>
    </w:p>
    <w:p w:rsidR="003E22F3" w:rsidRPr="003F23A3" w:rsidRDefault="003E22F3" w:rsidP="002B2F26">
      <w:pPr>
        <w:jc w:val="both"/>
        <w:rPr>
          <w:sz w:val="28"/>
          <w:szCs w:val="28"/>
        </w:rPr>
      </w:pPr>
    </w:p>
    <w:p w:rsidR="00900F88" w:rsidRPr="003F23A3" w:rsidRDefault="00900F88" w:rsidP="00900F88">
      <w:pPr>
        <w:ind w:firstLine="900"/>
        <w:jc w:val="both"/>
        <w:rPr>
          <w:sz w:val="28"/>
          <w:szCs w:val="28"/>
        </w:rPr>
      </w:pPr>
    </w:p>
    <w:sectPr w:rsidR="00900F88" w:rsidRPr="003F23A3" w:rsidSect="005F6590">
      <w:pgSz w:w="11907" w:h="16840" w:code="9"/>
      <w:pgMar w:top="567" w:right="851" w:bottom="295" w:left="851"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0E00" w:rsidRDefault="001F0E00">
      <w:r>
        <w:separator/>
      </w:r>
    </w:p>
  </w:endnote>
  <w:endnote w:type="continuationSeparator" w:id="0">
    <w:p w:rsidR="001F0E00" w:rsidRDefault="001F0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Times">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0E00" w:rsidRDefault="001F0E00">
      <w:r>
        <w:separator/>
      </w:r>
    </w:p>
  </w:footnote>
  <w:footnote w:type="continuationSeparator" w:id="0">
    <w:p w:rsidR="001F0E00" w:rsidRDefault="001F0E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20B85"/>
    <w:multiLevelType w:val="multilevel"/>
    <w:tmpl w:val="F97EEDFC"/>
    <w:lvl w:ilvl="0">
      <w:start w:val="1"/>
      <w:numFmt w:val="decimal"/>
      <w:lvlText w:val="%1."/>
      <w:lvlJc w:val="left"/>
      <w:pPr>
        <w:ind w:left="720" w:hanging="360"/>
      </w:pPr>
    </w:lvl>
    <w:lvl w:ilvl="1">
      <w:start w:val="1"/>
      <w:numFmt w:val="decimal"/>
      <w:isLgl/>
      <w:lvlText w:val="%1.%2."/>
      <w:lvlJc w:val="left"/>
      <w:pPr>
        <w:ind w:left="1440" w:hanging="720"/>
      </w:pPr>
      <w:rPr>
        <w:b/>
      </w:r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1" w15:restartNumberingAfterBreak="0">
    <w:nsid w:val="0D2E49F0"/>
    <w:multiLevelType w:val="hybridMultilevel"/>
    <w:tmpl w:val="9702B9AA"/>
    <w:lvl w:ilvl="0" w:tplc="CAEA1EE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6A69A3"/>
    <w:multiLevelType w:val="hybridMultilevel"/>
    <w:tmpl w:val="D418158E"/>
    <w:lvl w:ilvl="0" w:tplc="E83833B4">
      <w:start w:val="1"/>
      <w:numFmt w:val="decimal"/>
      <w:lvlText w:val="%1)"/>
      <w:lvlJc w:val="left"/>
      <w:pPr>
        <w:ind w:left="532" w:hanging="39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3" w15:restartNumberingAfterBreak="0">
    <w:nsid w:val="2E6A64A4"/>
    <w:multiLevelType w:val="hybridMultilevel"/>
    <w:tmpl w:val="F29CEE7A"/>
    <w:lvl w:ilvl="0" w:tplc="727469F0">
      <w:start w:val="1"/>
      <w:numFmt w:val="decimal"/>
      <w:lvlText w:val="%1)"/>
      <w:lvlJc w:val="left"/>
      <w:pPr>
        <w:ind w:left="502" w:hanging="360"/>
      </w:pPr>
      <w:rPr>
        <w:rFonts w:hint="default"/>
        <w:sz w:val="28"/>
        <w:szCs w:val="28"/>
        <w:lang w:val="x-none"/>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44BB7377"/>
    <w:multiLevelType w:val="hybridMultilevel"/>
    <w:tmpl w:val="54603986"/>
    <w:lvl w:ilvl="0" w:tplc="C9461420">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5" w15:restartNumberingAfterBreak="0">
    <w:nsid w:val="4C6E568F"/>
    <w:multiLevelType w:val="multilevel"/>
    <w:tmpl w:val="F97EEDF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15:restartNumberingAfterBreak="0">
    <w:nsid w:val="50A22EC3"/>
    <w:multiLevelType w:val="hybridMultilevel"/>
    <w:tmpl w:val="54A4AA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5427FEF"/>
    <w:multiLevelType w:val="multilevel"/>
    <w:tmpl w:val="F774CD28"/>
    <w:lvl w:ilvl="0">
      <w:start w:val="1"/>
      <w:numFmt w:val="decimal"/>
      <w:lvlText w:val="%1"/>
      <w:lvlJc w:val="left"/>
      <w:pPr>
        <w:ind w:left="375" w:hanging="375"/>
      </w:pPr>
      <w:rPr>
        <w:rFonts w:hint="default"/>
      </w:rPr>
    </w:lvl>
    <w:lvl w:ilvl="1">
      <w:start w:val="4"/>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5C0D29F2"/>
    <w:multiLevelType w:val="multilevel"/>
    <w:tmpl w:val="F97EEDF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9" w15:restartNumberingAfterBreak="0">
    <w:nsid w:val="5DF5425C"/>
    <w:multiLevelType w:val="hybridMultilevel"/>
    <w:tmpl w:val="26C6BF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35D37B4"/>
    <w:multiLevelType w:val="multilevel"/>
    <w:tmpl w:val="44444E5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6A853E65"/>
    <w:multiLevelType w:val="multilevel"/>
    <w:tmpl w:val="0C789FB4"/>
    <w:lvl w:ilvl="0">
      <w:start w:val="21"/>
      <w:numFmt w:val="decimal"/>
      <w:lvlText w:val="%1"/>
      <w:lvlJc w:val="left"/>
      <w:pPr>
        <w:ind w:left="1305" w:hanging="1305"/>
      </w:pPr>
      <w:rPr>
        <w:rFonts w:hint="default"/>
      </w:rPr>
    </w:lvl>
    <w:lvl w:ilvl="1">
      <w:start w:val="5"/>
      <w:numFmt w:val="decimalZero"/>
      <w:lvlText w:val="%1.%2"/>
      <w:lvlJc w:val="left"/>
      <w:pPr>
        <w:ind w:left="1305" w:hanging="1305"/>
      </w:pPr>
      <w:rPr>
        <w:rFonts w:hint="default"/>
      </w:rPr>
    </w:lvl>
    <w:lvl w:ilvl="2">
      <w:start w:val="2019"/>
      <w:numFmt w:val="decimal"/>
      <w:lvlText w:val="%1.%2.%3"/>
      <w:lvlJc w:val="left"/>
      <w:pPr>
        <w:ind w:left="1305" w:hanging="1305"/>
      </w:pPr>
      <w:rPr>
        <w:rFonts w:hint="default"/>
      </w:rPr>
    </w:lvl>
    <w:lvl w:ilvl="3">
      <w:start w:val="1"/>
      <w:numFmt w:val="decimal"/>
      <w:lvlText w:val="%1.%2.%3.%4"/>
      <w:lvlJc w:val="left"/>
      <w:pPr>
        <w:ind w:left="1305" w:hanging="1305"/>
      </w:pPr>
      <w:rPr>
        <w:rFonts w:hint="default"/>
      </w:rPr>
    </w:lvl>
    <w:lvl w:ilvl="4">
      <w:start w:val="1"/>
      <w:numFmt w:val="decimal"/>
      <w:lvlText w:val="%1.%2.%3.%4.%5"/>
      <w:lvlJc w:val="left"/>
      <w:pPr>
        <w:ind w:left="1305" w:hanging="1305"/>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8"/>
  </w:num>
  <w:num w:numId="2">
    <w:abstractNumId w:val="7"/>
  </w:num>
  <w:num w:numId="3">
    <w:abstractNumId w:val="5"/>
  </w:num>
  <w:num w:numId="4">
    <w:abstractNumId w:val="1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1"/>
  </w:num>
  <w:num w:numId="8">
    <w:abstractNumId w:val="3"/>
  </w:num>
  <w:num w:numId="9">
    <w:abstractNumId w:val="2"/>
  </w:num>
  <w:num w:numId="10">
    <w:abstractNumId w:val="1"/>
  </w:num>
  <w:num w:numId="11">
    <w:abstractNumId w:val="4"/>
  </w:num>
  <w:num w:numId="12">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94B"/>
    <w:rsid w:val="00000641"/>
    <w:rsid w:val="00000869"/>
    <w:rsid w:val="00000AC1"/>
    <w:rsid w:val="00000D12"/>
    <w:rsid w:val="00001C5D"/>
    <w:rsid w:val="0000352C"/>
    <w:rsid w:val="00003685"/>
    <w:rsid w:val="00003E58"/>
    <w:rsid w:val="00005DA1"/>
    <w:rsid w:val="00006152"/>
    <w:rsid w:val="0000620B"/>
    <w:rsid w:val="00007C9A"/>
    <w:rsid w:val="000119A0"/>
    <w:rsid w:val="0001257B"/>
    <w:rsid w:val="00012F06"/>
    <w:rsid w:val="00013555"/>
    <w:rsid w:val="00016144"/>
    <w:rsid w:val="000169CE"/>
    <w:rsid w:val="00017E1B"/>
    <w:rsid w:val="0002135E"/>
    <w:rsid w:val="00021ED5"/>
    <w:rsid w:val="00022C67"/>
    <w:rsid w:val="00023109"/>
    <w:rsid w:val="0002369A"/>
    <w:rsid w:val="00025804"/>
    <w:rsid w:val="000263FB"/>
    <w:rsid w:val="0003118D"/>
    <w:rsid w:val="00031798"/>
    <w:rsid w:val="00031DC4"/>
    <w:rsid w:val="00032C09"/>
    <w:rsid w:val="00033471"/>
    <w:rsid w:val="00033D03"/>
    <w:rsid w:val="0003432C"/>
    <w:rsid w:val="00036954"/>
    <w:rsid w:val="0003751F"/>
    <w:rsid w:val="00040212"/>
    <w:rsid w:val="00045B88"/>
    <w:rsid w:val="00046301"/>
    <w:rsid w:val="00046880"/>
    <w:rsid w:val="000475F8"/>
    <w:rsid w:val="000477BE"/>
    <w:rsid w:val="00047AC0"/>
    <w:rsid w:val="00050545"/>
    <w:rsid w:val="0005464C"/>
    <w:rsid w:val="000553D9"/>
    <w:rsid w:val="00055846"/>
    <w:rsid w:val="00056155"/>
    <w:rsid w:val="000635A4"/>
    <w:rsid w:val="00063843"/>
    <w:rsid w:val="00064BC6"/>
    <w:rsid w:val="000653DB"/>
    <w:rsid w:val="00065D08"/>
    <w:rsid w:val="000668D7"/>
    <w:rsid w:val="00066968"/>
    <w:rsid w:val="00067415"/>
    <w:rsid w:val="000676AC"/>
    <w:rsid w:val="00075071"/>
    <w:rsid w:val="00076636"/>
    <w:rsid w:val="00076AD9"/>
    <w:rsid w:val="00076B95"/>
    <w:rsid w:val="000770EC"/>
    <w:rsid w:val="0007787E"/>
    <w:rsid w:val="000805DC"/>
    <w:rsid w:val="00080F47"/>
    <w:rsid w:val="000812B0"/>
    <w:rsid w:val="000828ED"/>
    <w:rsid w:val="00082E91"/>
    <w:rsid w:val="0008313F"/>
    <w:rsid w:val="000834AB"/>
    <w:rsid w:val="00083755"/>
    <w:rsid w:val="000852C7"/>
    <w:rsid w:val="00085E37"/>
    <w:rsid w:val="000862EA"/>
    <w:rsid w:val="00086C8C"/>
    <w:rsid w:val="00086D64"/>
    <w:rsid w:val="00087263"/>
    <w:rsid w:val="00087F6B"/>
    <w:rsid w:val="000911D7"/>
    <w:rsid w:val="00091A01"/>
    <w:rsid w:val="00092B7D"/>
    <w:rsid w:val="00092C74"/>
    <w:rsid w:val="00094A5A"/>
    <w:rsid w:val="000A1EC7"/>
    <w:rsid w:val="000A2106"/>
    <w:rsid w:val="000A39B3"/>
    <w:rsid w:val="000A3AEE"/>
    <w:rsid w:val="000A5149"/>
    <w:rsid w:val="000A528B"/>
    <w:rsid w:val="000A66C1"/>
    <w:rsid w:val="000B134A"/>
    <w:rsid w:val="000B2027"/>
    <w:rsid w:val="000B23BC"/>
    <w:rsid w:val="000B3086"/>
    <w:rsid w:val="000B3C71"/>
    <w:rsid w:val="000B4733"/>
    <w:rsid w:val="000B4E60"/>
    <w:rsid w:val="000B58CC"/>
    <w:rsid w:val="000B750A"/>
    <w:rsid w:val="000B783A"/>
    <w:rsid w:val="000B7E77"/>
    <w:rsid w:val="000C0D17"/>
    <w:rsid w:val="000C11E7"/>
    <w:rsid w:val="000C1E80"/>
    <w:rsid w:val="000C20D0"/>
    <w:rsid w:val="000C2896"/>
    <w:rsid w:val="000C2F94"/>
    <w:rsid w:val="000C37AA"/>
    <w:rsid w:val="000C39D5"/>
    <w:rsid w:val="000C5957"/>
    <w:rsid w:val="000C6025"/>
    <w:rsid w:val="000C64A5"/>
    <w:rsid w:val="000D27FA"/>
    <w:rsid w:val="000D2BF0"/>
    <w:rsid w:val="000D36E2"/>
    <w:rsid w:val="000D37E3"/>
    <w:rsid w:val="000D468E"/>
    <w:rsid w:val="000D538B"/>
    <w:rsid w:val="000E18B1"/>
    <w:rsid w:val="000E32E5"/>
    <w:rsid w:val="000E366A"/>
    <w:rsid w:val="000E382F"/>
    <w:rsid w:val="000E3D7E"/>
    <w:rsid w:val="000E57E0"/>
    <w:rsid w:val="000E645F"/>
    <w:rsid w:val="000E76E3"/>
    <w:rsid w:val="000E7714"/>
    <w:rsid w:val="000F0902"/>
    <w:rsid w:val="000F15BC"/>
    <w:rsid w:val="000F2615"/>
    <w:rsid w:val="000F2FF7"/>
    <w:rsid w:val="000F39E5"/>
    <w:rsid w:val="000F3BCB"/>
    <w:rsid w:val="000F45D9"/>
    <w:rsid w:val="000F5513"/>
    <w:rsid w:val="000F57B8"/>
    <w:rsid w:val="000F5B37"/>
    <w:rsid w:val="001002E6"/>
    <w:rsid w:val="001005BA"/>
    <w:rsid w:val="00100A64"/>
    <w:rsid w:val="00100B36"/>
    <w:rsid w:val="001013C3"/>
    <w:rsid w:val="00101B90"/>
    <w:rsid w:val="00103A38"/>
    <w:rsid w:val="00104A68"/>
    <w:rsid w:val="001050C1"/>
    <w:rsid w:val="00105CDE"/>
    <w:rsid w:val="0010625A"/>
    <w:rsid w:val="00107659"/>
    <w:rsid w:val="0010779E"/>
    <w:rsid w:val="00107F54"/>
    <w:rsid w:val="00110450"/>
    <w:rsid w:val="00111006"/>
    <w:rsid w:val="001113E7"/>
    <w:rsid w:val="00112071"/>
    <w:rsid w:val="001124CB"/>
    <w:rsid w:val="00115081"/>
    <w:rsid w:val="00115146"/>
    <w:rsid w:val="001151EA"/>
    <w:rsid w:val="00115C6A"/>
    <w:rsid w:val="00115D44"/>
    <w:rsid w:val="00115DF2"/>
    <w:rsid w:val="001169BC"/>
    <w:rsid w:val="00120572"/>
    <w:rsid w:val="00121B17"/>
    <w:rsid w:val="00125FE4"/>
    <w:rsid w:val="00126787"/>
    <w:rsid w:val="00126879"/>
    <w:rsid w:val="00127CA3"/>
    <w:rsid w:val="00130305"/>
    <w:rsid w:val="00130B0D"/>
    <w:rsid w:val="0013183E"/>
    <w:rsid w:val="00132105"/>
    <w:rsid w:val="00132569"/>
    <w:rsid w:val="00133493"/>
    <w:rsid w:val="00133C9F"/>
    <w:rsid w:val="00134F50"/>
    <w:rsid w:val="00135047"/>
    <w:rsid w:val="00136E39"/>
    <w:rsid w:val="00137363"/>
    <w:rsid w:val="001401FD"/>
    <w:rsid w:val="001410F2"/>
    <w:rsid w:val="001431D8"/>
    <w:rsid w:val="00143A2F"/>
    <w:rsid w:val="001440F7"/>
    <w:rsid w:val="0014438B"/>
    <w:rsid w:val="00145BB2"/>
    <w:rsid w:val="0014608E"/>
    <w:rsid w:val="00147F96"/>
    <w:rsid w:val="00150531"/>
    <w:rsid w:val="00150F5C"/>
    <w:rsid w:val="0015241F"/>
    <w:rsid w:val="00152DD0"/>
    <w:rsid w:val="00153C68"/>
    <w:rsid w:val="001543D1"/>
    <w:rsid w:val="00154BD5"/>
    <w:rsid w:val="00154D6B"/>
    <w:rsid w:val="00154E4F"/>
    <w:rsid w:val="001561A1"/>
    <w:rsid w:val="00156488"/>
    <w:rsid w:val="00160183"/>
    <w:rsid w:val="0016071D"/>
    <w:rsid w:val="00164DAF"/>
    <w:rsid w:val="00170CA6"/>
    <w:rsid w:val="00171ECE"/>
    <w:rsid w:val="001728E6"/>
    <w:rsid w:val="00173EB0"/>
    <w:rsid w:val="001745F0"/>
    <w:rsid w:val="0017461C"/>
    <w:rsid w:val="001779BA"/>
    <w:rsid w:val="00177A31"/>
    <w:rsid w:val="001802FD"/>
    <w:rsid w:val="0018139E"/>
    <w:rsid w:val="0018382A"/>
    <w:rsid w:val="00183B59"/>
    <w:rsid w:val="00183D13"/>
    <w:rsid w:val="00186A55"/>
    <w:rsid w:val="00191B49"/>
    <w:rsid w:val="0019208F"/>
    <w:rsid w:val="00193073"/>
    <w:rsid w:val="00193F9F"/>
    <w:rsid w:val="00194383"/>
    <w:rsid w:val="00194A7E"/>
    <w:rsid w:val="00194F7C"/>
    <w:rsid w:val="001954DA"/>
    <w:rsid w:val="00195786"/>
    <w:rsid w:val="00195898"/>
    <w:rsid w:val="00196B58"/>
    <w:rsid w:val="00196C64"/>
    <w:rsid w:val="00196D3E"/>
    <w:rsid w:val="001A17F1"/>
    <w:rsid w:val="001A2CA3"/>
    <w:rsid w:val="001A350D"/>
    <w:rsid w:val="001A386C"/>
    <w:rsid w:val="001A39E8"/>
    <w:rsid w:val="001A41B0"/>
    <w:rsid w:val="001A4633"/>
    <w:rsid w:val="001A523F"/>
    <w:rsid w:val="001A7B3D"/>
    <w:rsid w:val="001B0872"/>
    <w:rsid w:val="001B0997"/>
    <w:rsid w:val="001B22C1"/>
    <w:rsid w:val="001B2A95"/>
    <w:rsid w:val="001B3299"/>
    <w:rsid w:val="001B4575"/>
    <w:rsid w:val="001B5536"/>
    <w:rsid w:val="001B6163"/>
    <w:rsid w:val="001B6BF1"/>
    <w:rsid w:val="001B6D01"/>
    <w:rsid w:val="001B7C0A"/>
    <w:rsid w:val="001C0A11"/>
    <w:rsid w:val="001C10E8"/>
    <w:rsid w:val="001C1C76"/>
    <w:rsid w:val="001C2349"/>
    <w:rsid w:val="001C2720"/>
    <w:rsid w:val="001C29FA"/>
    <w:rsid w:val="001C2F22"/>
    <w:rsid w:val="001C33B6"/>
    <w:rsid w:val="001C34F5"/>
    <w:rsid w:val="001C3E35"/>
    <w:rsid w:val="001C4F9A"/>
    <w:rsid w:val="001C59EB"/>
    <w:rsid w:val="001C6A75"/>
    <w:rsid w:val="001C7C53"/>
    <w:rsid w:val="001D1202"/>
    <w:rsid w:val="001D2462"/>
    <w:rsid w:val="001D26A2"/>
    <w:rsid w:val="001D39A6"/>
    <w:rsid w:val="001D46EE"/>
    <w:rsid w:val="001D4A9F"/>
    <w:rsid w:val="001D4C43"/>
    <w:rsid w:val="001D4F9E"/>
    <w:rsid w:val="001D525E"/>
    <w:rsid w:val="001D545F"/>
    <w:rsid w:val="001D64C2"/>
    <w:rsid w:val="001D6FCD"/>
    <w:rsid w:val="001D7202"/>
    <w:rsid w:val="001D77C7"/>
    <w:rsid w:val="001D7864"/>
    <w:rsid w:val="001D7FCA"/>
    <w:rsid w:val="001E018D"/>
    <w:rsid w:val="001E040B"/>
    <w:rsid w:val="001E051C"/>
    <w:rsid w:val="001E27BE"/>
    <w:rsid w:val="001E3023"/>
    <w:rsid w:val="001E3A9F"/>
    <w:rsid w:val="001E4D73"/>
    <w:rsid w:val="001E599E"/>
    <w:rsid w:val="001E5BB1"/>
    <w:rsid w:val="001F0E00"/>
    <w:rsid w:val="001F241A"/>
    <w:rsid w:val="001F283B"/>
    <w:rsid w:val="001F2ACB"/>
    <w:rsid w:val="001F3068"/>
    <w:rsid w:val="001F3098"/>
    <w:rsid w:val="001F3862"/>
    <w:rsid w:val="001F5D9D"/>
    <w:rsid w:val="001F6A1D"/>
    <w:rsid w:val="001F71D8"/>
    <w:rsid w:val="001F76D5"/>
    <w:rsid w:val="0020051F"/>
    <w:rsid w:val="00201700"/>
    <w:rsid w:val="00202ACE"/>
    <w:rsid w:val="00202D81"/>
    <w:rsid w:val="002040BC"/>
    <w:rsid w:val="00205BD6"/>
    <w:rsid w:val="002069A0"/>
    <w:rsid w:val="00207B55"/>
    <w:rsid w:val="00210E17"/>
    <w:rsid w:val="00214FDE"/>
    <w:rsid w:val="00215161"/>
    <w:rsid w:val="002156F3"/>
    <w:rsid w:val="00215804"/>
    <w:rsid w:val="002174D1"/>
    <w:rsid w:val="002179CD"/>
    <w:rsid w:val="002203CA"/>
    <w:rsid w:val="0022107E"/>
    <w:rsid w:val="002214D5"/>
    <w:rsid w:val="00222622"/>
    <w:rsid w:val="00222FC4"/>
    <w:rsid w:val="002235A0"/>
    <w:rsid w:val="0022371D"/>
    <w:rsid w:val="00224311"/>
    <w:rsid w:val="00224C9E"/>
    <w:rsid w:val="0022511B"/>
    <w:rsid w:val="00227632"/>
    <w:rsid w:val="0023031C"/>
    <w:rsid w:val="00231D5D"/>
    <w:rsid w:val="00231FD3"/>
    <w:rsid w:val="002326F4"/>
    <w:rsid w:val="00233F66"/>
    <w:rsid w:val="0023446E"/>
    <w:rsid w:val="00235079"/>
    <w:rsid w:val="0023580C"/>
    <w:rsid w:val="00235C63"/>
    <w:rsid w:val="002371B5"/>
    <w:rsid w:val="00240635"/>
    <w:rsid w:val="0024150C"/>
    <w:rsid w:val="00241C18"/>
    <w:rsid w:val="00241E69"/>
    <w:rsid w:val="00241FD9"/>
    <w:rsid w:val="00242383"/>
    <w:rsid w:val="00243A57"/>
    <w:rsid w:val="00245100"/>
    <w:rsid w:val="00246D7F"/>
    <w:rsid w:val="00247467"/>
    <w:rsid w:val="0025009D"/>
    <w:rsid w:val="00250B8B"/>
    <w:rsid w:val="0025246D"/>
    <w:rsid w:val="0025299A"/>
    <w:rsid w:val="002530FA"/>
    <w:rsid w:val="00253A53"/>
    <w:rsid w:val="00253B68"/>
    <w:rsid w:val="00254C73"/>
    <w:rsid w:val="00255D13"/>
    <w:rsid w:val="002572B6"/>
    <w:rsid w:val="002606CE"/>
    <w:rsid w:val="002606CF"/>
    <w:rsid w:val="0026142B"/>
    <w:rsid w:val="00261C2A"/>
    <w:rsid w:val="002630A0"/>
    <w:rsid w:val="002640FB"/>
    <w:rsid w:val="00264E41"/>
    <w:rsid w:val="0026795E"/>
    <w:rsid w:val="00270083"/>
    <w:rsid w:val="0027085C"/>
    <w:rsid w:val="00270E73"/>
    <w:rsid w:val="00271460"/>
    <w:rsid w:val="00271EE5"/>
    <w:rsid w:val="00273900"/>
    <w:rsid w:val="00273FA8"/>
    <w:rsid w:val="00277132"/>
    <w:rsid w:val="00281350"/>
    <w:rsid w:val="0028284E"/>
    <w:rsid w:val="00282A34"/>
    <w:rsid w:val="00283567"/>
    <w:rsid w:val="002845CE"/>
    <w:rsid w:val="0028562D"/>
    <w:rsid w:val="00285863"/>
    <w:rsid w:val="00285DBE"/>
    <w:rsid w:val="00286A7E"/>
    <w:rsid w:val="00286C81"/>
    <w:rsid w:val="00287273"/>
    <w:rsid w:val="0028732D"/>
    <w:rsid w:val="00287D4F"/>
    <w:rsid w:val="00290B0F"/>
    <w:rsid w:val="00291764"/>
    <w:rsid w:val="00291FB0"/>
    <w:rsid w:val="00292433"/>
    <w:rsid w:val="0029247E"/>
    <w:rsid w:val="00292650"/>
    <w:rsid w:val="002926E5"/>
    <w:rsid w:val="00292B0D"/>
    <w:rsid w:val="00294666"/>
    <w:rsid w:val="00294818"/>
    <w:rsid w:val="00294E68"/>
    <w:rsid w:val="00296344"/>
    <w:rsid w:val="002965F5"/>
    <w:rsid w:val="002979F0"/>
    <w:rsid w:val="002A0646"/>
    <w:rsid w:val="002A06FC"/>
    <w:rsid w:val="002A08D7"/>
    <w:rsid w:val="002A1AE5"/>
    <w:rsid w:val="002A3A48"/>
    <w:rsid w:val="002A3DAE"/>
    <w:rsid w:val="002A3DFA"/>
    <w:rsid w:val="002A3E7C"/>
    <w:rsid w:val="002A6B26"/>
    <w:rsid w:val="002A6B35"/>
    <w:rsid w:val="002A6F66"/>
    <w:rsid w:val="002A77B1"/>
    <w:rsid w:val="002B285C"/>
    <w:rsid w:val="002B2F26"/>
    <w:rsid w:val="002B31EB"/>
    <w:rsid w:val="002B34F1"/>
    <w:rsid w:val="002B58FF"/>
    <w:rsid w:val="002C1078"/>
    <w:rsid w:val="002C20C9"/>
    <w:rsid w:val="002C5796"/>
    <w:rsid w:val="002C57EC"/>
    <w:rsid w:val="002C7950"/>
    <w:rsid w:val="002D0090"/>
    <w:rsid w:val="002D1847"/>
    <w:rsid w:val="002D2039"/>
    <w:rsid w:val="002D379D"/>
    <w:rsid w:val="002D3B8D"/>
    <w:rsid w:val="002D52F2"/>
    <w:rsid w:val="002D56C2"/>
    <w:rsid w:val="002D7C0E"/>
    <w:rsid w:val="002D7CB9"/>
    <w:rsid w:val="002E0109"/>
    <w:rsid w:val="002E01F6"/>
    <w:rsid w:val="002E0384"/>
    <w:rsid w:val="002E0FDF"/>
    <w:rsid w:val="002E26F0"/>
    <w:rsid w:val="002E3BB6"/>
    <w:rsid w:val="002E5A3A"/>
    <w:rsid w:val="002E663D"/>
    <w:rsid w:val="002E6826"/>
    <w:rsid w:val="002E71A4"/>
    <w:rsid w:val="002E7C5F"/>
    <w:rsid w:val="002F012C"/>
    <w:rsid w:val="002F0244"/>
    <w:rsid w:val="002F02CB"/>
    <w:rsid w:val="002F11AE"/>
    <w:rsid w:val="002F1207"/>
    <w:rsid w:val="002F1796"/>
    <w:rsid w:val="002F1885"/>
    <w:rsid w:val="002F2115"/>
    <w:rsid w:val="002F2D61"/>
    <w:rsid w:val="002F3AB6"/>
    <w:rsid w:val="002F3C13"/>
    <w:rsid w:val="002F49BC"/>
    <w:rsid w:val="002F50B7"/>
    <w:rsid w:val="002F5304"/>
    <w:rsid w:val="002F5681"/>
    <w:rsid w:val="002F5EA6"/>
    <w:rsid w:val="002F5FEA"/>
    <w:rsid w:val="002F6892"/>
    <w:rsid w:val="003000EB"/>
    <w:rsid w:val="003007D2"/>
    <w:rsid w:val="00301044"/>
    <w:rsid w:val="00301269"/>
    <w:rsid w:val="00302AAD"/>
    <w:rsid w:val="003034EA"/>
    <w:rsid w:val="0030407F"/>
    <w:rsid w:val="00304924"/>
    <w:rsid w:val="00305B25"/>
    <w:rsid w:val="00306DBD"/>
    <w:rsid w:val="00310095"/>
    <w:rsid w:val="00310EF5"/>
    <w:rsid w:val="00311351"/>
    <w:rsid w:val="003135F7"/>
    <w:rsid w:val="00313867"/>
    <w:rsid w:val="00313E26"/>
    <w:rsid w:val="00314917"/>
    <w:rsid w:val="00314DF9"/>
    <w:rsid w:val="0031617F"/>
    <w:rsid w:val="003167CC"/>
    <w:rsid w:val="00317718"/>
    <w:rsid w:val="0031786C"/>
    <w:rsid w:val="003205D0"/>
    <w:rsid w:val="0032174B"/>
    <w:rsid w:val="0032198C"/>
    <w:rsid w:val="00321E51"/>
    <w:rsid w:val="003242BB"/>
    <w:rsid w:val="0032541B"/>
    <w:rsid w:val="00325850"/>
    <w:rsid w:val="003267DC"/>
    <w:rsid w:val="00327736"/>
    <w:rsid w:val="00327C59"/>
    <w:rsid w:val="0033054A"/>
    <w:rsid w:val="003315B2"/>
    <w:rsid w:val="00331C4D"/>
    <w:rsid w:val="003320D2"/>
    <w:rsid w:val="00334120"/>
    <w:rsid w:val="00334970"/>
    <w:rsid w:val="0033513A"/>
    <w:rsid w:val="003368B2"/>
    <w:rsid w:val="0034012D"/>
    <w:rsid w:val="0034094E"/>
    <w:rsid w:val="00340F0C"/>
    <w:rsid w:val="003421A2"/>
    <w:rsid w:val="00343110"/>
    <w:rsid w:val="00343783"/>
    <w:rsid w:val="00345C41"/>
    <w:rsid w:val="00345E6E"/>
    <w:rsid w:val="003506EC"/>
    <w:rsid w:val="00350D46"/>
    <w:rsid w:val="003528E9"/>
    <w:rsid w:val="003549D9"/>
    <w:rsid w:val="00355CBA"/>
    <w:rsid w:val="0035604F"/>
    <w:rsid w:val="00356A89"/>
    <w:rsid w:val="00357600"/>
    <w:rsid w:val="0036037E"/>
    <w:rsid w:val="0036056C"/>
    <w:rsid w:val="003605B7"/>
    <w:rsid w:val="0036273E"/>
    <w:rsid w:val="00362EF3"/>
    <w:rsid w:val="00363FBC"/>
    <w:rsid w:val="00364CB6"/>
    <w:rsid w:val="00366135"/>
    <w:rsid w:val="00370B11"/>
    <w:rsid w:val="00370B3D"/>
    <w:rsid w:val="0037102F"/>
    <w:rsid w:val="00371581"/>
    <w:rsid w:val="003724B4"/>
    <w:rsid w:val="00372F9B"/>
    <w:rsid w:val="003737E3"/>
    <w:rsid w:val="00373B23"/>
    <w:rsid w:val="00373FC6"/>
    <w:rsid w:val="00374DB5"/>
    <w:rsid w:val="00376948"/>
    <w:rsid w:val="00377B85"/>
    <w:rsid w:val="003809F3"/>
    <w:rsid w:val="0038122B"/>
    <w:rsid w:val="0038245B"/>
    <w:rsid w:val="003842BF"/>
    <w:rsid w:val="00384FAA"/>
    <w:rsid w:val="0038536C"/>
    <w:rsid w:val="0038579B"/>
    <w:rsid w:val="00386D33"/>
    <w:rsid w:val="00387027"/>
    <w:rsid w:val="00387335"/>
    <w:rsid w:val="00387E46"/>
    <w:rsid w:val="00387E4E"/>
    <w:rsid w:val="0039017A"/>
    <w:rsid w:val="003908C4"/>
    <w:rsid w:val="00391829"/>
    <w:rsid w:val="0039231C"/>
    <w:rsid w:val="00392C6F"/>
    <w:rsid w:val="00393777"/>
    <w:rsid w:val="00394702"/>
    <w:rsid w:val="003A0EFE"/>
    <w:rsid w:val="003A2D94"/>
    <w:rsid w:val="003A3570"/>
    <w:rsid w:val="003A626B"/>
    <w:rsid w:val="003A6FC4"/>
    <w:rsid w:val="003A7989"/>
    <w:rsid w:val="003B1216"/>
    <w:rsid w:val="003B1284"/>
    <w:rsid w:val="003B1F6B"/>
    <w:rsid w:val="003B226E"/>
    <w:rsid w:val="003B7463"/>
    <w:rsid w:val="003C0586"/>
    <w:rsid w:val="003C11BF"/>
    <w:rsid w:val="003C31BD"/>
    <w:rsid w:val="003C650F"/>
    <w:rsid w:val="003C6AAF"/>
    <w:rsid w:val="003C6E61"/>
    <w:rsid w:val="003D0DE6"/>
    <w:rsid w:val="003D11EB"/>
    <w:rsid w:val="003D2E66"/>
    <w:rsid w:val="003D2ED0"/>
    <w:rsid w:val="003D43CB"/>
    <w:rsid w:val="003D6086"/>
    <w:rsid w:val="003D7323"/>
    <w:rsid w:val="003D7A83"/>
    <w:rsid w:val="003E0A46"/>
    <w:rsid w:val="003E165A"/>
    <w:rsid w:val="003E22F3"/>
    <w:rsid w:val="003E2E2F"/>
    <w:rsid w:val="003E322B"/>
    <w:rsid w:val="003E3FB5"/>
    <w:rsid w:val="003E45AE"/>
    <w:rsid w:val="003E47E9"/>
    <w:rsid w:val="003E6BC1"/>
    <w:rsid w:val="003E6D67"/>
    <w:rsid w:val="003E7D4B"/>
    <w:rsid w:val="003E7F3F"/>
    <w:rsid w:val="003F224E"/>
    <w:rsid w:val="003F23A3"/>
    <w:rsid w:val="003F292D"/>
    <w:rsid w:val="003F3373"/>
    <w:rsid w:val="003F421B"/>
    <w:rsid w:val="003F4EBB"/>
    <w:rsid w:val="003F4FF0"/>
    <w:rsid w:val="003F5FDA"/>
    <w:rsid w:val="003F6402"/>
    <w:rsid w:val="003F6D74"/>
    <w:rsid w:val="003F7442"/>
    <w:rsid w:val="003F7EC9"/>
    <w:rsid w:val="004008FC"/>
    <w:rsid w:val="00400B78"/>
    <w:rsid w:val="00400B7D"/>
    <w:rsid w:val="00402456"/>
    <w:rsid w:val="00402D58"/>
    <w:rsid w:val="00403143"/>
    <w:rsid w:val="00405BC9"/>
    <w:rsid w:val="0041126D"/>
    <w:rsid w:val="004116AC"/>
    <w:rsid w:val="00411E2F"/>
    <w:rsid w:val="00413F8A"/>
    <w:rsid w:val="0041447D"/>
    <w:rsid w:val="00415BEA"/>
    <w:rsid w:val="00416F7D"/>
    <w:rsid w:val="004172B6"/>
    <w:rsid w:val="00417779"/>
    <w:rsid w:val="004218B9"/>
    <w:rsid w:val="004225BE"/>
    <w:rsid w:val="00423D0C"/>
    <w:rsid w:val="00425C5C"/>
    <w:rsid w:val="00426C50"/>
    <w:rsid w:val="00426C62"/>
    <w:rsid w:val="00426D3E"/>
    <w:rsid w:val="00427BF1"/>
    <w:rsid w:val="004301A4"/>
    <w:rsid w:val="0043028C"/>
    <w:rsid w:val="00430C39"/>
    <w:rsid w:val="00430C7F"/>
    <w:rsid w:val="00432525"/>
    <w:rsid w:val="00433472"/>
    <w:rsid w:val="00433CDA"/>
    <w:rsid w:val="00434A93"/>
    <w:rsid w:val="00435004"/>
    <w:rsid w:val="004355DB"/>
    <w:rsid w:val="00435689"/>
    <w:rsid w:val="0043676D"/>
    <w:rsid w:val="0043741E"/>
    <w:rsid w:val="004376E9"/>
    <w:rsid w:val="00437828"/>
    <w:rsid w:val="00437C73"/>
    <w:rsid w:val="00437D01"/>
    <w:rsid w:val="00440273"/>
    <w:rsid w:val="004418A9"/>
    <w:rsid w:val="00441F47"/>
    <w:rsid w:val="00442281"/>
    <w:rsid w:val="0044271A"/>
    <w:rsid w:val="00443AC4"/>
    <w:rsid w:val="004476ED"/>
    <w:rsid w:val="0045107D"/>
    <w:rsid w:val="004519C3"/>
    <w:rsid w:val="00453C5D"/>
    <w:rsid w:val="004547FF"/>
    <w:rsid w:val="00455763"/>
    <w:rsid w:val="00455B34"/>
    <w:rsid w:val="00455D8D"/>
    <w:rsid w:val="004570CD"/>
    <w:rsid w:val="004602D7"/>
    <w:rsid w:val="00460751"/>
    <w:rsid w:val="00460A19"/>
    <w:rsid w:val="0046128A"/>
    <w:rsid w:val="0046149D"/>
    <w:rsid w:val="0046169A"/>
    <w:rsid w:val="004620D6"/>
    <w:rsid w:val="00463B9F"/>
    <w:rsid w:val="00464C6C"/>
    <w:rsid w:val="00467DDA"/>
    <w:rsid w:val="00467E9A"/>
    <w:rsid w:val="004716CA"/>
    <w:rsid w:val="00472679"/>
    <w:rsid w:val="004741DF"/>
    <w:rsid w:val="00474EF7"/>
    <w:rsid w:val="00474FEE"/>
    <w:rsid w:val="00476032"/>
    <w:rsid w:val="00476850"/>
    <w:rsid w:val="00480302"/>
    <w:rsid w:val="00481235"/>
    <w:rsid w:val="00482A7A"/>
    <w:rsid w:val="00483748"/>
    <w:rsid w:val="004846D8"/>
    <w:rsid w:val="00485266"/>
    <w:rsid w:val="004863E5"/>
    <w:rsid w:val="00486D1A"/>
    <w:rsid w:val="00487C86"/>
    <w:rsid w:val="004905C7"/>
    <w:rsid w:val="00490BE9"/>
    <w:rsid w:val="004920BD"/>
    <w:rsid w:val="00492E09"/>
    <w:rsid w:val="00493AF1"/>
    <w:rsid w:val="00493CB4"/>
    <w:rsid w:val="0049491F"/>
    <w:rsid w:val="0049544A"/>
    <w:rsid w:val="00495FE1"/>
    <w:rsid w:val="004962B4"/>
    <w:rsid w:val="004967DB"/>
    <w:rsid w:val="00497452"/>
    <w:rsid w:val="00497511"/>
    <w:rsid w:val="00497E33"/>
    <w:rsid w:val="004A0B32"/>
    <w:rsid w:val="004A1393"/>
    <w:rsid w:val="004A2882"/>
    <w:rsid w:val="004A2FF4"/>
    <w:rsid w:val="004A47E5"/>
    <w:rsid w:val="004A5C37"/>
    <w:rsid w:val="004A5DFF"/>
    <w:rsid w:val="004A635D"/>
    <w:rsid w:val="004A6D36"/>
    <w:rsid w:val="004B06DA"/>
    <w:rsid w:val="004B164F"/>
    <w:rsid w:val="004B2E5A"/>
    <w:rsid w:val="004B2EED"/>
    <w:rsid w:val="004B321A"/>
    <w:rsid w:val="004B3C50"/>
    <w:rsid w:val="004B46FB"/>
    <w:rsid w:val="004B58E3"/>
    <w:rsid w:val="004B5B58"/>
    <w:rsid w:val="004B5D2B"/>
    <w:rsid w:val="004B651A"/>
    <w:rsid w:val="004B712E"/>
    <w:rsid w:val="004B7FC3"/>
    <w:rsid w:val="004C034F"/>
    <w:rsid w:val="004C15CC"/>
    <w:rsid w:val="004C2E40"/>
    <w:rsid w:val="004C3324"/>
    <w:rsid w:val="004C352D"/>
    <w:rsid w:val="004C5378"/>
    <w:rsid w:val="004C598C"/>
    <w:rsid w:val="004C6A5D"/>
    <w:rsid w:val="004C7397"/>
    <w:rsid w:val="004C7608"/>
    <w:rsid w:val="004D03F2"/>
    <w:rsid w:val="004D0C9F"/>
    <w:rsid w:val="004D1CEF"/>
    <w:rsid w:val="004D4113"/>
    <w:rsid w:val="004E0137"/>
    <w:rsid w:val="004E1FA4"/>
    <w:rsid w:val="004E34DD"/>
    <w:rsid w:val="004E43AE"/>
    <w:rsid w:val="004E4433"/>
    <w:rsid w:val="004E4DE8"/>
    <w:rsid w:val="004E7121"/>
    <w:rsid w:val="004E7518"/>
    <w:rsid w:val="004E7627"/>
    <w:rsid w:val="004E78B6"/>
    <w:rsid w:val="004E7DBA"/>
    <w:rsid w:val="004F0974"/>
    <w:rsid w:val="004F0B13"/>
    <w:rsid w:val="004F144B"/>
    <w:rsid w:val="004F2474"/>
    <w:rsid w:val="004F4110"/>
    <w:rsid w:val="004F4197"/>
    <w:rsid w:val="004F41B2"/>
    <w:rsid w:val="004F4308"/>
    <w:rsid w:val="004F4AD5"/>
    <w:rsid w:val="004F4BC4"/>
    <w:rsid w:val="004F4D1C"/>
    <w:rsid w:val="004F5392"/>
    <w:rsid w:val="004F6FE1"/>
    <w:rsid w:val="00500107"/>
    <w:rsid w:val="005006E2"/>
    <w:rsid w:val="005009A9"/>
    <w:rsid w:val="00500B56"/>
    <w:rsid w:val="005014A2"/>
    <w:rsid w:val="00501D13"/>
    <w:rsid w:val="00504D21"/>
    <w:rsid w:val="0050594B"/>
    <w:rsid w:val="0051054A"/>
    <w:rsid w:val="00512446"/>
    <w:rsid w:val="0051257F"/>
    <w:rsid w:val="00512F63"/>
    <w:rsid w:val="005130C5"/>
    <w:rsid w:val="005133CD"/>
    <w:rsid w:val="0051562B"/>
    <w:rsid w:val="00515998"/>
    <w:rsid w:val="00516042"/>
    <w:rsid w:val="00516980"/>
    <w:rsid w:val="00516CE3"/>
    <w:rsid w:val="00517B52"/>
    <w:rsid w:val="0052029B"/>
    <w:rsid w:val="005214C8"/>
    <w:rsid w:val="0052240F"/>
    <w:rsid w:val="005232B8"/>
    <w:rsid w:val="0052445E"/>
    <w:rsid w:val="00524D4C"/>
    <w:rsid w:val="00526441"/>
    <w:rsid w:val="00526624"/>
    <w:rsid w:val="00527823"/>
    <w:rsid w:val="005278EF"/>
    <w:rsid w:val="005301BF"/>
    <w:rsid w:val="0053308A"/>
    <w:rsid w:val="005338F1"/>
    <w:rsid w:val="0053456B"/>
    <w:rsid w:val="00535F64"/>
    <w:rsid w:val="00536864"/>
    <w:rsid w:val="00536F26"/>
    <w:rsid w:val="00537902"/>
    <w:rsid w:val="00540307"/>
    <w:rsid w:val="005411EC"/>
    <w:rsid w:val="00542DA2"/>
    <w:rsid w:val="00543C0C"/>
    <w:rsid w:val="00544407"/>
    <w:rsid w:val="00546989"/>
    <w:rsid w:val="00547425"/>
    <w:rsid w:val="0054773B"/>
    <w:rsid w:val="005501C1"/>
    <w:rsid w:val="0055151A"/>
    <w:rsid w:val="005521BE"/>
    <w:rsid w:val="005527E8"/>
    <w:rsid w:val="00553088"/>
    <w:rsid w:val="00554376"/>
    <w:rsid w:val="0055469D"/>
    <w:rsid w:val="0055548A"/>
    <w:rsid w:val="005563F6"/>
    <w:rsid w:val="00556F17"/>
    <w:rsid w:val="00556FB8"/>
    <w:rsid w:val="00557841"/>
    <w:rsid w:val="00557FA7"/>
    <w:rsid w:val="00560A91"/>
    <w:rsid w:val="0056269C"/>
    <w:rsid w:val="00562AB7"/>
    <w:rsid w:val="00562BDC"/>
    <w:rsid w:val="005635D1"/>
    <w:rsid w:val="005638BD"/>
    <w:rsid w:val="005640E3"/>
    <w:rsid w:val="00564784"/>
    <w:rsid w:val="0056634F"/>
    <w:rsid w:val="00566470"/>
    <w:rsid w:val="0056663F"/>
    <w:rsid w:val="00570684"/>
    <w:rsid w:val="00570784"/>
    <w:rsid w:val="00571F70"/>
    <w:rsid w:val="00572F76"/>
    <w:rsid w:val="005735E7"/>
    <w:rsid w:val="00573876"/>
    <w:rsid w:val="005738FC"/>
    <w:rsid w:val="00573A01"/>
    <w:rsid w:val="00574A39"/>
    <w:rsid w:val="0057666C"/>
    <w:rsid w:val="00576DB9"/>
    <w:rsid w:val="00577FCE"/>
    <w:rsid w:val="00580734"/>
    <w:rsid w:val="005814FF"/>
    <w:rsid w:val="00581AEA"/>
    <w:rsid w:val="00582DB8"/>
    <w:rsid w:val="0058445B"/>
    <w:rsid w:val="00585669"/>
    <w:rsid w:val="00585F5E"/>
    <w:rsid w:val="005864FA"/>
    <w:rsid w:val="00586884"/>
    <w:rsid w:val="00587F61"/>
    <w:rsid w:val="00592E1A"/>
    <w:rsid w:val="00593216"/>
    <w:rsid w:val="005938C7"/>
    <w:rsid w:val="00593CB6"/>
    <w:rsid w:val="005940F1"/>
    <w:rsid w:val="0059483A"/>
    <w:rsid w:val="00594E5C"/>
    <w:rsid w:val="005951B1"/>
    <w:rsid w:val="00596D2E"/>
    <w:rsid w:val="005A0C95"/>
    <w:rsid w:val="005A1AD3"/>
    <w:rsid w:val="005A3945"/>
    <w:rsid w:val="005A57E3"/>
    <w:rsid w:val="005A5934"/>
    <w:rsid w:val="005A630E"/>
    <w:rsid w:val="005A6376"/>
    <w:rsid w:val="005A72D4"/>
    <w:rsid w:val="005A76BA"/>
    <w:rsid w:val="005B10D6"/>
    <w:rsid w:val="005B1296"/>
    <w:rsid w:val="005B2AE5"/>
    <w:rsid w:val="005B425E"/>
    <w:rsid w:val="005B5D53"/>
    <w:rsid w:val="005B62DD"/>
    <w:rsid w:val="005B6A0D"/>
    <w:rsid w:val="005B6FCE"/>
    <w:rsid w:val="005C043B"/>
    <w:rsid w:val="005C0C0A"/>
    <w:rsid w:val="005C0D22"/>
    <w:rsid w:val="005C22B1"/>
    <w:rsid w:val="005C2611"/>
    <w:rsid w:val="005C2C1E"/>
    <w:rsid w:val="005C2DE2"/>
    <w:rsid w:val="005C3855"/>
    <w:rsid w:val="005C4035"/>
    <w:rsid w:val="005C44AF"/>
    <w:rsid w:val="005C713B"/>
    <w:rsid w:val="005D0A43"/>
    <w:rsid w:val="005D3C1F"/>
    <w:rsid w:val="005D4BB2"/>
    <w:rsid w:val="005D5F2A"/>
    <w:rsid w:val="005D60D2"/>
    <w:rsid w:val="005D6A7E"/>
    <w:rsid w:val="005D7236"/>
    <w:rsid w:val="005E07BC"/>
    <w:rsid w:val="005E1B7B"/>
    <w:rsid w:val="005E25AC"/>
    <w:rsid w:val="005E2E5D"/>
    <w:rsid w:val="005E3A6A"/>
    <w:rsid w:val="005E48BC"/>
    <w:rsid w:val="005E5C0C"/>
    <w:rsid w:val="005E6273"/>
    <w:rsid w:val="005E7FDE"/>
    <w:rsid w:val="005F0222"/>
    <w:rsid w:val="005F0A84"/>
    <w:rsid w:val="005F0B53"/>
    <w:rsid w:val="005F0F35"/>
    <w:rsid w:val="005F29DF"/>
    <w:rsid w:val="005F6590"/>
    <w:rsid w:val="006007DA"/>
    <w:rsid w:val="00604EC2"/>
    <w:rsid w:val="00605E1B"/>
    <w:rsid w:val="006062B0"/>
    <w:rsid w:val="00606FCC"/>
    <w:rsid w:val="00607532"/>
    <w:rsid w:val="00611CF3"/>
    <w:rsid w:val="00611F93"/>
    <w:rsid w:val="00612870"/>
    <w:rsid w:val="0061360E"/>
    <w:rsid w:val="00614073"/>
    <w:rsid w:val="00615FCD"/>
    <w:rsid w:val="0061681A"/>
    <w:rsid w:val="006169E8"/>
    <w:rsid w:val="00617662"/>
    <w:rsid w:val="00617F50"/>
    <w:rsid w:val="006225C5"/>
    <w:rsid w:val="0062336C"/>
    <w:rsid w:val="0062377A"/>
    <w:rsid w:val="00625548"/>
    <w:rsid w:val="006255F4"/>
    <w:rsid w:val="006272CD"/>
    <w:rsid w:val="006317B3"/>
    <w:rsid w:val="006326AD"/>
    <w:rsid w:val="0063591D"/>
    <w:rsid w:val="00637409"/>
    <w:rsid w:val="00640379"/>
    <w:rsid w:val="00640E7C"/>
    <w:rsid w:val="00641845"/>
    <w:rsid w:val="0064716E"/>
    <w:rsid w:val="00650DF9"/>
    <w:rsid w:val="0065123B"/>
    <w:rsid w:val="00651997"/>
    <w:rsid w:val="00655119"/>
    <w:rsid w:val="00655332"/>
    <w:rsid w:val="00656268"/>
    <w:rsid w:val="0065710D"/>
    <w:rsid w:val="00660080"/>
    <w:rsid w:val="006600C2"/>
    <w:rsid w:val="006609F3"/>
    <w:rsid w:val="00660A4A"/>
    <w:rsid w:val="00661232"/>
    <w:rsid w:val="00664154"/>
    <w:rsid w:val="00664191"/>
    <w:rsid w:val="00665188"/>
    <w:rsid w:val="006655B0"/>
    <w:rsid w:val="00666188"/>
    <w:rsid w:val="00666644"/>
    <w:rsid w:val="00670134"/>
    <w:rsid w:val="0067097E"/>
    <w:rsid w:val="00671C7E"/>
    <w:rsid w:val="00671D8C"/>
    <w:rsid w:val="00672122"/>
    <w:rsid w:val="00672CE1"/>
    <w:rsid w:val="006730B8"/>
    <w:rsid w:val="0067329A"/>
    <w:rsid w:val="00676116"/>
    <w:rsid w:val="006777E5"/>
    <w:rsid w:val="00677DDF"/>
    <w:rsid w:val="00680089"/>
    <w:rsid w:val="00680414"/>
    <w:rsid w:val="00681DFD"/>
    <w:rsid w:val="0068240F"/>
    <w:rsid w:val="00683F6D"/>
    <w:rsid w:val="00685ECE"/>
    <w:rsid w:val="006865FB"/>
    <w:rsid w:val="006869F3"/>
    <w:rsid w:val="006900E1"/>
    <w:rsid w:val="00690FFC"/>
    <w:rsid w:val="006927DD"/>
    <w:rsid w:val="006929D6"/>
    <w:rsid w:val="00693624"/>
    <w:rsid w:val="00693E27"/>
    <w:rsid w:val="0069417E"/>
    <w:rsid w:val="0069587B"/>
    <w:rsid w:val="00696C70"/>
    <w:rsid w:val="00696E48"/>
    <w:rsid w:val="00697CB6"/>
    <w:rsid w:val="006A035A"/>
    <w:rsid w:val="006A1684"/>
    <w:rsid w:val="006A16B3"/>
    <w:rsid w:val="006A28E7"/>
    <w:rsid w:val="006A3585"/>
    <w:rsid w:val="006A4A07"/>
    <w:rsid w:val="006A55D2"/>
    <w:rsid w:val="006A5B72"/>
    <w:rsid w:val="006A60A8"/>
    <w:rsid w:val="006A6C8B"/>
    <w:rsid w:val="006B02F4"/>
    <w:rsid w:val="006B0F0D"/>
    <w:rsid w:val="006B1161"/>
    <w:rsid w:val="006B1D8B"/>
    <w:rsid w:val="006B35E6"/>
    <w:rsid w:val="006B4214"/>
    <w:rsid w:val="006B5EC9"/>
    <w:rsid w:val="006B65E0"/>
    <w:rsid w:val="006B6911"/>
    <w:rsid w:val="006B70C8"/>
    <w:rsid w:val="006C1D35"/>
    <w:rsid w:val="006C3D38"/>
    <w:rsid w:val="006C3D93"/>
    <w:rsid w:val="006C43E5"/>
    <w:rsid w:val="006C4845"/>
    <w:rsid w:val="006C59BA"/>
    <w:rsid w:val="006C5E49"/>
    <w:rsid w:val="006C675D"/>
    <w:rsid w:val="006C67E2"/>
    <w:rsid w:val="006D012E"/>
    <w:rsid w:val="006D0B11"/>
    <w:rsid w:val="006D4D2D"/>
    <w:rsid w:val="006D4D2F"/>
    <w:rsid w:val="006D4ED2"/>
    <w:rsid w:val="006D4F7A"/>
    <w:rsid w:val="006D731F"/>
    <w:rsid w:val="006D7567"/>
    <w:rsid w:val="006E03BA"/>
    <w:rsid w:val="006E0747"/>
    <w:rsid w:val="006E0971"/>
    <w:rsid w:val="006E0E94"/>
    <w:rsid w:val="006E1499"/>
    <w:rsid w:val="006E1B8D"/>
    <w:rsid w:val="006E2C32"/>
    <w:rsid w:val="006E33B3"/>
    <w:rsid w:val="006E4937"/>
    <w:rsid w:val="006E4B1E"/>
    <w:rsid w:val="006E6164"/>
    <w:rsid w:val="006E7C15"/>
    <w:rsid w:val="006E7C2E"/>
    <w:rsid w:val="006F125F"/>
    <w:rsid w:val="006F4627"/>
    <w:rsid w:val="006F4F72"/>
    <w:rsid w:val="006F5043"/>
    <w:rsid w:val="006F5E47"/>
    <w:rsid w:val="006F6254"/>
    <w:rsid w:val="006F70B9"/>
    <w:rsid w:val="006F79CB"/>
    <w:rsid w:val="00700DD1"/>
    <w:rsid w:val="00701A26"/>
    <w:rsid w:val="007024AC"/>
    <w:rsid w:val="0070342D"/>
    <w:rsid w:val="007039C8"/>
    <w:rsid w:val="00703C36"/>
    <w:rsid w:val="00704770"/>
    <w:rsid w:val="00706261"/>
    <w:rsid w:val="00706B96"/>
    <w:rsid w:val="0070713B"/>
    <w:rsid w:val="007077BB"/>
    <w:rsid w:val="007108AD"/>
    <w:rsid w:val="00710D66"/>
    <w:rsid w:val="0071165A"/>
    <w:rsid w:val="00711861"/>
    <w:rsid w:val="00711A70"/>
    <w:rsid w:val="00713A13"/>
    <w:rsid w:val="0071454F"/>
    <w:rsid w:val="00715FF5"/>
    <w:rsid w:val="007208B7"/>
    <w:rsid w:val="00720DAE"/>
    <w:rsid w:val="00721BB6"/>
    <w:rsid w:val="00721D23"/>
    <w:rsid w:val="0072257B"/>
    <w:rsid w:val="00725578"/>
    <w:rsid w:val="00725777"/>
    <w:rsid w:val="007262FE"/>
    <w:rsid w:val="00726EB6"/>
    <w:rsid w:val="0072711A"/>
    <w:rsid w:val="00735C8D"/>
    <w:rsid w:val="007371A6"/>
    <w:rsid w:val="0074177C"/>
    <w:rsid w:val="007419DB"/>
    <w:rsid w:val="00741D85"/>
    <w:rsid w:val="00742CE5"/>
    <w:rsid w:val="007431DB"/>
    <w:rsid w:val="00743B71"/>
    <w:rsid w:val="0074580A"/>
    <w:rsid w:val="00745A39"/>
    <w:rsid w:val="00746D87"/>
    <w:rsid w:val="007508E7"/>
    <w:rsid w:val="00750DEA"/>
    <w:rsid w:val="00753D83"/>
    <w:rsid w:val="007557EF"/>
    <w:rsid w:val="0075672B"/>
    <w:rsid w:val="00756874"/>
    <w:rsid w:val="00756A22"/>
    <w:rsid w:val="00757485"/>
    <w:rsid w:val="00757C24"/>
    <w:rsid w:val="00757EB0"/>
    <w:rsid w:val="00757F97"/>
    <w:rsid w:val="007609DB"/>
    <w:rsid w:val="007616F5"/>
    <w:rsid w:val="00761716"/>
    <w:rsid w:val="00762110"/>
    <w:rsid w:val="00762297"/>
    <w:rsid w:val="00762637"/>
    <w:rsid w:val="00762BAC"/>
    <w:rsid w:val="00762D30"/>
    <w:rsid w:val="0076341E"/>
    <w:rsid w:val="00764463"/>
    <w:rsid w:val="007668E0"/>
    <w:rsid w:val="00771144"/>
    <w:rsid w:val="00771FF2"/>
    <w:rsid w:val="00773402"/>
    <w:rsid w:val="0077388E"/>
    <w:rsid w:val="00776716"/>
    <w:rsid w:val="007768E8"/>
    <w:rsid w:val="00777A7A"/>
    <w:rsid w:val="00777C92"/>
    <w:rsid w:val="00781F3B"/>
    <w:rsid w:val="00782089"/>
    <w:rsid w:val="0078217A"/>
    <w:rsid w:val="00782412"/>
    <w:rsid w:val="0078377B"/>
    <w:rsid w:val="0078417D"/>
    <w:rsid w:val="0078437E"/>
    <w:rsid w:val="00786051"/>
    <w:rsid w:val="0078700A"/>
    <w:rsid w:val="00787480"/>
    <w:rsid w:val="007905D4"/>
    <w:rsid w:val="00791772"/>
    <w:rsid w:val="00792032"/>
    <w:rsid w:val="00792487"/>
    <w:rsid w:val="00794B39"/>
    <w:rsid w:val="00795206"/>
    <w:rsid w:val="00795898"/>
    <w:rsid w:val="00797984"/>
    <w:rsid w:val="00797BDC"/>
    <w:rsid w:val="007A0999"/>
    <w:rsid w:val="007A0EF9"/>
    <w:rsid w:val="007A11FC"/>
    <w:rsid w:val="007A280A"/>
    <w:rsid w:val="007A2C51"/>
    <w:rsid w:val="007A3E23"/>
    <w:rsid w:val="007A4757"/>
    <w:rsid w:val="007A4CF6"/>
    <w:rsid w:val="007A4E8D"/>
    <w:rsid w:val="007A6893"/>
    <w:rsid w:val="007A6EF1"/>
    <w:rsid w:val="007B0251"/>
    <w:rsid w:val="007B060C"/>
    <w:rsid w:val="007B3465"/>
    <w:rsid w:val="007B4E5E"/>
    <w:rsid w:val="007B5787"/>
    <w:rsid w:val="007B5CFE"/>
    <w:rsid w:val="007B5D9A"/>
    <w:rsid w:val="007B5EA9"/>
    <w:rsid w:val="007B6429"/>
    <w:rsid w:val="007B652B"/>
    <w:rsid w:val="007B7D55"/>
    <w:rsid w:val="007B7DF0"/>
    <w:rsid w:val="007C3D10"/>
    <w:rsid w:val="007C418B"/>
    <w:rsid w:val="007C484C"/>
    <w:rsid w:val="007C51E8"/>
    <w:rsid w:val="007C53FB"/>
    <w:rsid w:val="007C5E16"/>
    <w:rsid w:val="007C6B65"/>
    <w:rsid w:val="007C6C5C"/>
    <w:rsid w:val="007C7076"/>
    <w:rsid w:val="007D120D"/>
    <w:rsid w:val="007D14A0"/>
    <w:rsid w:val="007D14A1"/>
    <w:rsid w:val="007D258E"/>
    <w:rsid w:val="007D2E51"/>
    <w:rsid w:val="007D52C9"/>
    <w:rsid w:val="007D52FB"/>
    <w:rsid w:val="007D5B93"/>
    <w:rsid w:val="007E0ED0"/>
    <w:rsid w:val="007E12AC"/>
    <w:rsid w:val="007E5D6A"/>
    <w:rsid w:val="007E5E68"/>
    <w:rsid w:val="007E6A7B"/>
    <w:rsid w:val="007E7FF7"/>
    <w:rsid w:val="007F0660"/>
    <w:rsid w:val="007F0C1E"/>
    <w:rsid w:val="007F21C3"/>
    <w:rsid w:val="007F2320"/>
    <w:rsid w:val="007F672D"/>
    <w:rsid w:val="007F7E17"/>
    <w:rsid w:val="008027F4"/>
    <w:rsid w:val="00802A28"/>
    <w:rsid w:val="0080336A"/>
    <w:rsid w:val="00804123"/>
    <w:rsid w:val="008044F5"/>
    <w:rsid w:val="008056F4"/>
    <w:rsid w:val="00805BA4"/>
    <w:rsid w:val="0080641B"/>
    <w:rsid w:val="00806DDE"/>
    <w:rsid w:val="008073F5"/>
    <w:rsid w:val="00810427"/>
    <w:rsid w:val="008104EF"/>
    <w:rsid w:val="00811CB4"/>
    <w:rsid w:val="00812789"/>
    <w:rsid w:val="00812933"/>
    <w:rsid w:val="0081521C"/>
    <w:rsid w:val="00815591"/>
    <w:rsid w:val="008205AA"/>
    <w:rsid w:val="00822569"/>
    <w:rsid w:val="0082273C"/>
    <w:rsid w:val="00824A40"/>
    <w:rsid w:val="00825A76"/>
    <w:rsid w:val="00831EC8"/>
    <w:rsid w:val="008328D8"/>
    <w:rsid w:val="00833B07"/>
    <w:rsid w:val="00834B4E"/>
    <w:rsid w:val="00835362"/>
    <w:rsid w:val="00835AAD"/>
    <w:rsid w:val="0083625E"/>
    <w:rsid w:val="00836685"/>
    <w:rsid w:val="00837040"/>
    <w:rsid w:val="00837210"/>
    <w:rsid w:val="00840F1F"/>
    <w:rsid w:val="0084146C"/>
    <w:rsid w:val="00842641"/>
    <w:rsid w:val="0084273C"/>
    <w:rsid w:val="008427E1"/>
    <w:rsid w:val="00842DD8"/>
    <w:rsid w:val="00843FB3"/>
    <w:rsid w:val="0084406D"/>
    <w:rsid w:val="00844266"/>
    <w:rsid w:val="0084464E"/>
    <w:rsid w:val="008448FC"/>
    <w:rsid w:val="00844E4B"/>
    <w:rsid w:val="0084626B"/>
    <w:rsid w:val="00846704"/>
    <w:rsid w:val="00846D1F"/>
    <w:rsid w:val="008473CF"/>
    <w:rsid w:val="00850136"/>
    <w:rsid w:val="008505A5"/>
    <w:rsid w:val="00851706"/>
    <w:rsid w:val="00851860"/>
    <w:rsid w:val="00851E23"/>
    <w:rsid w:val="0085302B"/>
    <w:rsid w:val="00853A0F"/>
    <w:rsid w:val="008540FE"/>
    <w:rsid w:val="0085475B"/>
    <w:rsid w:val="0085496F"/>
    <w:rsid w:val="00855FA1"/>
    <w:rsid w:val="00857669"/>
    <w:rsid w:val="00860989"/>
    <w:rsid w:val="00860B41"/>
    <w:rsid w:val="008628F2"/>
    <w:rsid w:val="0086354C"/>
    <w:rsid w:val="00864173"/>
    <w:rsid w:val="008656D0"/>
    <w:rsid w:val="008679F6"/>
    <w:rsid w:val="008700F1"/>
    <w:rsid w:val="00873219"/>
    <w:rsid w:val="0087360B"/>
    <w:rsid w:val="00873B19"/>
    <w:rsid w:val="00873DAA"/>
    <w:rsid w:val="008741D4"/>
    <w:rsid w:val="008747F3"/>
    <w:rsid w:val="00874F21"/>
    <w:rsid w:val="00875C9C"/>
    <w:rsid w:val="00877033"/>
    <w:rsid w:val="00881E36"/>
    <w:rsid w:val="00882868"/>
    <w:rsid w:val="008856C1"/>
    <w:rsid w:val="00886357"/>
    <w:rsid w:val="00886945"/>
    <w:rsid w:val="00891DC9"/>
    <w:rsid w:val="00893199"/>
    <w:rsid w:val="00894929"/>
    <w:rsid w:val="00894EB8"/>
    <w:rsid w:val="008951AA"/>
    <w:rsid w:val="0089687A"/>
    <w:rsid w:val="0089713C"/>
    <w:rsid w:val="0089795B"/>
    <w:rsid w:val="008A008B"/>
    <w:rsid w:val="008A05A6"/>
    <w:rsid w:val="008A2F1D"/>
    <w:rsid w:val="008A6C20"/>
    <w:rsid w:val="008A6E6A"/>
    <w:rsid w:val="008B03DC"/>
    <w:rsid w:val="008B0A92"/>
    <w:rsid w:val="008B13FC"/>
    <w:rsid w:val="008B24CA"/>
    <w:rsid w:val="008B28DC"/>
    <w:rsid w:val="008B46C2"/>
    <w:rsid w:val="008C022D"/>
    <w:rsid w:val="008C1182"/>
    <w:rsid w:val="008C3136"/>
    <w:rsid w:val="008C3A39"/>
    <w:rsid w:val="008C42A4"/>
    <w:rsid w:val="008C51EC"/>
    <w:rsid w:val="008C6144"/>
    <w:rsid w:val="008C61A9"/>
    <w:rsid w:val="008C688E"/>
    <w:rsid w:val="008C6F6A"/>
    <w:rsid w:val="008D17B2"/>
    <w:rsid w:val="008D1B0D"/>
    <w:rsid w:val="008D204E"/>
    <w:rsid w:val="008D258A"/>
    <w:rsid w:val="008D3918"/>
    <w:rsid w:val="008D4282"/>
    <w:rsid w:val="008D5325"/>
    <w:rsid w:val="008E0328"/>
    <w:rsid w:val="008E093E"/>
    <w:rsid w:val="008E110E"/>
    <w:rsid w:val="008E132F"/>
    <w:rsid w:val="008E2884"/>
    <w:rsid w:val="008E2BD7"/>
    <w:rsid w:val="008E34B4"/>
    <w:rsid w:val="008E3BCF"/>
    <w:rsid w:val="008E3BF1"/>
    <w:rsid w:val="008E3FB3"/>
    <w:rsid w:val="008E4363"/>
    <w:rsid w:val="008E4748"/>
    <w:rsid w:val="008E4BD8"/>
    <w:rsid w:val="008E5D6D"/>
    <w:rsid w:val="008E6E31"/>
    <w:rsid w:val="008E6F8B"/>
    <w:rsid w:val="008E6FFF"/>
    <w:rsid w:val="008E74A5"/>
    <w:rsid w:val="008E751B"/>
    <w:rsid w:val="008F2D47"/>
    <w:rsid w:val="008F3D3F"/>
    <w:rsid w:val="008F3E75"/>
    <w:rsid w:val="008F3E8D"/>
    <w:rsid w:val="008F4041"/>
    <w:rsid w:val="008F4FC0"/>
    <w:rsid w:val="00900F43"/>
    <w:rsid w:val="00900F88"/>
    <w:rsid w:val="009024FE"/>
    <w:rsid w:val="00902CE5"/>
    <w:rsid w:val="00904EBB"/>
    <w:rsid w:val="00905D33"/>
    <w:rsid w:val="00910330"/>
    <w:rsid w:val="009127B7"/>
    <w:rsid w:val="0091448C"/>
    <w:rsid w:val="00914B96"/>
    <w:rsid w:val="00914C12"/>
    <w:rsid w:val="00916867"/>
    <w:rsid w:val="009168C1"/>
    <w:rsid w:val="009177CF"/>
    <w:rsid w:val="009179FB"/>
    <w:rsid w:val="00917D35"/>
    <w:rsid w:val="009213DB"/>
    <w:rsid w:val="00921D2A"/>
    <w:rsid w:val="009236CB"/>
    <w:rsid w:val="0092460A"/>
    <w:rsid w:val="00925E5A"/>
    <w:rsid w:val="00926F06"/>
    <w:rsid w:val="009274CE"/>
    <w:rsid w:val="00927938"/>
    <w:rsid w:val="00930081"/>
    <w:rsid w:val="009304BF"/>
    <w:rsid w:val="00933BFE"/>
    <w:rsid w:val="0093412B"/>
    <w:rsid w:val="009347DF"/>
    <w:rsid w:val="00934D4D"/>
    <w:rsid w:val="0093509D"/>
    <w:rsid w:val="009350D1"/>
    <w:rsid w:val="0093537B"/>
    <w:rsid w:val="00935BDD"/>
    <w:rsid w:val="00935E39"/>
    <w:rsid w:val="00936460"/>
    <w:rsid w:val="0093721C"/>
    <w:rsid w:val="00937821"/>
    <w:rsid w:val="00941A32"/>
    <w:rsid w:val="00941B6A"/>
    <w:rsid w:val="00943832"/>
    <w:rsid w:val="009439FB"/>
    <w:rsid w:val="00943FA1"/>
    <w:rsid w:val="009445B7"/>
    <w:rsid w:val="009464D5"/>
    <w:rsid w:val="00946A6D"/>
    <w:rsid w:val="00947916"/>
    <w:rsid w:val="00947AE3"/>
    <w:rsid w:val="009519CF"/>
    <w:rsid w:val="00951CEC"/>
    <w:rsid w:val="009537A4"/>
    <w:rsid w:val="00954B8A"/>
    <w:rsid w:val="00954FDF"/>
    <w:rsid w:val="009556C5"/>
    <w:rsid w:val="00955AA5"/>
    <w:rsid w:val="00955F37"/>
    <w:rsid w:val="00956410"/>
    <w:rsid w:val="009566E2"/>
    <w:rsid w:val="00956C45"/>
    <w:rsid w:val="00956DAA"/>
    <w:rsid w:val="00956DFF"/>
    <w:rsid w:val="00956F41"/>
    <w:rsid w:val="009573C6"/>
    <w:rsid w:val="009576A4"/>
    <w:rsid w:val="009612A0"/>
    <w:rsid w:val="00962466"/>
    <w:rsid w:val="00962C9D"/>
    <w:rsid w:val="00963D87"/>
    <w:rsid w:val="009640CC"/>
    <w:rsid w:val="0096455D"/>
    <w:rsid w:val="00965FAD"/>
    <w:rsid w:val="00967314"/>
    <w:rsid w:val="00970F7C"/>
    <w:rsid w:val="0097231F"/>
    <w:rsid w:val="009731DE"/>
    <w:rsid w:val="00974F03"/>
    <w:rsid w:val="00974F13"/>
    <w:rsid w:val="00982181"/>
    <w:rsid w:val="0098288E"/>
    <w:rsid w:val="009835AD"/>
    <w:rsid w:val="00983F00"/>
    <w:rsid w:val="00987133"/>
    <w:rsid w:val="0099008E"/>
    <w:rsid w:val="00990558"/>
    <w:rsid w:val="009905E1"/>
    <w:rsid w:val="00991054"/>
    <w:rsid w:val="009912E2"/>
    <w:rsid w:val="009921A2"/>
    <w:rsid w:val="00992E36"/>
    <w:rsid w:val="00993155"/>
    <w:rsid w:val="009932FD"/>
    <w:rsid w:val="00994231"/>
    <w:rsid w:val="0099470D"/>
    <w:rsid w:val="009972E4"/>
    <w:rsid w:val="009A0CF5"/>
    <w:rsid w:val="009A4272"/>
    <w:rsid w:val="009A45C5"/>
    <w:rsid w:val="009A49CC"/>
    <w:rsid w:val="009A5144"/>
    <w:rsid w:val="009A6365"/>
    <w:rsid w:val="009B348C"/>
    <w:rsid w:val="009B3A95"/>
    <w:rsid w:val="009B52AC"/>
    <w:rsid w:val="009B53B2"/>
    <w:rsid w:val="009B5E6B"/>
    <w:rsid w:val="009B64BE"/>
    <w:rsid w:val="009B6B3E"/>
    <w:rsid w:val="009C1046"/>
    <w:rsid w:val="009C161E"/>
    <w:rsid w:val="009C169A"/>
    <w:rsid w:val="009C2916"/>
    <w:rsid w:val="009C4D28"/>
    <w:rsid w:val="009C5E00"/>
    <w:rsid w:val="009C7326"/>
    <w:rsid w:val="009D02CA"/>
    <w:rsid w:val="009D059F"/>
    <w:rsid w:val="009D0D93"/>
    <w:rsid w:val="009D2290"/>
    <w:rsid w:val="009D2A6F"/>
    <w:rsid w:val="009D3CE9"/>
    <w:rsid w:val="009D5EC7"/>
    <w:rsid w:val="009D6040"/>
    <w:rsid w:val="009D6274"/>
    <w:rsid w:val="009E3904"/>
    <w:rsid w:val="009E48BE"/>
    <w:rsid w:val="009E492E"/>
    <w:rsid w:val="009E6B72"/>
    <w:rsid w:val="009E705C"/>
    <w:rsid w:val="009F0259"/>
    <w:rsid w:val="009F1893"/>
    <w:rsid w:val="009F39A1"/>
    <w:rsid w:val="009F49FC"/>
    <w:rsid w:val="009F578E"/>
    <w:rsid w:val="009F7B8F"/>
    <w:rsid w:val="00A000FB"/>
    <w:rsid w:val="00A00185"/>
    <w:rsid w:val="00A00DF2"/>
    <w:rsid w:val="00A0132D"/>
    <w:rsid w:val="00A02BEB"/>
    <w:rsid w:val="00A03022"/>
    <w:rsid w:val="00A03116"/>
    <w:rsid w:val="00A032D0"/>
    <w:rsid w:val="00A03D32"/>
    <w:rsid w:val="00A040D6"/>
    <w:rsid w:val="00A040DC"/>
    <w:rsid w:val="00A04E24"/>
    <w:rsid w:val="00A115AA"/>
    <w:rsid w:val="00A13FD5"/>
    <w:rsid w:val="00A166DC"/>
    <w:rsid w:val="00A16BB6"/>
    <w:rsid w:val="00A17B44"/>
    <w:rsid w:val="00A17F54"/>
    <w:rsid w:val="00A20534"/>
    <w:rsid w:val="00A20F43"/>
    <w:rsid w:val="00A232C5"/>
    <w:rsid w:val="00A24C1B"/>
    <w:rsid w:val="00A251D2"/>
    <w:rsid w:val="00A26378"/>
    <w:rsid w:val="00A27CF2"/>
    <w:rsid w:val="00A27D8B"/>
    <w:rsid w:val="00A27EE1"/>
    <w:rsid w:val="00A3061F"/>
    <w:rsid w:val="00A319EA"/>
    <w:rsid w:val="00A3258B"/>
    <w:rsid w:val="00A3287D"/>
    <w:rsid w:val="00A32BF4"/>
    <w:rsid w:val="00A32C50"/>
    <w:rsid w:val="00A332E9"/>
    <w:rsid w:val="00A335C8"/>
    <w:rsid w:val="00A34743"/>
    <w:rsid w:val="00A348CC"/>
    <w:rsid w:val="00A35DA8"/>
    <w:rsid w:val="00A35DDF"/>
    <w:rsid w:val="00A3674F"/>
    <w:rsid w:val="00A37428"/>
    <w:rsid w:val="00A37A9F"/>
    <w:rsid w:val="00A40924"/>
    <w:rsid w:val="00A40AD7"/>
    <w:rsid w:val="00A41AE3"/>
    <w:rsid w:val="00A41C82"/>
    <w:rsid w:val="00A42FFA"/>
    <w:rsid w:val="00A43CD9"/>
    <w:rsid w:val="00A43E55"/>
    <w:rsid w:val="00A44A49"/>
    <w:rsid w:val="00A4542D"/>
    <w:rsid w:val="00A457F0"/>
    <w:rsid w:val="00A51987"/>
    <w:rsid w:val="00A52197"/>
    <w:rsid w:val="00A52C73"/>
    <w:rsid w:val="00A54109"/>
    <w:rsid w:val="00A54AD0"/>
    <w:rsid w:val="00A562AF"/>
    <w:rsid w:val="00A56450"/>
    <w:rsid w:val="00A60741"/>
    <w:rsid w:val="00A60BFB"/>
    <w:rsid w:val="00A60C9B"/>
    <w:rsid w:val="00A6174F"/>
    <w:rsid w:val="00A621B6"/>
    <w:rsid w:val="00A63FF7"/>
    <w:rsid w:val="00A644E7"/>
    <w:rsid w:val="00A64BF3"/>
    <w:rsid w:val="00A65D6F"/>
    <w:rsid w:val="00A6626D"/>
    <w:rsid w:val="00A66A50"/>
    <w:rsid w:val="00A67715"/>
    <w:rsid w:val="00A70023"/>
    <w:rsid w:val="00A70D7F"/>
    <w:rsid w:val="00A71318"/>
    <w:rsid w:val="00A71496"/>
    <w:rsid w:val="00A71CA8"/>
    <w:rsid w:val="00A71EE0"/>
    <w:rsid w:val="00A72451"/>
    <w:rsid w:val="00A72796"/>
    <w:rsid w:val="00A74768"/>
    <w:rsid w:val="00A7567A"/>
    <w:rsid w:val="00A75689"/>
    <w:rsid w:val="00A7588E"/>
    <w:rsid w:val="00A800E8"/>
    <w:rsid w:val="00A81F54"/>
    <w:rsid w:val="00A8444E"/>
    <w:rsid w:val="00A86300"/>
    <w:rsid w:val="00A916A1"/>
    <w:rsid w:val="00A91DF9"/>
    <w:rsid w:val="00A92253"/>
    <w:rsid w:val="00A9275A"/>
    <w:rsid w:val="00A94819"/>
    <w:rsid w:val="00A9499B"/>
    <w:rsid w:val="00A94C24"/>
    <w:rsid w:val="00A958A1"/>
    <w:rsid w:val="00AA0FFB"/>
    <w:rsid w:val="00AA1C50"/>
    <w:rsid w:val="00AA1E97"/>
    <w:rsid w:val="00AA243F"/>
    <w:rsid w:val="00AA3311"/>
    <w:rsid w:val="00AA44F1"/>
    <w:rsid w:val="00AA4B0B"/>
    <w:rsid w:val="00AA4C4C"/>
    <w:rsid w:val="00AA787A"/>
    <w:rsid w:val="00AA7AAA"/>
    <w:rsid w:val="00AB0B4A"/>
    <w:rsid w:val="00AB31B7"/>
    <w:rsid w:val="00AB3B2A"/>
    <w:rsid w:val="00AB4000"/>
    <w:rsid w:val="00AB429F"/>
    <w:rsid w:val="00AB4AFE"/>
    <w:rsid w:val="00AB532F"/>
    <w:rsid w:val="00AB72C3"/>
    <w:rsid w:val="00AB758D"/>
    <w:rsid w:val="00AB79D6"/>
    <w:rsid w:val="00AB7D46"/>
    <w:rsid w:val="00AB7F00"/>
    <w:rsid w:val="00AB7F42"/>
    <w:rsid w:val="00AC04A6"/>
    <w:rsid w:val="00AC1722"/>
    <w:rsid w:val="00AC278A"/>
    <w:rsid w:val="00AC3159"/>
    <w:rsid w:val="00AC3994"/>
    <w:rsid w:val="00AC3B02"/>
    <w:rsid w:val="00AC3D1E"/>
    <w:rsid w:val="00AC5C48"/>
    <w:rsid w:val="00AC7894"/>
    <w:rsid w:val="00AD0C69"/>
    <w:rsid w:val="00AD1778"/>
    <w:rsid w:val="00AD1B51"/>
    <w:rsid w:val="00AD2138"/>
    <w:rsid w:val="00AD259D"/>
    <w:rsid w:val="00AD3210"/>
    <w:rsid w:val="00AD3EEA"/>
    <w:rsid w:val="00AD5245"/>
    <w:rsid w:val="00AD5365"/>
    <w:rsid w:val="00AD556F"/>
    <w:rsid w:val="00AD606B"/>
    <w:rsid w:val="00AD670F"/>
    <w:rsid w:val="00AD746A"/>
    <w:rsid w:val="00AD7CD2"/>
    <w:rsid w:val="00AE0D57"/>
    <w:rsid w:val="00AE2DDB"/>
    <w:rsid w:val="00AE2E1F"/>
    <w:rsid w:val="00AE30AC"/>
    <w:rsid w:val="00AE5028"/>
    <w:rsid w:val="00AE6841"/>
    <w:rsid w:val="00AE78F5"/>
    <w:rsid w:val="00AF0781"/>
    <w:rsid w:val="00AF084B"/>
    <w:rsid w:val="00AF193B"/>
    <w:rsid w:val="00AF36F1"/>
    <w:rsid w:val="00AF3B34"/>
    <w:rsid w:val="00AF3DB5"/>
    <w:rsid w:val="00AF4D97"/>
    <w:rsid w:val="00AF53D6"/>
    <w:rsid w:val="00AF7424"/>
    <w:rsid w:val="00AF7C5D"/>
    <w:rsid w:val="00B01F81"/>
    <w:rsid w:val="00B047BE"/>
    <w:rsid w:val="00B04E5E"/>
    <w:rsid w:val="00B05479"/>
    <w:rsid w:val="00B06406"/>
    <w:rsid w:val="00B06564"/>
    <w:rsid w:val="00B07FBB"/>
    <w:rsid w:val="00B108C3"/>
    <w:rsid w:val="00B137F9"/>
    <w:rsid w:val="00B13FC5"/>
    <w:rsid w:val="00B1500E"/>
    <w:rsid w:val="00B15D67"/>
    <w:rsid w:val="00B160DC"/>
    <w:rsid w:val="00B16582"/>
    <w:rsid w:val="00B16C87"/>
    <w:rsid w:val="00B1746C"/>
    <w:rsid w:val="00B17D45"/>
    <w:rsid w:val="00B22263"/>
    <w:rsid w:val="00B22F17"/>
    <w:rsid w:val="00B26E4D"/>
    <w:rsid w:val="00B33918"/>
    <w:rsid w:val="00B34FF9"/>
    <w:rsid w:val="00B357A3"/>
    <w:rsid w:val="00B35C97"/>
    <w:rsid w:val="00B35D02"/>
    <w:rsid w:val="00B36027"/>
    <w:rsid w:val="00B36228"/>
    <w:rsid w:val="00B3676C"/>
    <w:rsid w:val="00B36999"/>
    <w:rsid w:val="00B37909"/>
    <w:rsid w:val="00B402D3"/>
    <w:rsid w:val="00B41454"/>
    <w:rsid w:val="00B41F16"/>
    <w:rsid w:val="00B42446"/>
    <w:rsid w:val="00B42F0A"/>
    <w:rsid w:val="00B432F8"/>
    <w:rsid w:val="00B43301"/>
    <w:rsid w:val="00B43716"/>
    <w:rsid w:val="00B45B47"/>
    <w:rsid w:val="00B46C55"/>
    <w:rsid w:val="00B478A7"/>
    <w:rsid w:val="00B47B7D"/>
    <w:rsid w:val="00B50367"/>
    <w:rsid w:val="00B507E2"/>
    <w:rsid w:val="00B51E85"/>
    <w:rsid w:val="00B5238C"/>
    <w:rsid w:val="00B52AD1"/>
    <w:rsid w:val="00B5428C"/>
    <w:rsid w:val="00B565D5"/>
    <w:rsid w:val="00B60C31"/>
    <w:rsid w:val="00B63281"/>
    <w:rsid w:val="00B64565"/>
    <w:rsid w:val="00B65224"/>
    <w:rsid w:val="00B70FDD"/>
    <w:rsid w:val="00B726CD"/>
    <w:rsid w:val="00B731DB"/>
    <w:rsid w:val="00B755DA"/>
    <w:rsid w:val="00B75DE1"/>
    <w:rsid w:val="00B766E1"/>
    <w:rsid w:val="00B801C3"/>
    <w:rsid w:val="00B80AEC"/>
    <w:rsid w:val="00B8274B"/>
    <w:rsid w:val="00B83859"/>
    <w:rsid w:val="00B839FD"/>
    <w:rsid w:val="00B83FC3"/>
    <w:rsid w:val="00B853E3"/>
    <w:rsid w:val="00B8633C"/>
    <w:rsid w:val="00B863E2"/>
    <w:rsid w:val="00B8693F"/>
    <w:rsid w:val="00B87114"/>
    <w:rsid w:val="00B9090D"/>
    <w:rsid w:val="00B91BD1"/>
    <w:rsid w:val="00B92475"/>
    <w:rsid w:val="00B93788"/>
    <w:rsid w:val="00B9405F"/>
    <w:rsid w:val="00B9541B"/>
    <w:rsid w:val="00B95649"/>
    <w:rsid w:val="00B9629E"/>
    <w:rsid w:val="00B96C91"/>
    <w:rsid w:val="00B9779A"/>
    <w:rsid w:val="00B97B3D"/>
    <w:rsid w:val="00B97B7B"/>
    <w:rsid w:val="00B97D8B"/>
    <w:rsid w:val="00BA03F6"/>
    <w:rsid w:val="00BA17ED"/>
    <w:rsid w:val="00BA2AEC"/>
    <w:rsid w:val="00BA31EA"/>
    <w:rsid w:val="00BA3AD8"/>
    <w:rsid w:val="00BA4DE6"/>
    <w:rsid w:val="00BA4F05"/>
    <w:rsid w:val="00BA5408"/>
    <w:rsid w:val="00BA5992"/>
    <w:rsid w:val="00BA6D88"/>
    <w:rsid w:val="00BB1961"/>
    <w:rsid w:val="00BB30DC"/>
    <w:rsid w:val="00BB3B73"/>
    <w:rsid w:val="00BB673A"/>
    <w:rsid w:val="00BB754D"/>
    <w:rsid w:val="00BC0D76"/>
    <w:rsid w:val="00BC2A02"/>
    <w:rsid w:val="00BC2A48"/>
    <w:rsid w:val="00BC7E9C"/>
    <w:rsid w:val="00BD1951"/>
    <w:rsid w:val="00BD1C49"/>
    <w:rsid w:val="00BD1E4A"/>
    <w:rsid w:val="00BD2BD4"/>
    <w:rsid w:val="00BD344A"/>
    <w:rsid w:val="00BD3B3C"/>
    <w:rsid w:val="00BD4168"/>
    <w:rsid w:val="00BD489C"/>
    <w:rsid w:val="00BD62D8"/>
    <w:rsid w:val="00BD6962"/>
    <w:rsid w:val="00BD763E"/>
    <w:rsid w:val="00BD7797"/>
    <w:rsid w:val="00BE11EB"/>
    <w:rsid w:val="00BE1672"/>
    <w:rsid w:val="00BE1A85"/>
    <w:rsid w:val="00BE1E46"/>
    <w:rsid w:val="00BE1F65"/>
    <w:rsid w:val="00BE2BEB"/>
    <w:rsid w:val="00BE30F5"/>
    <w:rsid w:val="00BE3A69"/>
    <w:rsid w:val="00BE3EC0"/>
    <w:rsid w:val="00BE4600"/>
    <w:rsid w:val="00BE5FDE"/>
    <w:rsid w:val="00BE76B4"/>
    <w:rsid w:val="00BE76D2"/>
    <w:rsid w:val="00BF34A6"/>
    <w:rsid w:val="00BF619A"/>
    <w:rsid w:val="00BF66D8"/>
    <w:rsid w:val="00BF780D"/>
    <w:rsid w:val="00BF7904"/>
    <w:rsid w:val="00BF7FE0"/>
    <w:rsid w:val="00C01331"/>
    <w:rsid w:val="00C0169D"/>
    <w:rsid w:val="00C0194C"/>
    <w:rsid w:val="00C0243D"/>
    <w:rsid w:val="00C03873"/>
    <w:rsid w:val="00C04E8E"/>
    <w:rsid w:val="00C0559C"/>
    <w:rsid w:val="00C0594B"/>
    <w:rsid w:val="00C05E36"/>
    <w:rsid w:val="00C078D1"/>
    <w:rsid w:val="00C10679"/>
    <w:rsid w:val="00C114A5"/>
    <w:rsid w:val="00C12433"/>
    <w:rsid w:val="00C13C0B"/>
    <w:rsid w:val="00C141D2"/>
    <w:rsid w:val="00C14AB9"/>
    <w:rsid w:val="00C159CE"/>
    <w:rsid w:val="00C16570"/>
    <w:rsid w:val="00C16AEA"/>
    <w:rsid w:val="00C17BDC"/>
    <w:rsid w:val="00C20EC5"/>
    <w:rsid w:val="00C20F8D"/>
    <w:rsid w:val="00C2104E"/>
    <w:rsid w:val="00C2174B"/>
    <w:rsid w:val="00C21DF0"/>
    <w:rsid w:val="00C23281"/>
    <w:rsid w:val="00C23865"/>
    <w:rsid w:val="00C24738"/>
    <w:rsid w:val="00C258E0"/>
    <w:rsid w:val="00C302D9"/>
    <w:rsid w:val="00C307CD"/>
    <w:rsid w:val="00C31233"/>
    <w:rsid w:val="00C32085"/>
    <w:rsid w:val="00C32818"/>
    <w:rsid w:val="00C33282"/>
    <w:rsid w:val="00C36093"/>
    <w:rsid w:val="00C360F2"/>
    <w:rsid w:val="00C363F4"/>
    <w:rsid w:val="00C377CB"/>
    <w:rsid w:val="00C37F08"/>
    <w:rsid w:val="00C37FFB"/>
    <w:rsid w:val="00C404AB"/>
    <w:rsid w:val="00C405FD"/>
    <w:rsid w:val="00C40B64"/>
    <w:rsid w:val="00C4365E"/>
    <w:rsid w:val="00C44E11"/>
    <w:rsid w:val="00C4519D"/>
    <w:rsid w:val="00C4614B"/>
    <w:rsid w:val="00C46821"/>
    <w:rsid w:val="00C46F29"/>
    <w:rsid w:val="00C47719"/>
    <w:rsid w:val="00C501CE"/>
    <w:rsid w:val="00C54A5C"/>
    <w:rsid w:val="00C54E64"/>
    <w:rsid w:val="00C54FFD"/>
    <w:rsid w:val="00C555B7"/>
    <w:rsid w:val="00C5722F"/>
    <w:rsid w:val="00C57CEE"/>
    <w:rsid w:val="00C60423"/>
    <w:rsid w:val="00C60751"/>
    <w:rsid w:val="00C60C48"/>
    <w:rsid w:val="00C62A50"/>
    <w:rsid w:val="00C6354C"/>
    <w:rsid w:val="00C6387A"/>
    <w:rsid w:val="00C6457E"/>
    <w:rsid w:val="00C6488E"/>
    <w:rsid w:val="00C6579F"/>
    <w:rsid w:val="00C66C8E"/>
    <w:rsid w:val="00C67396"/>
    <w:rsid w:val="00C67A3B"/>
    <w:rsid w:val="00C71248"/>
    <w:rsid w:val="00C71C38"/>
    <w:rsid w:val="00C72B62"/>
    <w:rsid w:val="00C7572A"/>
    <w:rsid w:val="00C758B4"/>
    <w:rsid w:val="00C8018B"/>
    <w:rsid w:val="00C82E1E"/>
    <w:rsid w:val="00C847A6"/>
    <w:rsid w:val="00C852F5"/>
    <w:rsid w:val="00C8613E"/>
    <w:rsid w:val="00C86981"/>
    <w:rsid w:val="00C87480"/>
    <w:rsid w:val="00C87A83"/>
    <w:rsid w:val="00C91161"/>
    <w:rsid w:val="00C91378"/>
    <w:rsid w:val="00C91586"/>
    <w:rsid w:val="00C916AD"/>
    <w:rsid w:val="00C92CA1"/>
    <w:rsid w:val="00C93DA1"/>
    <w:rsid w:val="00C93DE1"/>
    <w:rsid w:val="00C93F0A"/>
    <w:rsid w:val="00C95560"/>
    <w:rsid w:val="00C96147"/>
    <w:rsid w:val="00C9647B"/>
    <w:rsid w:val="00CA0546"/>
    <w:rsid w:val="00CA15DF"/>
    <w:rsid w:val="00CA2216"/>
    <w:rsid w:val="00CA3180"/>
    <w:rsid w:val="00CA33D9"/>
    <w:rsid w:val="00CA3D8C"/>
    <w:rsid w:val="00CA403B"/>
    <w:rsid w:val="00CA5339"/>
    <w:rsid w:val="00CA5408"/>
    <w:rsid w:val="00CA59DD"/>
    <w:rsid w:val="00CA5E34"/>
    <w:rsid w:val="00CA768F"/>
    <w:rsid w:val="00CB1110"/>
    <w:rsid w:val="00CB138D"/>
    <w:rsid w:val="00CB1817"/>
    <w:rsid w:val="00CB3E68"/>
    <w:rsid w:val="00CB4D87"/>
    <w:rsid w:val="00CB566E"/>
    <w:rsid w:val="00CB703D"/>
    <w:rsid w:val="00CB7F47"/>
    <w:rsid w:val="00CC11F7"/>
    <w:rsid w:val="00CC237C"/>
    <w:rsid w:val="00CC242E"/>
    <w:rsid w:val="00CC38F7"/>
    <w:rsid w:val="00CC559D"/>
    <w:rsid w:val="00CC575E"/>
    <w:rsid w:val="00CC66AE"/>
    <w:rsid w:val="00CC6A0F"/>
    <w:rsid w:val="00CC6E52"/>
    <w:rsid w:val="00CC6FB8"/>
    <w:rsid w:val="00CD0804"/>
    <w:rsid w:val="00CD0858"/>
    <w:rsid w:val="00CD19CC"/>
    <w:rsid w:val="00CD1F85"/>
    <w:rsid w:val="00CD2755"/>
    <w:rsid w:val="00CD2B25"/>
    <w:rsid w:val="00CD3B3A"/>
    <w:rsid w:val="00CD3B99"/>
    <w:rsid w:val="00CD3BB8"/>
    <w:rsid w:val="00CD3BE3"/>
    <w:rsid w:val="00CD3D4A"/>
    <w:rsid w:val="00CD5D4A"/>
    <w:rsid w:val="00CD6598"/>
    <w:rsid w:val="00CE1413"/>
    <w:rsid w:val="00CE1763"/>
    <w:rsid w:val="00CE3041"/>
    <w:rsid w:val="00CE3103"/>
    <w:rsid w:val="00CE3C5D"/>
    <w:rsid w:val="00CE4A43"/>
    <w:rsid w:val="00CE62E6"/>
    <w:rsid w:val="00CE636C"/>
    <w:rsid w:val="00CE762D"/>
    <w:rsid w:val="00CE7944"/>
    <w:rsid w:val="00CE7B6E"/>
    <w:rsid w:val="00CF15B9"/>
    <w:rsid w:val="00CF17E5"/>
    <w:rsid w:val="00CF1F6C"/>
    <w:rsid w:val="00CF3111"/>
    <w:rsid w:val="00CF3D06"/>
    <w:rsid w:val="00CF4685"/>
    <w:rsid w:val="00CF561A"/>
    <w:rsid w:val="00CF7983"/>
    <w:rsid w:val="00D00E32"/>
    <w:rsid w:val="00D0196C"/>
    <w:rsid w:val="00D0207B"/>
    <w:rsid w:val="00D024F8"/>
    <w:rsid w:val="00D03467"/>
    <w:rsid w:val="00D03DEE"/>
    <w:rsid w:val="00D04E35"/>
    <w:rsid w:val="00D05772"/>
    <w:rsid w:val="00D0692F"/>
    <w:rsid w:val="00D10669"/>
    <w:rsid w:val="00D11247"/>
    <w:rsid w:val="00D147D1"/>
    <w:rsid w:val="00D15184"/>
    <w:rsid w:val="00D15C43"/>
    <w:rsid w:val="00D15EBC"/>
    <w:rsid w:val="00D15FC4"/>
    <w:rsid w:val="00D1685A"/>
    <w:rsid w:val="00D168E4"/>
    <w:rsid w:val="00D16FB1"/>
    <w:rsid w:val="00D17723"/>
    <w:rsid w:val="00D17B4F"/>
    <w:rsid w:val="00D20667"/>
    <w:rsid w:val="00D21336"/>
    <w:rsid w:val="00D21536"/>
    <w:rsid w:val="00D21E42"/>
    <w:rsid w:val="00D21E63"/>
    <w:rsid w:val="00D2227F"/>
    <w:rsid w:val="00D23186"/>
    <w:rsid w:val="00D237C7"/>
    <w:rsid w:val="00D25092"/>
    <w:rsid w:val="00D2731D"/>
    <w:rsid w:val="00D2740E"/>
    <w:rsid w:val="00D27696"/>
    <w:rsid w:val="00D27B2D"/>
    <w:rsid w:val="00D31D80"/>
    <w:rsid w:val="00D327E4"/>
    <w:rsid w:val="00D32D23"/>
    <w:rsid w:val="00D3353C"/>
    <w:rsid w:val="00D33B7A"/>
    <w:rsid w:val="00D33FE7"/>
    <w:rsid w:val="00D34FB6"/>
    <w:rsid w:val="00D35B7E"/>
    <w:rsid w:val="00D36CC9"/>
    <w:rsid w:val="00D378A6"/>
    <w:rsid w:val="00D41770"/>
    <w:rsid w:val="00D417E6"/>
    <w:rsid w:val="00D41C1B"/>
    <w:rsid w:val="00D4266B"/>
    <w:rsid w:val="00D4316E"/>
    <w:rsid w:val="00D444FD"/>
    <w:rsid w:val="00D45195"/>
    <w:rsid w:val="00D47543"/>
    <w:rsid w:val="00D477AF"/>
    <w:rsid w:val="00D508F9"/>
    <w:rsid w:val="00D51741"/>
    <w:rsid w:val="00D51CE6"/>
    <w:rsid w:val="00D539B3"/>
    <w:rsid w:val="00D54F6A"/>
    <w:rsid w:val="00D55916"/>
    <w:rsid w:val="00D614AD"/>
    <w:rsid w:val="00D61E57"/>
    <w:rsid w:val="00D6233C"/>
    <w:rsid w:val="00D63A04"/>
    <w:rsid w:val="00D643B1"/>
    <w:rsid w:val="00D64E00"/>
    <w:rsid w:val="00D64F97"/>
    <w:rsid w:val="00D6576B"/>
    <w:rsid w:val="00D65921"/>
    <w:rsid w:val="00D66768"/>
    <w:rsid w:val="00D67204"/>
    <w:rsid w:val="00D6746F"/>
    <w:rsid w:val="00D67C6F"/>
    <w:rsid w:val="00D73A93"/>
    <w:rsid w:val="00D74604"/>
    <w:rsid w:val="00D749DB"/>
    <w:rsid w:val="00D75822"/>
    <w:rsid w:val="00D76174"/>
    <w:rsid w:val="00D76A10"/>
    <w:rsid w:val="00D76A2D"/>
    <w:rsid w:val="00D76E9B"/>
    <w:rsid w:val="00D776A1"/>
    <w:rsid w:val="00D81B37"/>
    <w:rsid w:val="00D8236A"/>
    <w:rsid w:val="00D824BB"/>
    <w:rsid w:val="00D84A86"/>
    <w:rsid w:val="00D860C9"/>
    <w:rsid w:val="00D86624"/>
    <w:rsid w:val="00D86975"/>
    <w:rsid w:val="00D879BE"/>
    <w:rsid w:val="00D92547"/>
    <w:rsid w:val="00D92815"/>
    <w:rsid w:val="00D92DAA"/>
    <w:rsid w:val="00D933B5"/>
    <w:rsid w:val="00D93EC5"/>
    <w:rsid w:val="00D947D8"/>
    <w:rsid w:val="00D94C0F"/>
    <w:rsid w:val="00D9584E"/>
    <w:rsid w:val="00D95FE4"/>
    <w:rsid w:val="00D97810"/>
    <w:rsid w:val="00DA0BEB"/>
    <w:rsid w:val="00DA2281"/>
    <w:rsid w:val="00DA2387"/>
    <w:rsid w:val="00DA330D"/>
    <w:rsid w:val="00DA3B1E"/>
    <w:rsid w:val="00DA411F"/>
    <w:rsid w:val="00DA414D"/>
    <w:rsid w:val="00DA4F82"/>
    <w:rsid w:val="00DA52D9"/>
    <w:rsid w:val="00DA56E0"/>
    <w:rsid w:val="00DA57FA"/>
    <w:rsid w:val="00DB0FF7"/>
    <w:rsid w:val="00DB1809"/>
    <w:rsid w:val="00DB1D05"/>
    <w:rsid w:val="00DB3434"/>
    <w:rsid w:val="00DB3646"/>
    <w:rsid w:val="00DB369A"/>
    <w:rsid w:val="00DB3970"/>
    <w:rsid w:val="00DB412E"/>
    <w:rsid w:val="00DB4C90"/>
    <w:rsid w:val="00DB634B"/>
    <w:rsid w:val="00DB68FA"/>
    <w:rsid w:val="00DB7BAF"/>
    <w:rsid w:val="00DC02CF"/>
    <w:rsid w:val="00DC0F43"/>
    <w:rsid w:val="00DC2D2B"/>
    <w:rsid w:val="00DC2ED1"/>
    <w:rsid w:val="00DC369F"/>
    <w:rsid w:val="00DC44F4"/>
    <w:rsid w:val="00DC4550"/>
    <w:rsid w:val="00DC4D3B"/>
    <w:rsid w:val="00DC7F0D"/>
    <w:rsid w:val="00DD11B2"/>
    <w:rsid w:val="00DD163A"/>
    <w:rsid w:val="00DD1C87"/>
    <w:rsid w:val="00DD230C"/>
    <w:rsid w:val="00DD29B5"/>
    <w:rsid w:val="00DD2DD7"/>
    <w:rsid w:val="00DD4117"/>
    <w:rsid w:val="00DD5111"/>
    <w:rsid w:val="00DD52C3"/>
    <w:rsid w:val="00DD5512"/>
    <w:rsid w:val="00DD5EAD"/>
    <w:rsid w:val="00DD67F6"/>
    <w:rsid w:val="00DD6E99"/>
    <w:rsid w:val="00DE0DD6"/>
    <w:rsid w:val="00DE0F34"/>
    <w:rsid w:val="00DE1633"/>
    <w:rsid w:val="00DE1AD4"/>
    <w:rsid w:val="00DE1D10"/>
    <w:rsid w:val="00DE4064"/>
    <w:rsid w:val="00DE4F7D"/>
    <w:rsid w:val="00DE5243"/>
    <w:rsid w:val="00DF0D76"/>
    <w:rsid w:val="00DF1590"/>
    <w:rsid w:val="00DF2013"/>
    <w:rsid w:val="00DF2476"/>
    <w:rsid w:val="00DF44F5"/>
    <w:rsid w:val="00DF4BB4"/>
    <w:rsid w:val="00DF4DA6"/>
    <w:rsid w:val="00DF4E3D"/>
    <w:rsid w:val="00DF5468"/>
    <w:rsid w:val="00DF737F"/>
    <w:rsid w:val="00DF7DFF"/>
    <w:rsid w:val="00E0029A"/>
    <w:rsid w:val="00E010FE"/>
    <w:rsid w:val="00E01965"/>
    <w:rsid w:val="00E03E7F"/>
    <w:rsid w:val="00E03FEE"/>
    <w:rsid w:val="00E04EBF"/>
    <w:rsid w:val="00E04FD8"/>
    <w:rsid w:val="00E0580A"/>
    <w:rsid w:val="00E06747"/>
    <w:rsid w:val="00E06998"/>
    <w:rsid w:val="00E0716C"/>
    <w:rsid w:val="00E103A9"/>
    <w:rsid w:val="00E1084C"/>
    <w:rsid w:val="00E10995"/>
    <w:rsid w:val="00E10D11"/>
    <w:rsid w:val="00E11A50"/>
    <w:rsid w:val="00E11E5A"/>
    <w:rsid w:val="00E11FE4"/>
    <w:rsid w:val="00E13A7C"/>
    <w:rsid w:val="00E1414B"/>
    <w:rsid w:val="00E16250"/>
    <w:rsid w:val="00E2250F"/>
    <w:rsid w:val="00E2444B"/>
    <w:rsid w:val="00E247FF"/>
    <w:rsid w:val="00E24BCD"/>
    <w:rsid w:val="00E2502C"/>
    <w:rsid w:val="00E252BE"/>
    <w:rsid w:val="00E25F0F"/>
    <w:rsid w:val="00E267A7"/>
    <w:rsid w:val="00E26B93"/>
    <w:rsid w:val="00E27B79"/>
    <w:rsid w:val="00E30C60"/>
    <w:rsid w:val="00E3150D"/>
    <w:rsid w:val="00E32EAD"/>
    <w:rsid w:val="00E333C3"/>
    <w:rsid w:val="00E36B4F"/>
    <w:rsid w:val="00E41C33"/>
    <w:rsid w:val="00E42A4C"/>
    <w:rsid w:val="00E44822"/>
    <w:rsid w:val="00E47815"/>
    <w:rsid w:val="00E5092F"/>
    <w:rsid w:val="00E5099A"/>
    <w:rsid w:val="00E5192D"/>
    <w:rsid w:val="00E53F93"/>
    <w:rsid w:val="00E5496F"/>
    <w:rsid w:val="00E54E6E"/>
    <w:rsid w:val="00E573C7"/>
    <w:rsid w:val="00E611CA"/>
    <w:rsid w:val="00E615DF"/>
    <w:rsid w:val="00E624F5"/>
    <w:rsid w:val="00E62957"/>
    <w:rsid w:val="00E63072"/>
    <w:rsid w:val="00E63D80"/>
    <w:rsid w:val="00E66CAB"/>
    <w:rsid w:val="00E672E6"/>
    <w:rsid w:val="00E67E1D"/>
    <w:rsid w:val="00E70AEF"/>
    <w:rsid w:val="00E71D69"/>
    <w:rsid w:val="00E71DA2"/>
    <w:rsid w:val="00E73247"/>
    <w:rsid w:val="00E7419B"/>
    <w:rsid w:val="00E74DCF"/>
    <w:rsid w:val="00E760F4"/>
    <w:rsid w:val="00E7660E"/>
    <w:rsid w:val="00E77744"/>
    <w:rsid w:val="00E8010C"/>
    <w:rsid w:val="00E816FF"/>
    <w:rsid w:val="00E82867"/>
    <w:rsid w:val="00E83431"/>
    <w:rsid w:val="00E85E44"/>
    <w:rsid w:val="00E85F89"/>
    <w:rsid w:val="00E870C3"/>
    <w:rsid w:val="00E87C60"/>
    <w:rsid w:val="00E91093"/>
    <w:rsid w:val="00E92734"/>
    <w:rsid w:val="00E93378"/>
    <w:rsid w:val="00E934F2"/>
    <w:rsid w:val="00E93877"/>
    <w:rsid w:val="00E93ADE"/>
    <w:rsid w:val="00E93D39"/>
    <w:rsid w:val="00E948A2"/>
    <w:rsid w:val="00E94A25"/>
    <w:rsid w:val="00E9710C"/>
    <w:rsid w:val="00E97134"/>
    <w:rsid w:val="00E979D9"/>
    <w:rsid w:val="00EA07C8"/>
    <w:rsid w:val="00EA080F"/>
    <w:rsid w:val="00EA0A64"/>
    <w:rsid w:val="00EA1875"/>
    <w:rsid w:val="00EA1FC6"/>
    <w:rsid w:val="00EA25C8"/>
    <w:rsid w:val="00EA3DC4"/>
    <w:rsid w:val="00EA52A2"/>
    <w:rsid w:val="00EA5C3E"/>
    <w:rsid w:val="00EA5C63"/>
    <w:rsid w:val="00EA6B65"/>
    <w:rsid w:val="00EA7526"/>
    <w:rsid w:val="00EA7542"/>
    <w:rsid w:val="00EB09B7"/>
    <w:rsid w:val="00EB13CA"/>
    <w:rsid w:val="00EB165E"/>
    <w:rsid w:val="00EB1D38"/>
    <w:rsid w:val="00EB39F0"/>
    <w:rsid w:val="00EB4004"/>
    <w:rsid w:val="00EB5B69"/>
    <w:rsid w:val="00EB5E11"/>
    <w:rsid w:val="00EB6231"/>
    <w:rsid w:val="00EB6EE3"/>
    <w:rsid w:val="00EB7E97"/>
    <w:rsid w:val="00EC0613"/>
    <w:rsid w:val="00EC19F7"/>
    <w:rsid w:val="00EC24E1"/>
    <w:rsid w:val="00EC26FE"/>
    <w:rsid w:val="00EC27B6"/>
    <w:rsid w:val="00EC39CA"/>
    <w:rsid w:val="00EC4C89"/>
    <w:rsid w:val="00EC6609"/>
    <w:rsid w:val="00EC6E58"/>
    <w:rsid w:val="00EC786E"/>
    <w:rsid w:val="00ED26E5"/>
    <w:rsid w:val="00ED57CE"/>
    <w:rsid w:val="00ED5B19"/>
    <w:rsid w:val="00ED5E4B"/>
    <w:rsid w:val="00ED72BF"/>
    <w:rsid w:val="00ED73C8"/>
    <w:rsid w:val="00ED7720"/>
    <w:rsid w:val="00EE1C27"/>
    <w:rsid w:val="00EE24F8"/>
    <w:rsid w:val="00EE2621"/>
    <w:rsid w:val="00EE2647"/>
    <w:rsid w:val="00EE2652"/>
    <w:rsid w:val="00EE2AB7"/>
    <w:rsid w:val="00EE3945"/>
    <w:rsid w:val="00EE3BDD"/>
    <w:rsid w:val="00EE4F06"/>
    <w:rsid w:val="00EE60F4"/>
    <w:rsid w:val="00EE67C0"/>
    <w:rsid w:val="00EE6F24"/>
    <w:rsid w:val="00EE708D"/>
    <w:rsid w:val="00EF00D0"/>
    <w:rsid w:val="00EF125C"/>
    <w:rsid w:val="00EF19A6"/>
    <w:rsid w:val="00EF1C95"/>
    <w:rsid w:val="00EF1EE9"/>
    <w:rsid w:val="00EF1F5F"/>
    <w:rsid w:val="00EF2862"/>
    <w:rsid w:val="00EF4271"/>
    <w:rsid w:val="00EF4484"/>
    <w:rsid w:val="00EF64F7"/>
    <w:rsid w:val="00EF688E"/>
    <w:rsid w:val="00EF72C1"/>
    <w:rsid w:val="00F00C2E"/>
    <w:rsid w:val="00F021AA"/>
    <w:rsid w:val="00F0428F"/>
    <w:rsid w:val="00F043D3"/>
    <w:rsid w:val="00F10C3F"/>
    <w:rsid w:val="00F1359C"/>
    <w:rsid w:val="00F1375A"/>
    <w:rsid w:val="00F13974"/>
    <w:rsid w:val="00F13BD0"/>
    <w:rsid w:val="00F14A9F"/>
    <w:rsid w:val="00F2105C"/>
    <w:rsid w:val="00F21500"/>
    <w:rsid w:val="00F22160"/>
    <w:rsid w:val="00F2329D"/>
    <w:rsid w:val="00F259A9"/>
    <w:rsid w:val="00F26109"/>
    <w:rsid w:val="00F27846"/>
    <w:rsid w:val="00F318AC"/>
    <w:rsid w:val="00F3195C"/>
    <w:rsid w:val="00F31EAF"/>
    <w:rsid w:val="00F32819"/>
    <w:rsid w:val="00F33AAA"/>
    <w:rsid w:val="00F35F0B"/>
    <w:rsid w:val="00F4054B"/>
    <w:rsid w:val="00F41535"/>
    <w:rsid w:val="00F42EDD"/>
    <w:rsid w:val="00F435EC"/>
    <w:rsid w:val="00F443E5"/>
    <w:rsid w:val="00F44524"/>
    <w:rsid w:val="00F45234"/>
    <w:rsid w:val="00F45E1A"/>
    <w:rsid w:val="00F47AF3"/>
    <w:rsid w:val="00F5011A"/>
    <w:rsid w:val="00F50DA4"/>
    <w:rsid w:val="00F51D9A"/>
    <w:rsid w:val="00F55652"/>
    <w:rsid w:val="00F57158"/>
    <w:rsid w:val="00F605A0"/>
    <w:rsid w:val="00F6273A"/>
    <w:rsid w:val="00F6286F"/>
    <w:rsid w:val="00F62B9A"/>
    <w:rsid w:val="00F6589B"/>
    <w:rsid w:val="00F66064"/>
    <w:rsid w:val="00F67D0F"/>
    <w:rsid w:val="00F70276"/>
    <w:rsid w:val="00F712C1"/>
    <w:rsid w:val="00F715A7"/>
    <w:rsid w:val="00F71D38"/>
    <w:rsid w:val="00F7287A"/>
    <w:rsid w:val="00F72EB5"/>
    <w:rsid w:val="00F73809"/>
    <w:rsid w:val="00F73A8A"/>
    <w:rsid w:val="00F761B8"/>
    <w:rsid w:val="00F778D7"/>
    <w:rsid w:val="00F77D0B"/>
    <w:rsid w:val="00F8006F"/>
    <w:rsid w:val="00F803E4"/>
    <w:rsid w:val="00F805EC"/>
    <w:rsid w:val="00F824A1"/>
    <w:rsid w:val="00F834B0"/>
    <w:rsid w:val="00F83DB0"/>
    <w:rsid w:val="00F83FF9"/>
    <w:rsid w:val="00F84793"/>
    <w:rsid w:val="00F84D67"/>
    <w:rsid w:val="00F85465"/>
    <w:rsid w:val="00F85CC3"/>
    <w:rsid w:val="00F861D2"/>
    <w:rsid w:val="00F8678D"/>
    <w:rsid w:val="00F86CFD"/>
    <w:rsid w:val="00F87EB9"/>
    <w:rsid w:val="00F91649"/>
    <w:rsid w:val="00F920E8"/>
    <w:rsid w:val="00F922F6"/>
    <w:rsid w:val="00F92DD2"/>
    <w:rsid w:val="00F92EB5"/>
    <w:rsid w:val="00F9471F"/>
    <w:rsid w:val="00F95197"/>
    <w:rsid w:val="00F95210"/>
    <w:rsid w:val="00F954AA"/>
    <w:rsid w:val="00F97F46"/>
    <w:rsid w:val="00FA13ED"/>
    <w:rsid w:val="00FA1E69"/>
    <w:rsid w:val="00FA20D7"/>
    <w:rsid w:val="00FA320C"/>
    <w:rsid w:val="00FA38C4"/>
    <w:rsid w:val="00FA3FD2"/>
    <w:rsid w:val="00FA4603"/>
    <w:rsid w:val="00FA4E16"/>
    <w:rsid w:val="00FA5BA0"/>
    <w:rsid w:val="00FA7D83"/>
    <w:rsid w:val="00FB01FF"/>
    <w:rsid w:val="00FB087D"/>
    <w:rsid w:val="00FB08CF"/>
    <w:rsid w:val="00FB2795"/>
    <w:rsid w:val="00FB2F3E"/>
    <w:rsid w:val="00FB65C0"/>
    <w:rsid w:val="00FB7F5E"/>
    <w:rsid w:val="00FC23E7"/>
    <w:rsid w:val="00FC2477"/>
    <w:rsid w:val="00FC265E"/>
    <w:rsid w:val="00FC2C71"/>
    <w:rsid w:val="00FC378D"/>
    <w:rsid w:val="00FC4358"/>
    <w:rsid w:val="00FC718A"/>
    <w:rsid w:val="00FC719D"/>
    <w:rsid w:val="00FC78F0"/>
    <w:rsid w:val="00FD069D"/>
    <w:rsid w:val="00FD1FEE"/>
    <w:rsid w:val="00FD2F02"/>
    <w:rsid w:val="00FD6791"/>
    <w:rsid w:val="00FD6DE6"/>
    <w:rsid w:val="00FE05BC"/>
    <w:rsid w:val="00FE0C18"/>
    <w:rsid w:val="00FE1A06"/>
    <w:rsid w:val="00FE2023"/>
    <w:rsid w:val="00FE20D0"/>
    <w:rsid w:val="00FE3AA0"/>
    <w:rsid w:val="00FE42B1"/>
    <w:rsid w:val="00FE5004"/>
    <w:rsid w:val="00FE67F2"/>
    <w:rsid w:val="00FE6DB1"/>
    <w:rsid w:val="00FE7477"/>
    <w:rsid w:val="00FE7AEA"/>
    <w:rsid w:val="00FF0D46"/>
    <w:rsid w:val="00FF1E82"/>
    <w:rsid w:val="00FF2DFE"/>
    <w:rsid w:val="00FF2F74"/>
    <w:rsid w:val="00FF4AE4"/>
    <w:rsid w:val="00FF4FCD"/>
    <w:rsid w:val="00FF5A4A"/>
    <w:rsid w:val="00FF6E01"/>
    <w:rsid w:val="00FF7083"/>
    <w:rsid w:val="00FF7D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BC97FE"/>
  <w15:chartTrackingRefBased/>
  <w15:docId w15:val="{F711EB18-144C-4BAD-8617-12EC08B78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pPr>
      <w:keepNext/>
      <w:outlineLvl w:val="0"/>
    </w:pPr>
    <w:rPr>
      <w:szCs w:val="20"/>
    </w:rPr>
  </w:style>
  <w:style w:type="paragraph" w:styleId="2">
    <w:name w:val="heading 2"/>
    <w:basedOn w:val="a"/>
    <w:next w:val="a"/>
    <w:qFormat/>
    <w:pPr>
      <w:keepNext/>
      <w:jc w:val="center"/>
      <w:outlineLvl w:val="1"/>
    </w:pPr>
    <w:rPr>
      <w:i/>
      <w:iCs/>
      <w:sz w:val="32"/>
    </w:rPr>
  </w:style>
  <w:style w:type="paragraph" w:styleId="3">
    <w:name w:val="heading 3"/>
    <w:basedOn w:val="a"/>
    <w:next w:val="a"/>
    <w:qFormat/>
    <w:pPr>
      <w:keepNext/>
      <w:jc w:val="right"/>
      <w:outlineLvl w:val="2"/>
    </w:pPr>
    <w:rPr>
      <w:sz w:val="28"/>
    </w:rPr>
  </w:style>
  <w:style w:type="paragraph" w:styleId="4">
    <w:name w:val="heading 4"/>
    <w:basedOn w:val="a"/>
    <w:next w:val="a"/>
    <w:qFormat/>
    <w:pPr>
      <w:keepNext/>
      <w:widowControl w:val="0"/>
      <w:jc w:val="both"/>
      <w:outlineLvl w:val="3"/>
    </w:pPr>
    <w:rPr>
      <w:rFonts w:ascii="Arial" w:hAnsi="Arial" w:cs="Arial"/>
      <w:b/>
      <w:bCs/>
      <w:sz w:val="28"/>
      <w:szCs w:val="20"/>
    </w:rPr>
  </w:style>
  <w:style w:type="paragraph" w:styleId="5">
    <w:name w:val="heading 5"/>
    <w:basedOn w:val="a"/>
    <w:next w:val="a"/>
    <w:qFormat/>
    <w:pPr>
      <w:keepNext/>
      <w:widowControl w:val="0"/>
      <w:jc w:val="both"/>
      <w:outlineLvl w:val="4"/>
    </w:pPr>
    <w:rPr>
      <w:b/>
      <w:sz w:val="28"/>
      <w:szCs w:val="20"/>
    </w:rPr>
  </w:style>
  <w:style w:type="paragraph" w:styleId="6">
    <w:name w:val="heading 6"/>
    <w:basedOn w:val="a"/>
    <w:next w:val="a"/>
    <w:qFormat/>
    <w:pPr>
      <w:keepNext/>
      <w:outlineLvl w:val="5"/>
    </w:pPr>
    <w:rPr>
      <w:sz w:val="32"/>
    </w:rPr>
  </w:style>
  <w:style w:type="paragraph" w:styleId="7">
    <w:name w:val="heading 7"/>
    <w:basedOn w:val="a"/>
    <w:next w:val="a"/>
    <w:qFormat/>
    <w:pPr>
      <w:keepNext/>
      <w:outlineLvl w:val="6"/>
    </w:pPr>
    <w:rPr>
      <w:sz w:val="28"/>
    </w:rPr>
  </w:style>
  <w:style w:type="paragraph" w:styleId="8">
    <w:name w:val="heading 8"/>
    <w:basedOn w:val="a"/>
    <w:next w:val="a"/>
    <w:qFormat/>
    <w:pPr>
      <w:keepNext/>
      <w:outlineLvl w:val="7"/>
    </w:pPr>
    <w:rPr>
      <w:b/>
      <w:bCs/>
      <w:sz w:val="28"/>
    </w:rPr>
  </w:style>
  <w:style w:type="paragraph" w:styleId="9">
    <w:name w:val="heading 9"/>
    <w:basedOn w:val="a"/>
    <w:next w:val="a"/>
    <w:qFormat/>
    <w:pPr>
      <w:keepNext/>
      <w:jc w:val="center"/>
      <w:outlineLvl w:val="8"/>
    </w:pPr>
    <w:rPr>
      <w:b/>
      <w:b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Body Text Indent 3"/>
    <w:basedOn w:val="a"/>
    <w:pPr>
      <w:widowControl w:val="0"/>
      <w:ind w:firstLine="720"/>
    </w:pPr>
    <w:rPr>
      <w:rFonts w:ascii="Arial" w:hAnsi="Arial" w:cs="Arial"/>
      <w:bCs/>
      <w:sz w:val="28"/>
      <w:szCs w:val="20"/>
    </w:rPr>
  </w:style>
  <w:style w:type="paragraph" w:styleId="a3">
    <w:name w:val="Body Text"/>
    <w:basedOn w:val="a"/>
    <w:pPr>
      <w:jc w:val="both"/>
    </w:pPr>
  </w:style>
  <w:style w:type="paragraph" w:styleId="a4">
    <w:name w:val="Body Text Indent"/>
    <w:basedOn w:val="a"/>
    <w:link w:val="a5"/>
    <w:uiPriority w:val="99"/>
    <w:pPr>
      <w:ind w:firstLine="708"/>
      <w:jc w:val="both"/>
    </w:pPr>
    <w:rPr>
      <w:lang w:val="x-none" w:eastAsia="x-none"/>
    </w:rPr>
  </w:style>
  <w:style w:type="paragraph" w:styleId="20">
    <w:name w:val="Body Text Indent 2"/>
    <w:basedOn w:val="a"/>
    <w:link w:val="21"/>
    <w:uiPriority w:val="99"/>
    <w:pPr>
      <w:ind w:firstLine="708"/>
      <w:jc w:val="both"/>
    </w:pPr>
    <w:rPr>
      <w:sz w:val="28"/>
      <w:lang w:val="x-none" w:eastAsia="x-none"/>
    </w:rPr>
  </w:style>
  <w:style w:type="paragraph" w:styleId="a6">
    <w:name w:val="caption"/>
    <w:basedOn w:val="a"/>
    <w:next w:val="a"/>
    <w:qFormat/>
    <w:pPr>
      <w:framePr w:w="3945" w:h="4493" w:hSpace="141" w:wrap="around" w:vAnchor="text" w:hAnchor="page" w:x="1598" w:y="-531"/>
      <w:ind w:firstLine="360"/>
    </w:pPr>
    <w:rPr>
      <w:b/>
    </w:rPr>
  </w:style>
  <w:style w:type="paragraph" w:styleId="22">
    <w:name w:val="Body Text 2"/>
    <w:basedOn w:val="a"/>
    <w:pPr>
      <w:framePr w:w="3945" w:h="4493" w:hSpace="141" w:wrap="around" w:vAnchor="text" w:hAnchor="page" w:x="1598" w:y="-531"/>
      <w:jc w:val="center"/>
    </w:pPr>
    <w:rPr>
      <w:sz w:val="18"/>
    </w:rPr>
  </w:style>
  <w:style w:type="paragraph" w:styleId="31">
    <w:name w:val="Body Text 3"/>
    <w:basedOn w:val="a"/>
    <w:pPr>
      <w:jc w:val="right"/>
    </w:pPr>
    <w:rPr>
      <w:b/>
      <w:bCs/>
      <w:sz w:val="28"/>
    </w:rPr>
  </w:style>
  <w:style w:type="paragraph" w:styleId="a7">
    <w:name w:val="header"/>
    <w:aliases w:val="Знак Знак Знак Знак, Знак Знак Знак,Знак Знак Знак,Знак Знак,Знак Знак Знак Знак Знак Знак Знак, Знак Знак,Знак Знак Знак Знак Знак Знак,Знак Знак Знак Знак Знак,Знак Знак Знак Знак З, Знак Знак Знак Знак Знак Знак,Знак Знак1"/>
    <w:basedOn w:val="a"/>
    <w:link w:val="a8"/>
    <w:pPr>
      <w:tabs>
        <w:tab w:val="center" w:pos="4677"/>
        <w:tab w:val="right" w:pos="9355"/>
      </w:tabs>
    </w:pPr>
    <w:rPr>
      <w:lang w:val="x-none" w:eastAsia="x-none"/>
    </w:rPr>
  </w:style>
  <w:style w:type="paragraph" w:styleId="a9">
    <w:name w:val="Normal (Web)"/>
    <w:basedOn w:val="a"/>
    <w:uiPriority w:val="99"/>
    <w:pPr>
      <w:spacing w:before="100" w:after="100"/>
    </w:pPr>
  </w:style>
  <w:style w:type="table" w:styleId="aa">
    <w:name w:val="Table Grid"/>
    <w:basedOn w:val="a1"/>
    <w:rsid w:val="00A232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BA2AEC"/>
    <w:rPr>
      <w:color w:val="0000FF"/>
      <w:u w:val="single"/>
    </w:rPr>
  </w:style>
  <w:style w:type="paragraph" w:styleId="ac">
    <w:name w:val="Balloon Text"/>
    <w:basedOn w:val="a"/>
    <w:semiHidden/>
    <w:rsid w:val="00C4365E"/>
    <w:rPr>
      <w:rFonts w:ascii="Tahoma" w:hAnsi="Tahoma" w:cs="Tahoma"/>
      <w:sz w:val="16"/>
      <w:szCs w:val="16"/>
    </w:rPr>
  </w:style>
  <w:style w:type="paragraph" w:customStyle="1" w:styleId="Style2">
    <w:name w:val="Style2"/>
    <w:basedOn w:val="a"/>
    <w:rsid w:val="00F26109"/>
    <w:pPr>
      <w:widowControl w:val="0"/>
      <w:autoSpaceDE w:val="0"/>
      <w:autoSpaceDN w:val="0"/>
      <w:adjustRightInd w:val="0"/>
      <w:spacing w:line="283" w:lineRule="exact"/>
      <w:ind w:hanging="106"/>
    </w:pPr>
    <w:rPr>
      <w:rFonts w:ascii="Trebuchet MS" w:hAnsi="Trebuchet MS"/>
    </w:rPr>
  </w:style>
  <w:style w:type="paragraph" w:customStyle="1" w:styleId="Style3">
    <w:name w:val="Style3"/>
    <w:basedOn w:val="a"/>
    <w:rsid w:val="00F26109"/>
    <w:pPr>
      <w:widowControl w:val="0"/>
      <w:autoSpaceDE w:val="0"/>
      <w:autoSpaceDN w:val="0"/>
      <w:adjustRightInd w:val="0"/>
      <w:spacing w:line="330" w:lineRule="exact"/>
      <w:jc w:val="center"/>
    </w:pPr>
    <w:rPr>
      <w:rFonts w:ascii="Trebuchet MS" w:hAnsi="Trebuchet MS"/>
    </w:rPr>
  </w:style>
  <w:style w:type="paragraph" w:customStyle="1" w:styleId="Style4">
    <w:name w:val="Style4"/>
    <w:basedOn w:val="a"/>
    <w:rsid w:val="00F26109"/>
    <w:pPr>
      <w:widowControl w:val="0"/>
      <w:autoSpaceDE w:val="0"/>
      <w:autoSpaceDN w:val="0"/>
      <w:adjustRightInd w:val="0"/>
    </w:pPr>
    <w:rPr>
      <w:rFonts w:ascii="Trebuchet MS" w:hAnsi="Trebuchet MS"/>
    </w:rPr>
  </w:style>
  <w:style w:type="paragraph" w:customStyle="1" w:styleId="Style5">
    <w:name w:val="Style5"/>
    <w:basedOn w:val="a"/>
    <w:rsid w:val="00F26109"/>
    <w:pPr>
      <w:widowControl w:val="0"/>
      <w:autoSpaceDE w:val="0"/>
      <w:autoSpaceDN w:val="0"/>
      <w:adjustRightInd w:val="0"/>
      <w:spacing w:line="240" w:lineRule="exact"/>
    </w:pPr>
    <w:rPr>
      <w:rFonts w:ascii="Trebuchet MS" w:hAnsi="Trebuchet MS"/>
    </w:rPr>
  </w:style>
  <w:style w:type="paragraph" w:customStyle="1" w:styleId="Style6">
    <w:name w:val="Style6"/>
    <w:basedOn w:val="a"/>
    <w:rsid w:val="00F26109"/>
    <w:pPr>
      <w:widowControl w:val="0"/>
      <w:autoSpaceDE w:val="0"/>
      <w:autoSpaceDN w:val="0"/>
      <w:adjustRightInd w:val="0"/>
    </w:pPr>
    <w:rPr>
      <w:rFonts w:ascii="Trebuchet MS" w:hAnsi="Trebuchet MS"/>
    </w:rPr>
  </w:style>
  <w:style w:type="paragraph" w:customStyle="1" w:styleId="Style7">
    <w:name w:val="Style7"/>
    <w:basedOn w:val="a"/>
    <w:rsid w:val="00F26109"/>
    <w:pPr>
      <w:widowControl w:val="0"/>
      <w:autoSpaceDE w:val="0"/>
      <w:autoSpaceDN w:val="0"/>
      <w:adjustRightInd w:val="0"/>
    </w:pPr>
    <w:rPr>
      <w:rFonts w:ascii="Trebuchet MS" w:hAnsi="Trebuchet MS"/>
    </w:rPr>
  </w:style>
  <w:style w:type="paragraph" w:customStyle="1" w:styleId="Style8">
    <w:name w:val="Style8"/>
    <w:basedOn w:val="a"/>
    <w:rsid w:val="00F26109"/>
    <w:pPr>
      <w:widowControl w:val="0"/>
      <w:autoSpaceDE w:val="0"/>
      <w:autoSpaceDN w:val="0"/>
      <w:adjustRightInd w:val="0"/>
    </w:pPr>
    <w:rPr>
      <w:rFonts w:ascii="Trebuchet MS" w:hAnsi="Trebuchet MS"/>
    </w:rPr>
  </w:style>
  <w:style w:type="paragraph" w:customStyle="1" w:styleId="Style9">
    <w:name w:val="Style9"/>
    <w:basedOn w:val="a"/>
    <w:rsid w:val="00F26109"/>
    <w:pPr>
      <w:widowControl w:val="0"/>
      <w:autoSpaceDE w:val="0"/>
      <w:autoSpaceDN w:val="0"/>
      <w:adjustRightInd w:val="0"/>
    </w:pPr>
    <w:rPr>
      <w:rFonts w:ascii="Trebuchet MS" w:hAnsi="Trebuchet MS"/>
    </w:rPr>
  </w:style>
  <w:style w:type="paragraph" w:customStyle="1" w:styleId="Style10">
    <w:name w:val="Style10"/>
    <w:basedOn w:val="a"/>
    <w:rsid w:val="00F26109"/>
    <w:pPr>
      <w:widowControl w:val="0"/>
      <w:autoSpaceDE w:val="0"/>
      <w:autoSpaceDN w:val="0"/>
      <w:adjustRightInd w:val="0"/>
    </w:pPr>
    <w:rPr>
      <w:rFonts w:ascii="Trebuchet MS" w:hAnsi="Trebuchet MS"/>
    </w:rPr>
  </w:style>
  <w:style w:type="paragraph" w:customStyle="1" w:styleId="Style11">
    <w:name w:val="Style11"/>
    <w:basedOn w:val="a"/>
    <w:rsid w:val="00F26109"/>
    <w:pPr>
      <w:widowControl w:val="0"/>
      <w:autoSpaceDE w:val="0"/>
      <w:autoSpaceDN w:val="0"/>
      <w:adjustRightInd w:val="0"/>
    </w:pPr>
    <w:rPr>
      <w:rFonts w:ascii="Trebuchet MS" w:hAnsi="Trebuchet MS"/>
    </w:rPr>
  </w:style>
  <w:style w:type="paragraph" w:customStyle="1" w:styleId="Style12">
    <w:name w:val="Style12"/>
    <w:basedOn w:val="a"/>
    <w:rsid w:val="00F26109"/>
    <w:pPr>
      <w:widowControl w:val="0"/>
      <w:autoSpaceDE w:val="0"/>
      <w:autoSpaceDN w:val="0"/>
      <w:adjustRightInd w:val="0"/>
      <w:spacing w:line="240" w:lineRule="exact"/>
    </w:pPr>
    <w:rPr>
      <w:rFonts w:ascii="Trebuchet MS" w:hAnsi="Trebuchet MS"/>
    </w:rPr>
  </w:style>
  <w:style w:type="character" w:customStyle="1" w:styleId="FontStyle14">
    <w:name w:val="Font Style14"/>
    <w:rsid w:val="00F26109"/>
    <w:rPr>
      <w:rFonts w:ascii="Trebuchet MS" w:hAnsi="Trebuchet MS" w:cs="Trebuchet MS"/>
      <w:sz w:val="20"/>
      <w:szCs w:val="20"/>
    </w:rPr>
  </w:style>
  <w:style w:type="character" w:customStyle="1" w:styleId="FontStyle15">
    <w:name w:val="Font Style15"/>
    <w:rsid w:val="00F26109"/>
    <w:rPr>
      <w:rFonts w:ascii="Times New Roman" w:hAnsi="Times New Roman" w:cs="Times New Roman"/>
      <w:sz w:val="22"/>
      <w:szCs w:val="22"/>
    </w:rPr>
  </w:style>
  <w:style w:type="character" w:customStyle="1" w:styleId="FontStyle16">
    <w:name w:val="Font Style16"/>
    <w:rsid w:val="00F26109"/>
    <w:rPr>
      <w:rFonts w:ascii="Trebuchet MS" w:hAnsi="Trebuchet MS" w:cs="Trebuchet MS"/>
      <w:sz w:val="20"/>
      <w:szCs w:val="20"/>
    </w:rPr>
  </w:style>
  <w:style w:type="character" w:customStyle="1" w:styleId="FontStyle17">
    <w:name w:val="Font Style17"/>
    <w:rsid w:val="00F26109"/>
    <w:rPr>
      <w:rFonts w:ascii="Times New Roman" w:hAnsi="Times New Roman" w:cs="Times New Roman"/>
      <w:sz w:val="26"/>
      <w:szCs w:val="26"/>
    </w:rPr>
  </w:style>
  <w:style w:type="character" w:customStyle="1" w:styleId="FontStyle18">
    <w:name w:val="Font Style18"/>
    <w:rsid w:val="00F26109"/>
    <w:rPr>
      <w:rFonts w:ascii="Trebuchet MS" w:hAnsi="Trebuchet MS" w:cs="Trebuchet MS"/>
      <w:spacing w:val="20"/>
      <w:sz w:val="10"/>
      <w:szCs w:val="10"/>
    </w:rPr>
  </w:style>
  <w:style w:type="character" w:customStyle="1" w:styleId="FontStyle19">
    <w:name w:val="Font Style19"/>
    <w:rsid w:val="00F26109"/>
    <w:rPr>
      <w:rFonts w:ascii="Trebuchet MS" w:hAnsi="Trebuchet MS" w:cs="Trebuchet MS"/>
      <w:sz w:val="18"/>
      <w:szCs w:val="18"/>
    </w:rPr>
  </w:style>
  <w:style w:type="character" w:customStyle="1" w:styleId="FontStyle20">
    <w:name w:val="Font Style20"/>
    <w:rsid w:val="00F26109"/>
    <w:rPr>
      <w:rFonts w:ascii="Trebuchet MS" w:hAnsi="Trebuchet MS" w:cs="Trebuchet MS"/>
      <w:b/>
      <w:bCs/>
      <w:sz w:val="18"/>
      <w:szCs w:val="18"/>
    </w:rPr>
  </w:style>
  <w:style w:type="character" w:customStyle="1" w:styleId="FontStyle21">
    <w:name w:val="Font Style21"/>
    <w:rsid w:val="00F26109"/>
    <w:rPr>
      <w:rFonts w:ascii="Times New Roman" w:hAnsi="Times New Roman" w:cs="Times New Roman"/>
      <w:sz w:val="24"/>
      <w:szCs w:val="24"/>
    </w:rPr>
  </w:style>
  <w:style w:type="character" w:customStyle="1" w:styleId="FontStyle24">
    <w:name w:val="Font Style24"/>
    <w:rsid w:val="00F26109"/>
    <w:rPr>
      <w:rFonts w:ascii="Trebuchet MS" w:hAnsi="Trebuchet MS" w:cs="Trebuchet MS"/>
      <w:b/>
      <w:bCs/>
      <w:sz w:val="12"/>
      <w:szCs w:val="12"/>
    </w:rPr>
  </w:style>
  <w:style w:type="paragraph" w:customStyle="1" w:styleId="11">
    <w:name w:val="Абзац списка1"/>
    <w:basedOn w:val="a"/>
    <w:rsid w:val="0003118D"/>
    <w:pPr>
      <w:spacing w:after="200" w:line="276" w:lineRule="auto"/>
      <w:ind w:left="720"/>
    </w:pPr>
    <w:rPr>
      <w:rFonts w:ascii="Calibri" w:eastAsia="Calibri" w:hAnsi="Calibri" w:cs="Calibri"/>
      <w:sz w:val="22"/>
      <w:szCs w:val="22"/>
    </w:rPr>
  </w:style>
  <w:style w:type="paragraph" w:customStyle="1" w:styleId="ad">
    <w:name w:val="Знак"/>
    <w:basedOn w:val="a"/>
    <w:rsid w:val="005B10D6"/>
    <w:pPr>
      <w:spacing w:after="160" w:line="240" w:lineRule="exact"/>
    </w:pPr>
    <w:rPr>
      <w:rFonts w:ascii="Tahoma" w:hAnsi="Tahoma"/>
      <w:sz w:val="20"/>
      <w:szCs w:val="20"/>
      <w:lang w:val="en-US" w:eastAsia="en-US"/>
    </w:rPr>
  </w:style>
  <w:style w:type="paragraph" w:styleId="ae">
    <w:name w:val="List Paragraph"/>
    <w:basedOn w:val="a"/>
    <w:uiPriority w:val="34"/>
    <w:qFormat/>
    <w:rsid w:val="005B10D6"/>
    <w:pPr>
      <w:spacing w:after="200" w:line="276" w:lineRule="auto"/>
      <w:ind w:left="720"/>
    </w:pPr>
    <w:rPr>
      <w:rFonts w:ascii="Calibri" w:hAnsi="Calibri"/>
      <w:sz w:val="22"/>
      <w:szCs w:val="22"/>
    </w:rPr>
  </w:style>
  <w:style w:type="paragraph" w:customStyle="1" w:styleId="msonormalcxspmiddle">
    <w:name w:val="msonormalcxspmiddle"/>
    <w:basedOn w:val="a"/>
    <w:rsid w:val="00894929"/>
    <w:pPr>
      <w:spacing w:before="100" w:beforeAutospacing="1" w:after="100" w:afterAutospacing="1"/>
    </w:pPr>
  </w:style>
  <w:style w:type="paragraph" w:styleId="af">
    <w:name w:val="footnote text"/>
    <w:aliases w:val=" Знак"/>
    <w:basedOn w:val="a"/>
    <w:link w:val="af0"/>
    <w:unhideWhenUsed/>
    <w:rsid w:val="00894929"/>
    <w:pPr>
      <w:spacing w:after="200" w:line="276" w:lineRule="auto"/>
    </w:pPr>
    <w:rPr>
      <w:rFonts w:ascii="Calibri" w:eastAsia="Calibri" w:hAnsi="Calibri"/>
      <w:sz w:val="20"/>
      <w:szCs w:val="20"/>
      <w:lang w:eastAsia="en-US"/>
    </w:rPr>
  </w:style>
  <w:style w:type="character" w:customStyle="1" w:styleId="af0">
    <w:name w:val="Текст сноски Знак"/>
    <w:aliases w:val=" Знак Знак1"/>
    <w:link w:val="af"/>
    <w:rsid w:val="00894929"/>
    <w:rPr>
      <w:rFonts w:ascii="Calibri" w:eastAsia="Calibri" w:hAnsi="Calibri"/>
      <w:lang w:val="ru-RU" w:eastAsia="en-US" w:bidi="ar-SA"/>
    </w:rPr>
  </w:style>
  <w:style w:type="paragraph" w:customStyle="1" w:styleId="23">
    <w:name w:val="Знак Знак2"/>
    <w:basedOn w:val="a"/>
    <w:rsid w:val="00894929"/>
    <w:pPr>
      <w:spacing w:after="160" w:line="240" w:lineRule="exact"/>
    </w:pPr>
    <w:rPr>
      <w:rFonts w:ascii="Verdana" w:hAnsi="Verdana"/>
      <w:sz w:val="20"/>
      <w:szCs w:val="20"/>
      <w:lang w:val="en-US" w:eastAsia="en-US"/>
    </w:rPr>
  </w:style>
  <w:style w:type="paragraph" w:customStyle="1" w:styleId="msonormalcxspmiddlecxspmiddle">
    <w:name w:val="msonormalcxspmiddlecxspmiddle"/>
    <w:basedOn w:val="a"/>
    <w:rsid w:val="00894929"/>
    <w:pPr>
      <w:spacing w:before="100" w:beforeAutospacing="1" w:after="100" w:afterAutospacing="1"/>
    </w:pPr>
  </w:style>
  <w:style w:type="paragraph" w:customStyle="1" w:styleId="12">
    <w:name w:val="Знак Знак Знак Знак Знак Знак Знак Знак Знак1 Знак Знак Знак"/>
    <w:basedOn w:val="a"/>
    <w:rsid w:val="008E3BCF"/>
    <w:pPr>
      <w:spacing w:after="160" w:line="240" w:lineRule="exact"/>
    </w:pPr>
    <w:rPr>
      <w:rFonts w:ascii="Verdana" w:hAnsi="Verdana"/>
      <w:sz w:val="20"/>
      <w:szCs w:val="20"/>
      <w:lang w:val="en-US" w:eastAsia="en-US"/>
    </w:rPr>
  </w:style>
  <w:style w:type="paragraph" w:customStyle="1" w:styleId="af1">
    <w:name w:val="Знак Знак Знак Знак Знак Знак"/>
    <w:basedOn w:val="a"/>
    <w:rsid w:val="00A56450"/>
    <w:pPr>
      <w:spacing w:after="160" w:line="240" w:lineRule="exact"/>
    </w:pPr>
    <w:rPr>
      <w:rFonts w:ascii="Verdana" w:hAnsi="Verdana"/>
      <w:sz w:val="20"/>
      <w:szCs w:val="20"/>
      <w:lang w:val="en-US" w:eastAsia="en-US"/>
    </w:rPr>
  </w:style>
  <w:style w:type="paragraph" w:customStyle="1" w:styleId="13">
    <w:name w:val="Знак Знак Знак Знак Знак Знак Знак Знак Знак1"/>
    <w:basedOn w:val="a"/>
    <w:rsid w:val="00F9471F"/>
    <w:pPr>
      <w:spacing w:after="160" w:line="240" w:lineRule="exact"/>
    </w:pPr>
    <w:rPr>
      <w:rFonts w:ascii="Verdana" w:hAnsi="Verdana"/>
      <w:sz w:val="20"/>
      <w:szCs w:val="20"/>
      <w:lang w:val="en-US" w:eastAsia="en-US"/>
    </w:rPr>
  </w:style>
  <w:style w:type="character" w:customStyle="1" w:styleId="a8">
    <w:name w:val="Верхний колонтитул Знак"/>
    <w:aliases w:val="Знак Знак Знак Знак Знак1, Знак Знак Знак Знак,Знак Знак Знак Знак1,Знак Знак Знак1,Знак Знак Знак Знак Знак Знак Знак Знак, Знак Знак Знак1,Знак Знак Знак Знак Знак Знак Знак1,Знак Знак Знак Знак Знак Знак1,Знак Знак1 Знак"/>
    <w:link w:val="a7"/>
    <w:rsid w:val="00A02BEB"/>
    <w:rPr>
      <w:sz w:val="24"/>
      <w:szCs w:val="24"/>
    </w:rPr>
  </w:style>
  <w:style w:type="character" w:customStyle="1" w:styleId="apple-converted-space">
    <w:name w:val="apple-converted-space"/>
    <w:basedOn w:val="a0"/>
    <w:rsid w:val="00D6576B"/>
  </w:style>
  <w:style w:type="character" w:customStyle="1" w:styleId="af2">
    <w:name w:val="Знак Знак Знак Знак З Знак"/>
    <w:rsid w:val="00B87114"/>
    <w:rPr>
      <w:sz w:val="24"/>
      <w:szCs w:val="24"/>
      <w:lang w:val="x-none" w:eastAsia="x-none" w:bidi="ar-SA"/>
    </w:rPr>
  </w:style>
  <w:style w:type="paragraph" w:customStyle="1" w:styleId="af3">
    <w:name w:val="Знак Знак Знак Знак Знак Знак Знак"/>
    <w:basedOn w:val="a"/>
    <w:rsid w:val="006B35E6"/>
    <w:pPr>
      <w:spacing w:after="160" w:line="240" w:lineRule="exact"/>
    </w:pPr>
    <w:rPr>
      <w:rFonts w:ascii="Verdana" w:hAnsi="Verdana"/>
      <w:sz w:val="20"/>
      <w:szCs w:val="20"/>
      <w:lang w:val="en-US" w:eastAsia="en-US"/>
    </w:rPr>
  </w:style>
  <w:style w:type="paragraph" w:customStyle="1" w:styleId="14">
    <w:name w:val="Знак Знак Знак Знак Знак Знак Знак Знак Знак Знак Знак Знак1 Знак Знак Знак Знак Знак"/>
    <w:basedOn w:val="a"/>
    <w:rsid w:val="00AE5028"/>
    <w:pPr>
      <w:spacing w:after="160" w:line="240" w:lineRule="exact"/>
    </w:pPr>
    <w:rPr>
      <w:rFonts w:ascii="Verdana" w:hAnsi="Verdana"/>
      <w:sz w:val="20"/>
      <w:szCs w:val="20"/>
      <w:lang w:val="en-US" w:eastAsia="en-US"/>
    </w:rPr>
  </w:style>
  <w:style w:type="paragraph" w:customStyle="1" w:styleId="15">
    <w:name w:val="Знак Знак1"/>
    <w:basedOn w:val="a"/>
    <w:rsid w:val="0018139E"/>
    <w:pPr>
      <w:spacing w:after="160" w:line="240" w:lineRule="exact"/>
    </w:pPr>
    <w:rPr>
      <w:rFonts w:ascii="Verdana" w:hAnsi="Verdana"/>
      <w:sz w:val="20"/>
      <w:szCs w:val="20"/>
      <w:lang w:val="en-US" w:eastAsia="en-US"/>
    </w:rPr>
  </w:style>
  <w:style w:type="paragraph" w:customStyle="1" w:styleId="16">
    <w:name w:val="Знак Знак Знак Знак Знак Знак Знак Знак Знак1 Знак Знак Знак Знак Знак Знак"/>
    <w:basedOn w:val="a"/>
    <w:rsid w:val="00F14A9F"/>
    <w:pPr>
      <w:spacing w:after="160" w:line="240" w:lineRule="exact"/>
    </w:pPr>
    <w:rPr>
      <w:rFonts w:ascii="Verdana" w:hAnsi="Verdana"/>
      <w:sz w:val="20"/>
      <w:szCs w:val="20"/>
      <w:lang w:val="en-US" w:eastAsia="en-US"/>
    </w:rPr>
  </w:style>
  <w:style w:type="paragraph" w:styleId="af4">
    <w:name w:val="No Spacing"/>
    <w:uiPriority w:val="1"/>
    <w:qFormat/>
    <w:rsid w:val="001C3E35"/>
    <w:rPr>
      <w:rFonts w:ascii="Calibri" w:eastAsia="Calibri" w:hAnsi="Calibri"/>
      <w:sz w:val="22"/>
      <w:szCs w:val="22"/>
      <w:lang w:eastAsia="en-US"/>
    </w:rPr>
  </w:style>
  <w:style w:type="paragraph" w:customStyle="1" w:styleId="ConsPlusCell">
    <w:name w:val="ConsPlusCell"/>
    <w:uiPriority w:val="99"/>
    <w:qFormat/>
    <w:rsid w:val="00D35B7E"/>
    <w:pPr>
      <w:widowControl w:val="0"/>
      <w:autoSpaceDE w:val="0"/>
      <w:autoSpaceDN w:val="0"/>
      <w:adjustRightInd w:val="0"/>
    </w:pPr>
    <w:rPr>
      <w:rFonts w:ascii="Arial" w:hAnsi="Arial" w:cs="Arial"/>
    </w:rPr>
  </w:style>
  <w:style w:type="character" w:customStyle="1" w:styleId="21">
    <w:name w:val="Основной текст с отступом 2 Знак"/>
    <w:link w:val="20"/>
    <w:uiPriority w:val="99"/>
    <w:rsid w:val="00DA2281"/>
    <w:rPr>
      <w:sz w:val="28"/>
      <w:szCs w:val="24"/>
    </w:rPr>
  </w:style>
  <w:style w:type="paragraph" w:customStyle="1" w:styleId="17">
    <w:name w:val="Знак Знак1 Знак Знак Знак Знак Знак Знак"/>
    <w:basedOn w:val="a"/>
    <w:rsid w:val="000812B0"/>
    <w:pPr>
      <w:spacing w:after="160" w:line="240" w:lineRule="exact"/>
    </w:pPr>
    <w:rPr>
      <w:rFonts w:ascii="Verdana" w:hAnsi="Verdana"/>
      <w:sz w:val="20"/>
      <w:szCs w:val="20"/>
      <w:lang w:val="en-US" w:eastAsia="en-US"/>
    </w:rPr>
  </w:style>
  <w:style w:type="character" w:customStyle="1" w:styleId="a5">
    <w:name w:val="Основной текст с отступом Знак"/>
    <w:link w:val="a4"/>
    <w:uiPriority w:val="99"/>
    <w:rsid w:val="00764463"/>
    <w:rPr>
      <w:sz w:val="24"/>
      <w:szCs w:val="24"/>
    </w:rPr>
  </w:style>
  <w:style w:type="paragraph" w:styleId="af5">
    <w:name w:val="endnote text"/>
    <w:basedOn w:val="a"/>
    <w:link w:val="af6"/>
    <w:uiPriority w:val="99"/>
    <w:semiHidden/>
    <w:unhideWhenUsed/>
    <w:rsid w:val="00115DF2"/>
    <w:rPr>
      <w:sz w:val="20"/>
      <w:szCs w:val="20"/>
    </w:rPr>
  </w:style>
  <w:style w:type="character" w:customStyle="1" w:styleId="af6">
    <w:name w:val="Текст концевой сноски Знак"/>
    <w:basedOn w:val="a0"/>
    <w:link w:val="af5"/>
    <w:uiPriority w:val="99"/>
    <w:semiHidden/>
    <w:rsid w:val="00115DF2"/>
  </w:style>
  <w:style w:type="character" w:styleId="af7">
    <w:name w:val="endnote reference"/>
    <w:uiPriority w:val="99"/>
    <w:semiHidden/>
    <w:unhideWhenUsed/>
    <w:rsid w:val="00115DF2"/>
    <w:rPr>
      <w:vertAlign w:val="superscript"/>
    </w:rPr>
  </w:style>
  <w:style w:type="character" w:customStyle="1" w:styleId="c1">
    <w:name w:val="c1"/>
    <w:uiPriority w:val="99"/>
    <w:rsid w:val="00B5238C"/>
  </w:style>
  <w:style w:type="character" w:customStyle="1" w:styleId="10">
    <w:name w:val="Заголовок 1 Знак"/>
    <w:link w:val="1"/>
    <w:rsid w:val="001C6A75"/>
    <w:rPr>
      <w:sz w:val="24"/>
    </w:rPr>
  </w:style>
  <w:style w:type="paragraph" w:customStyle="1" w:styleId="Default">
    <w:name w:val="Default"/>
    <w:uiPriority w:val="99"/>
    <w:semiHidden/>
    <w:rsid w:val="001C6A75"/>
    <w:pPr>
      <w:autoSpaceDE w:val="0"/>
      <w:autoSpaceDN w:val="0"/>
      <w:adjustRightInd w:val="0"/>
    </w:pPr>
    <w:rPr>
      <w:color w:val="000000"/>
      <w:sz w:val="24"/>
      <w:szCs w:val="24"/>
    </w:rPr>
  </w:style>
  <w:style w:type="character" w:styleId="af8">
    <w:name w:val="Emphasis"/>
    <w:uiPriority w:val="20"/>
    <w:qFormat/>
    <w:rsid w:val="001C6A7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87724">
      <w:bodyDiv w:val="1"/>
      <w:marLeft w:val="0"/>
      <w:marRight w:val="0"/>
      <w:marTop w:val="0"/>
      <w:marBottom w:val="0"/>
      <w:divBdr>
        <w:top w:val="none" w:sz="0" w:space="0" w:color="auto"/>
        <w:left w:val="none" w:sz="0" w:space="0" w:color="auto"/>
        <w:bottom w:val="none" w:sz="0" w:space="0" w:color="auto"/>
        <w:right w:val="none" w:sz="0" w:space="0" w:color="auto"/>
      </w:divBdr>
    </w:div>
    <w:div w:id="139465103">
      <w:bodyDiv w:val="1"/>
      <w:marLeft w:val="0"/>
      <w:marRight w:val="0"/>
      <w:marTop w:val="0"/>
      <w:marBottom w:val="0"/>
      <w:divBdr>
        <w:top w:val="none" w:sz="0" w:space="0" w:color="auto"/>
        <w:left w:val="none" w:sz="0" w:space="0" w:color="auto"/>
        <w:bottom w:val="none" w:sz="0" w:space="0" w:color="auto"/>
        <w:right w:val="none" w:sz="0" w:space="0" w:color="auto"/>
      </w:divBdr>
    </w:div>
    <w:div w:id="143743270">
      <w:bodyDiv w:val="1"/>
      <w:marLeft w:val="0"/>
      <w:marRight w:val="0"/>
      <w:marTop w:val="0"/>
      <w:marBottom w:val="0"/>
      <w:divBdr>
        <w:top w:val="none" w:sz="0" w:space="0" w:color="auto"/>
        <w:left w:val="none" w:sz="0" w:space="0" w:color="auto"/>
        <w:bottom w:val="none" w:sz="0" w:space="0" w:color="auto"/>
        <w:right w:val="none" w:sz="0" w:space="0" w:color="auto"/>
      </w:divBdr>
    </w:div>
    <w:div w:id="367604116">
      <w:bodyDiv w:val="1"/>
      <w:marLeft w:val="0"/>
      <w:marRight w:val="0"/>
      <w:marTop w:val="0"/>
      <w:marBottom w:val="0"/>
      <w:divBdr>
        <w:top w:val="none" w:sz="0" w:space="0" w:color="auto"/>
        <w:left w:val="none" w:sz="0" w:space="0" w:color="auto"/>
        <w:bottom w:val="none" w:sz="0" w:space="0" w:color="auto"/>
        <w:right w:val="none" w:sz="0" w:space="0" w:color="auto"/>
      </w:divBdr>
    </w:div>
    <w:div w:id="386035103">
      <w:bodyDiv w:val="1"/>
      <w:marLeft w:val="0"/>
      <w:marRight w:val="0"/>
      <w:marTop w:val="0"/>
      <w:marBottom w:val="0"/>
      <w:divBdr>
        <w:top w:val="none" w:sz="0" w:space="0" w:color="auto"/>
        <w:left w:val="none" w:sz="0" w:space="0" w:color="auto"/>
        <w:bottom w:val="none" w:sz="0" w:space="0" w:color="auto"/>
        <w:right w:val="none" w:sz="0" w:space="0" w:color="auto"/>
      </w:divBdr>
    </w:div>
    <w:div w:id="911963618">
      <w:bodyDiv w:val="1"/>
      <w:marLeft w:val="0"/>
      <w:marRight w:val="0"/>
      <w:marTop w:val="0"/>
      <w:marBottom w:val="0"/>
      <w:divBdr>
        <w:top w:val="none" w:sz="0" w:space="0" w:color="auto"/>
        <w:left w:val="none" w:sz="0" w:space="0" w:color="auto"/>
        <w:bottom w:val="none" w:sz="0" w:space="0" w:color="auto"/>
        <w:right w:val="none" w:sz="0" w:space="0" w:color="auto"/>
      </w:divBdr>
    </w:div>
    <w:div w:id="998076779">
      <w:bodyDiv w:val="1"/>
      <w:marLeft w:val="0"/>
      <w:marRight w:val="0"/>
      <w:marTop w:val="0"/>
      <w:marBottom w:val="0"/>
      <w:divBdr>
        <w:top w:val="none" w:sz="0" w:space="0" w:color="auto"/>
        <w:left w:val="none" w:sz="0" w:space="0" w:color="auto"/>
        <w:bottom w:val="none" w:sz="0" w:space="0" w:color="auto"/>
        <w:right w:val="none" w:sz="0" w:space="0" w:color="auto"/>
      </w:divBdr>
    </w:div>
    <w:div w:id="1088697750">
      <w:bodyDiv w:val="1"/>
      <w:marLeft w:val="0"/>
      <w:marRight w:val="0"/>
      <w:marTop w:val="0"/>
      <w:marBottom w:val="0"/>
      <w:divBdr>
        <w:top w:val="none" w:sz="0" w:space="0" w:color="auto"/>
        <w:left w:val="none" w:sz="0" w:space="0" w:color="auto"/>
        <w:bottom w:val="none" w:sz="0" w:space="0" w:color="auto"/>
        <w:right w:val="none" w:sz="0" w:space="0" w:color="auto"/>
      </w:divBdr>
    </w:div>
    <w:div w:id="1265335939">
      <w:bodyDiv w:val="1"/>
      <w:marLeft w:val="0"/>
      <w:marRight w:val="0"/>
      <w:marTop w:val="0"/>
      <w:marBottom w:val="0"/>
      <w:divBdr>
        <w:top w:val="none" w:sz="0" w:space="0" w:color="auto"/>
        <w:left w:val="none" w:sz="0" w:space="0" w:color="auto"/>
        <w:bottom w:val="none" w:sz="0" w:space="0" w:color="auto"/>
        <w:right w:val="none" w:sz="0" w:space="0" w:color="auto"/>
      </w:divBdr>
    </w:div>
    <w:div w:id="1320189948">
      <w:bodyDiv w:val="1"/>
      <w:marLeft w:val="0"/>
      <w:marRight w:val="0"/>
      <w:marTop w:val="0"/>
      <w:marBottom w:val="0"/>
      <w:divBdr>
        <w:top w:val="none" w:sz="0" w:space="0" w:color="auto"/>
        <w:left w:val="none" w:sz="0" w:space="0" w:color="auto"/>
        <w:bottom w:val="none" w:sz="0" w:space="0" w:color="auto"/>
        <w:right w:val="none" w:sz="0" w:space="0" w:color="auto"/>
      </w:divBdr>
    </w:div>
    <w:div w:id="1445886360">
      <w:bodyDiv w:val="1"/>
      <w:marLeft w:val="0"/>
      <w:marRight w:val="0"/>
      <w:marTop w:val="0"/>
      <w:marBottom w:val="0"/>
      <w:divBdr>
        <w:top w:val="none" w:sz="0" w:space="0" w:color="auto"/>
        <w:left w:val="none" w:sz="0" w:space="0" w:color="auto"/>
        <w:bottom w:val="none" w:sz="0" w:space="0" w:color="auto"/>
        <w:right w:val="none" w:sz="0" w:space="0" w:color="auto"/>
      </w:divBdr>
    </w:div>
    <w:div w:id="1505824275">
      <w:bodyDiv w:val="1"/>
      <w:marLeft w:val="0"/>
      <w:marRight w:val="0"/>
      <w:marTop w:val="0"/>
      <w:marBottom w:val="0"/>
      <w:divBdr>
        <w:top w:val="none" w:sz="0" w:space="0" w:color="auto"/>
        <w:left w:val="none" w:sz="0" w:space="0" w:color="auto"/>
        <w:bottom w:val="none" w:sz="0" w:space="0" w:color="auto"/>
        <w:right w:val="none" w:sz="0" w:space="0" w:color="auto"/>
      </w:divBdr>
    </w:div>
    <w:div w:id="1737584650">
      <w:bodyDiv w:val="1"/>
      <w:marLeft w:val="0"/>
      <w:marRight w:val="0"/>
      <w:marTop w:val="0"/>
      <w:marBottom w:val="0"/>
      <w:divBdr>
        <w:top w:val="none" w:sz="0" w:space="0" w:color="auto"/>
        <w:left w:val="none" w:sz="0" w:space="0" w:color="auto"/>
        <w:bottom w:val="none" w:sz="0" w:space="0" w:color="auto"/>
        <w:right w:val="none" w:sz="0" w:space="0" w:color="auto"/>
      </w:divBdr>
    </w:div>
    <w:div w:id="1783499180">
      <w:bodyDiv w:val="1"/>
      <w:marLeft w:val="0"/>
      <w:marRight w:val="0"/>
      <w:marTop w:val="0"/>
      <w:marBottom w:val="0"/>
      <w:divBdr>
        <w:top w:val="none" w:sz="0" w:space="0" w:color="auto"/>
        <w:left w:val="none" w:sz="0" w:space="0" w:color="auto"/>
        <w:bottom w:val="none" w:sz="0" w:space="0" w:color="auto"/>
        <w:right w:val="none" w:sz="0" w:space="0" w:color="auto"/>
      </w:divBdr>
    </w:div>
    <w:div w:id="1862351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1064;&#1072;&#1073;&#1083;&#1086;&#1085;&#1099;\&#1055;&#1080;&#1089;&#1100;&#1084;&#1086;.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6248CE-2727-4781-8941-D740FA2E7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Письмо.dot</Template>
  <TotalTime>1</TotalTime>
  <Pages>1</Pages>
  <Words>15726</Words>
  <Characters>89642</Characters>
  <Application>Microsoft Office Word</Application>
  <DocSecurity>0</DocSecurity>
  <Lines>747</Lines>
  <Paragraphs>210</Paragraphs>
  <ScaleCrop>false</ScaleCrop>
  <HeadingPairs>
    <vt:vector size="2" baseType="variant">
      <vt:variant>
        <vt:lpstr>Название</vt:lpstr>
      </vt:variant>
      <vt:variant>
        <vt:i4>1</vt:i4>
      </vt:variant>
    </vt:vector>
  </HeadingPairs>
  <TitlesOfParts>
    <vt:vector size="1" baseType="lpstr">
      <vt:lpstr> </vt:lpstr>
    </vt:vector>
  </TitlesOfParts>
  <Company>МОРО</Company>
  <LinksUpToDate>false</LinksUpToDate>
  <CharactersWithSpaces>105158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Лиля</dc:creator>
  <cp:keywords/>
  <dc:description/>
  <cp:lastModifiedBy>MAK</cp:lastModifiedBy>
  <cp:revision>4</cp:revision>
  <cp:lastPrinted>2019-08-06T12:13:00Z</cp:lastPrinted>
  <dcterms:created xsi:type="dcterms:W3CDTF">2019-12-20T09:44:00Z</dcterms:created>
  <dcterms:modified xsi:type="dcterms:W3CDTF">2019-12-26T13:57:00Z</dcterms:modified>
</cp:coreProperties>
</file>